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8E0DE" w14:textId="77777777" w:rsidR="0005565C" w:rsidRPr="00B56DFC" w:rsidRDefault="009E3049" w:rsidP="00B56DF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Assessment for Therapeutic </w:t>
      </w:r>
      <w:r w:rsidR="00E16194">
        <w:rPr>
          <w:b/>
          <w:sz w:val="48"/>
          <w:szCs w:val="48"/>
        </w:rPr>
        <w:t>Bio</w:t>
      </w:r>
      <w:r>
        <w:rPr>
          <w:b/>
          <w:sz w:val="48"/>
          <w:szCs w:val="48"/>
        </w:rPr>
        <w:t>MEMS Overview</w:t>
      </w:r>
    </w:p>
    <w:p w14:paraId="63C6BD06" w14:textId="32BAD742" w:rsidR="00EC58CF" w:rsidRPr="001A4717" w:rsidRDefault="001A4717" w:rsidP="001A4717">
      <w:pPr>
        <w:jc w:val="center"/>
        <w:rPr>
          <w:b/>
          <w:sz w:val="36"/>
          <w:szCs w:val="36"/>
        </w:rPr>
        <w:sectPr w:rsidR="00EC58CF" w:rsidRPr="001A4717" w:rsidSect="00B56DFC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530" w:right="720" w:bottom="1440" w:left="720" w:header="720" w:footer="792" w:gutter="0"/>
          <w:cols w:space="720"/>
          <w:docGrid w:linePitch="326"/>
        </w:sectPr>
      </w:pPr>
      <w:r>
        <w:rPr>
          <w:b/>
          <w:sz w:val="36"/>
          <w:szCs w:val="36"/>
        </w:rPr>
        <w:t>Participant Guide</w:t>
      </w:r>
    </w:p>
    <w:tbl>
      <w:tblPr>
        <w:tblW w:w="0" w:type="auto"/>
        <w:tblInd w:w="65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0"/>
      </w:tblGrid>
      <w:tr w:rsidR="00E16194" w:rsidRPr="00B65AD8" w14:paraId="50C7013E" w14:textId="77777777" w:rsidTr="00E16194">
        <w:trPr>
          <w:cantSplit/>
          <w:trHeight w:val="576"/>
        </w:trPr>
        <w:tc>
          <w:tcPr>
            <w:tcW w:w="9250" w:type="dxa"/>
            <w:vAlign w:val="bottom"/>
          </w:tcPr>
          <w:p w14:paraId="4B7B35AD" w14:textId="77777777" w:rsidR="00E16194" w:rsidRPr="00B65AD8" w:rsidRDefault="00E16194" w:rsidP="00D46629">
            <w:pPr>
              <w:pStyle w:val="lvl1Text"/>
              <w:rPr>
                <w:sz w:val="24"/>
                <w:szCs w:val="24"/>
              </w:rPr>
            </w:pPr>
            <w:bookmarkStart w:id="0" w:name="App_BioMEM_FA40_dldl76"/>
            <w:r w:rsidRPr="00B65AD8">
              <w:rPr>
                <w:sz w:val="24"/>
                <w:szCs w:val="24"/>
              </w:rPr>
              <w:lastRenderedPageBreak/>
              <w:t>Introduction</w:t>
            </w:r>
          </w:p>
        </w:tc>
      </w:tr>
      <w:tr w:rsidR="00E16194" w:rsidRPr="00B65AD8" w14:paraId="54CF42E1" w14:textId="77777777" w:rsidTr="00E16194">
        <w:tc>
          <w:tcPr>
            <w:tcW w:w="9250" w:type="dxa"/>
          </w:tcPr>
          <w:p w14:paraId="7D8787BA" w14:textId="77777777" w:rsidR="00E16194" w:rsidRPr="00B65AD8" w:rsidRDefault="00E16194" w:rsidP="00C67427">
            <w:pPr>
              <w:keepNext/>
              <w:keepLines/>
              <w:rPr>
                <w:color w:val="000000"/>
              </w:rPr>
            </w:pPr>
          </w:p>
          <w:p w14:paraId="536EF377" w14:textId="77777777" w:rsidR="00E16194" w:rsidRDefault="00E16194" w:rsidP="00C67427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The purpose of this assessment is to evaluate your understanding of the advantages of therapeutic </w:t>
            </w:r>
            <w:r>
              <w:rPr>
                <w:color w:val="000000"/>
              </w:rPr>
              <w:t>bio</w:t>
            </w:r>
            <w:r w:rsidRPr="00B65AD8">
              <w:rPr>
                <w:color w:val="000000"/>
              </w:rPr>
              <w:t xml:space="preserve">MEMS and how they </w:t>
            </w:r>
            <w:r>
              <w:rPr>
                <w:color w:val="000000"/>
              </w:rPr>
              <w:t>work to provide therapeutic care to patients</w:t>
            </w:r>
            <w:r w:rsidRPr="00B65AD8">
              <w:rPr>
                <w:color w:val="000000"/>
              </w:rPr>
              <w:t>.</w:t>
            </w:r>
          </w:p>
          <w:p w14:paraId="627EF0AC" w14:textId="77777777" w:rsidR="00E16194" w:rsidRPr="00B65AD8" w:rsidRDefault="00E16194" w:rsidP="00C67427">
            <w:pPr>
              <w:keepNext/>
              <w:keepLines/>
              <w:rPr>
                <w:color w:val="000000"/>
              </w:rPr>
            </w:pPr>
          </w:p>
          <w:p w14:paraId="3AE3EB86" w14:textId="77777777" w:rsidR="00E16194" w:rsidRPr="00B65AD8" w:rsidRDefault="00E16194" w:rsidP="002D1BA2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There are </w:t>
            </w:r>
            <w:r w:rsidR="002D1BA2">
              <w:rPr>
                <w:color w:val="000000"/>
              </w:rPr>
              <w:t xml:space="preserve">ten (10) </w:t>
            </w:r>
            <w:proofErr w:type="gramStart"/>
            <w:r w:rsidR="002D1BA2">
              <w:rPr>
                <w:color w:val="000000"/>
              </w:rPr>
              <w:t>multiple choice</w:t>
            </w:r>
            <w:proofErr w:type="gramEnd"/>
            <w:r w:rsidR="002D1BA2">
              <w:rPr>
                <w:color w:val="000000"/>
              </w:rPr>
              <w:t xml:space="preserve"> questions.</w:t>
            </w:r>
          </w:p>
        </w:tc>
      </w:tr>
    </w:tbl>
    <w:p w14:paraId="2E458B5B" w14:textId="3BEB9E4A" w:rsidR="00B65AD8" w:rsidRDefault="00B65AD8">
      <w:bookmarkStart w:id="1" w:name="App_BioMEM_FA40_quid18"/>
      <w:bookmarkEnd w:id="0"/>
    </w:p>
    <w:p w14:paraId="356B7926" w14:textId="77777777" w:rsidR="001A4717" w:rsidRPr="001A4717" w:rsidRDefault="001A4717" w:rsidP="001A4717">
      <w:pPr>
        <w:pStyle w:val="stepsnumbered"/>
        <w:tabs>
          <w:tab w:val="clear" w:pos="360"/>
          <w:tab w:val="num" w:pos="720"/>
        </w:tabs>
        <w:ind w:left="720"/>
      </w:pPr>
      <w:r w:rsidRPr="001A4717">
        <w:t xml:space="preserve">Which of the following BEST describes “therapeutic </w:t>
      </w:r>
      <w:proofErr w:type="spellStart"/>
      <w:r w:rsidRPr="001A4717">
        <w:t>bioMEMS</w:t>
      </w:r>
      <w:proofErr w:type="spellEnd"/>
      <w:r w:rsidRPr="001A4717">
        <w:t>”? MEMS or micro-sized devices used to __________________________ diseases and /or conditions?</w:t>
      </w:r>
    </w:p>
    <w:p w14:paraId="77136DD5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proofErr w:type="gramStart"/>
      <w:r w:rsidRPr="001A4717">
        <w:t>identify</w:t>
      </w:r>
      <w:proofErr w:type="gramEnd"/>
      <w:r w:rsidRPr="001A4717">
        <w:t xml:space="preserve"> and diagnose </w:t>
      </w:r>
    </w:p>
    <w:p w14:paraId="3F698C13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proofErr w:type="gramStart"/>
      <w:r w:rsidRPr="001A4717">
        <w:t>monitor</w:t>
      </w:r>
      <w:proofErr w:type="gramEnd"/>
      <w:r w:rsidRPr="001A4717">
        <w:t xml:space="preserve"> and possibly cure </w:t>
      </w:r>
      <w:bookmarkStart w:id="2" w:name="_GoBack"/>
      <w:bookmarkEnd w:id="2"/>
    </w:p>
    <w:p w14:paraId="4F2F8CF1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proofErr w:type="gramStart"/>
      <w:r w:rsidRPr="001A4717">
        <w:t>prevent</w:t>
      </w:r>
      <w:proofErr w:type="gramEnd"/>
      <w:r w:rsidRPr="001A4717">
        <w:t xml:space="preserve"> and manage</w:t>
      </w:r>
    </w:p>
    <w:p w14:paraId="6E3EE3CC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proofErr w:type="gramStart"/>
      <w:r w:rsidRPr="001A4717">
        <w:t>diagnose</w:t>
      </w:r>
      <w:proofErr w:type="gramEnd"/>
      <w:r w:rsidRPr="001A4717">
        <w:t xml:space="preserve"> and manage </w:t>
      </w:r>
    </w:p>
    <w:p w14:paraId="7DB5F8AD" w14:textId="77777777" w:rsidR="001A4717" w:rsidRPr="001A4717" w:rsidRDefault="001A4717" w:rsidP="001A4717">
      <w:pPr>
        <w:pStyle w:val="stepsnumbered"/>
        <w:numPr>
          <w:ilvl w:val="0"/>
          <w:numId w:val="0"/>
        </w:numPr>
        <w:ind w:left="1080"/>
      </w:pPr>
    </w:p>
    <w:p w14:paraId="4911F085" w14:textId="77777777" w:rsidR="001A4717" w:rsidRPr="001A4717" w:rsidRDefault="001A4717" w:rsidP="001A4717">
      <w:pPr>
        <w:pStyle w:val="stepsnumbered"/>
        <w:tabs>
          <w:tab w:val="clear" w:pos="360"/>
          <w:tab w:val="num" w:pos="720"/>
        </w:tabs>
        <w:ind w:left="720"/>
      </w:pPr>
      <w:r w:rsidRPr="001A4717">
        <w:t xml:space="preserve">Which of the following is an example of a fully “in vivo” therapeutic </w:t>
      </w:r>
      <w:proofErr w:type="spellStart"/>
      <w:r w:rsidRPr="001A4717">
        <w:t>bioMEMS</w:t>
      </w:r>
      <w:proofErr w:type="spellEnd"/>
      <w:r w:rsidRPr="001A4717">
        <w:t>?</w:t>
      </w:r>
    </w:p>
    <w:p w14:paraId="5044F8E7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r w:rsidRPr="001A4717">
        <w:t>Cochlear Implant</w:t>
      </w:r>
    </w:p>
    <w:p w14:paraId="010DA6EA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r w:rsidRPr="001A4717">
        <w:t>MIS</w:t>
      </w:r>
    </w:p>
    <w:p w14:paraId="03C90F31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r w:rsidRPr="001A4717">
        <w:t>Continuous Glucose Monitoring system</w:t>
      </w:r>
    </w:p>
    <w:p w14:paraId="53587669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r w:rsidRPr="001A4717">
        <w:t>Pacemaker</w:t>
      </w:r>
    </w:p>
    <w:p w14:paraId="03C3748B" w14:textId="77777777" w:rsidR="001A4717" w:rsidRPr="001A4717" w:rsidRDefault="001A4717" w:rsidP="001A4717">
      <w:pPr>
        <w:pStyle w:val="stepsnumbered"/>
        <w:numPr>
          <w:ilvl w:val="0"/>
          <w:numId w:val="0"/>
        </w:numPr>
        <w:ind w:left="1080"/>
      </w:pPr>
    </w:p>
    <w:p w14:paraId="7C5ABD47" w14:textId="77777777" w:rsidR="001A4717" w:rsidRPr="001A4717" w:rsidRDefault="001A4717" w:rsidP="001A4717">
      <w:pPr>
        <w:pStyle w:val="stepsnumbered"/>
        <w:tabs>
          <w:tab w:val="clear" w:pos="360"/>
          <w:tab w:val="num" w:pos="720"/>
        </w:tabs>
        <w:ind w:left="720"/>
      </w:pPr>
      <w:r w:rsidRPr="001A4717">
        <w:t>A bilayer phospholipid vesicle used to deliver drugs in a timely and efficient manner is called a _______________________.</w:t>
      </w:r>
    </w:p>
    <w:p w14:paraId="401C4341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</w:tabs>
        <w:ind w:left="1080"/>
      </w:pPr>
      <w:proofErr w:type="gramStart"/>
      <w:r w:rsidRPr="001A4717">
        <w:t>liposome</w:t>
      </w:r>
      <w:proofErr w:type="gramEnd"/>
    </w:p>
    <w:p w14:paraId="174CF533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</w:tabs>
        <w:ind w:left="1080"/>
      </w:pPr>
      <w:proofErr w:type="spellStart"/>
      <w:proofErr w:type="gramStart"/>
      <w:r w:rsidRPr="001A4717">
        <w:t>microbead</w:t>
      </w:r>
      <w:proofErr w:type="spellEnd"/>
      <w:proofErr w:type="gramEnd"/>
    </w:p>
    <w:p w14:paraId="7E675E2B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</w:tabs>
        <w:ind w:left="1080"/>
      </w:pPr>
      <w:proofErr w:type="gramStart"/>
      <w:r w:rsidRPr="001A4717">
        <w:t>cannula</w:t>
      </w:r>
      <w:proofErr w:type="gramEnd"/>
    </w:p>
    <w:p w14:paraId="5E94A41C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</w:tabs>
        <w:ind w:left="1080"/>
      </w:pPr>
      <w:proofErr w:type="gramStart"/>
      <w:r w:rsidRPr="001A4717">
        <w:t>biosensor</w:t>
      </w:r>
      <w:proofErr w:type="gramEnd"/>
    </w:p>
    <w:p w14:paraId="0768B632" w14:textId="77777777" w:rsidR="001A4717" w:rsidRPr="001A4717" w:rsidRDefault="001A4717" w:rsidP="001A4717">
      <w:pPr>
        <w:pStyle w:val="stepsnumbered"/>
        <w:numPr>
          <w:ilvl w:val="0"/>
          <w:numId w:val="0"/>
        </w:numPr>
        <w:ind w:left="1080"/>
      </w:pPr>
    </w:p>
    <w:p w14:paraId="57223E7B" w14:textId="77777777" w:rsidR="001A4717" w:rsidRPr="001A4717" w:rsidRDefault="001A4717" w:rsidP="001A4717">
      <w:pPr>
        <w:pStyle w:val="stepsnumbered"/>
        <w:tabs>
          <w:tab w:val="clear" w:pos="360"/>
          <w:tab w:val="num" w:pos="720"/>
        </w:tabs>
        <w:ind w:left="720"/>
      </w:pPr>
      <w:r w:rsidRPr="001A4717">
        <w:t>Implantable continuous glucose monitors use _______________ to measure glucose levels in the ______________ between body tissues.</w:t>
      </w:r>
    </w:p>
    <w:p w14:paraId="57C3D5DD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proofErr w:type="gramStart"/>
      <w:r w:rsidRPr="001A4717">
        <w:t>biosensors</w:t>
      </w:r>
      <w:proofErr w:type="gramEnd"/>
      <w:r w:rsidRPr="001A4717">
        <w:t>, connective tissue</w:t>
      </w:r>
    </w:p>
    <w:p w14:paraId="0EF06FAE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proofErr w:type="gramStart"/>
      <w:r w:rsidRPr="001A4717">
        <w:t>biosensors</w:t>
      </w:r>
      <w:proofErr w:type="gramEnd"/>
      <w:r w:rsidRPr="001A4717">
        <w:t>, interstitial fluid</w:t>
      </w:r>
    </w:p>
    <w:p w14:paraId="38F92B5F" w14:textId="77777777" w:rsid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  <w:tab w:val="num" w:pos="1080"/>
        </w:tabs>
        <w:ind w:left="1080"/>
      </w:pPr>
      <w:proofErr w:type="gramStart"/>
      <w:r w:rsidRPr="001A4717">
        <w:t>infrared</w:t>
      </w:r>
      <w:proofErr w:type="gramEnd"/>
      <w:r w:rsidRPr="001A4717">
        <w:t xml:space="preserve"> light, connective tissue</w:t>
      </w:r>
    </w:p>
    <w:p w14:paraId="5E732B8E" w14:textId="77777777" w:rsidR="001A4717" w:rsidRDefault="001A4717" w:rsidP="001A4717">
      <w:pPr>
        <w:pStyle w:val="stepsnumbered"/>
        <w:numPr>
          <w:ilvl w:val="0"/>
          <w:numId w:val="0"/>
        </w:numPr>
        <w:ind w:left="360" w:hanging="360"/>
      </w:pPr>
    </w:p>
    <w:p w14:paraId="25328267" w14:textId="77777777" w:rsidR="001A4717" w:rsidRPr="001A4717" w:rsidRDefault="001A4717" w:rsidP="001A4717">
      <w:pPr>
        <w:pStyle w:val="stepsnumbered"/>
        <w:ind w:firstLine="0"/>
      </w:pPr>
      <w:r w:rsidRPr="001A4717">
        <w:t>Which of the following is NOT currently used or being researched as a drug delivery device.</w:t>
      </w:r>
    </w:p>
    <w:p w14:paraId="1DC165AA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</w:tabs>
        <w:ind w:left="1080"/>
      </w:pPr>
      <w:r w:rsidRPr="001A4717">
        <w:t>Liposomes</w:t>
      </w:r>
    </w:p>
    <w:p w14:paraId="1F65DFBC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</w:tabs>
        <w:ind w:left="1080"/>
      </w:pPr>
      <w:r w:rsidRPr="001A4717">
        <w:t>Micropumps</w:t>
      </w:r>
    </w:p>
    <w:p w14:paraId="2244F2E2" w14:textId="77777777" w:rsidR="001A4717" w:rsidRPr="001A4717" w:rsidRDefault="001A4717" w:rsidP="001A4717">
      <w:pPr>
        <w:pStyle w:val="stepsnumbered"/>
        <w:numPr>
          <w:ilvl w:val="1"/>
          <w:numId w:val="8"/>
        </w:numPr>
        <w:tabs>
          <w:tab w:val="clear" w:pos="1440"/>
        </w:tabs>
        <w:ind w:left="1080"/>
      </w:pPr>
      <w:r w:rsidRPr="001A4717">
        <w:t>Hydrogels</w:t>
      </w:r>
    </w:p>
    <w:p w14:paraId="0C41050D" w14:textId="3452F364" w:rsidR="001A4717" w:rsidRPr="00B65AD8" w:rsidRDefault="00470BFA" w:rsidP="00470BFA">
      <w:pPr>
        <w:pStyle w:val="stepsnumbered"/>
        <w:numPr>
          <w:ilvl w:val="1"/>
          <w:numId w:val="8"/>
        </w:numPr>
        <w:tabs>
          <w:tab w:val="clear" w:pos="1440"/>
        </w:tabs>
        <w:ind w:left="1080"/>
      </w:pPr>
      <w:r>
        <w:t>Synthetic tissue</w:t>
      </w:r>
    </w:p>
    <w:tbl>
      <w:tblPr>
        <w:tblpPr w:leftFromText="180" w:rightFromText="180" w:vertAnchor="text" w:tblpX="65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28"/>
      </w:tblGrid>
      <w:tr w:rsidR="00E16194" w:rsidRPr="00B65AD8" w14:paraId="6E8DC1C2" w14:textId="77777777" w:rsidTr="00E16194">
        <w:trPr>
          <w:cantSplit/>
          <w:trHeight w:val="576"/>
        </w:trPr>
        <w:tc>
          <w:tcPr>
            <w:tcW w:w="9228" w:type="dxa"/>
            <w:tcMar>
              <w:top w:w="230" w:type="dxa"/>
            </w:tcMar>
          </w:tcPr>
          <w:p w14:paraId="6A12829D" w14:textId="77777777" w:rsidR="00B236FF" w:rsidRPr="001A4717" w:rsidRDefault="00B236FF" w:rsidP="00470BFA">
            <w:pPr>
              <w:pStyle w:val="stepsnumbered"/>
              <w:numPr>
                <w:ilvl w:val="0"/>
                <w:numId w:val="0"/>
              </w:numPr>
            </w:pPr>
          </w:p>
          <w:p w14:paraId="6329A74F" w14:textId="77777777" w:rsidR="00257C4C" w:rsidRPr="001A4717" w:rsidRDefault="00574F1D" w:rsidP="00257C4C">
            <w:pPr>
              <w:pStyle w:val="stepsnumbered"/>
            </w:pPr>
            <w:r w:rsidRPr="001A4717">
              <w:t>One of the main problems with minimally invasive surgery devices being used today is the ________________________.</w:t>
            </w:r>
          </w:p>
          <w:p w14:paraId="50047F94" w14:textId="77777777" w:rsidR="00574F1D" w:rsidRPr="001A4717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gramStart"/>
            <w:r w:rsidRPr="001A4717">
              <w:t>lack</w:t>
            </w:r>
            <w:proofErr w:type="gramEnd"/>
            <w:r w:rsidRPr="001A4717">
              <w:t xml:space="preserve"> of haptic feedback</w:t>
            </w:r>
          </w:p>
          <w:p w14:paraId="579F3099" w14:textId="77777777" w:rsidR="00574F1D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gramStart"/>
            <w:r>
              <w:t>inability</w:t>
            </w:r>
            <w:proofErr w:type="gramEnd"/>
            <w:r>
              <w:t xml:space="preserve"> to cauterize tissues</w:t>
            </w:r>
          </w:p>
          <w:p w14:paraId="111843A3" w14:textId="77777777" w:rsidR="00574F1D" w:rsidRDefault="00574F1D" w:rsidP="001023BE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>
              <w:t>poor quality of visual feedback</w:t>
            </w:r>
          </w:p>
          <w:p w14:paraId="0AF64F4B" w14:textId="77777777" w:rsidR="00E16194" w:rsidRDefault="001A4717" w:rsidP="00E16194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proofErr w:type="gramStart"/>
            <w:r>
              <w:t>limited</w:t>
            </w:r>
            <w:proofErr w:type="gramEnd"/>
            <w:r>
              <w:t xml:space="preserve"> degrees of freedom</w:t>
            </w:r>
          </w:p>
          <w:p w14:paraId="5E2BE74E" w14:textId="77777777" w:rsidR="001A4717" w:rsidRDefault="001A4717" w:rsidP="001A4717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5F954E67" w14:textId="77777777" w:rsidR="001A4717" w:rsidRPr="001A4717" w:rsidRDefault="001A4717" w:rsidP="001A4717">
            <w:pPr>
              <w:pStyle w:val="stepsnumbered"/>
            </w:pPr>
            <w:r w:rsidRPr="001A4717">
              <w:t>Which of the following BEST describes the “artificial retina”?</w:t>
            </w:r>
          </w:p>
          <w:p w14:paraId="7DEDB2CF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An optical sensor placed beneath the retina and used to stimulate the optic nerve using electrical pulses.</w:t>
            </w:r>
          </w:p>
          <w:p w14:paraId="22F1B6E5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A receiver/transmitter placed in the eye and used to convert light energy to electrical energy that stimulates the optic nerve.</w:t>
            </w:r>
          </w:p>
          <w:p w14:paraId="2E02473C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 xml:space="preserve">An electrode studded array placed on or beneath the surface of the retina that converts light energy to electrical energy that stimulates the retinal neurons. </w:t>
            </w:r>
          </w:p>
          <w:p w14:paraId="28738CAF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 xml:space="preserve">Photovoltaic cells placed beneath the </w:t>
            </w:r>
            <w:proofErr w:type="gramStart"/>
            <w:r w:rsidRPr="001A4717">
              <w:t>retina that use</w:t>
            </w:r>
            <w:proofErr w:type="gramEnd"/>
            <w:r w:rsidRPr="001A4717">
              <w:t xml:space="preserve"> the light entering the eye to stimulate the photoreceptors beneath the retina. </w:t>
            </w:r>
          </w:p>
          <w:p w14:paraId="73E8DEC7" w14:textId="77777777" w:rsidR="001A4717" w:rsidRPr="001A4717" w:rsidRDefault="001A4717" w:rsidP="001A4717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47B763E4" w14:textId="77777777" w:rsidR="001A4717" w:rsidRPr="001A4717" w:rsidRDefault="001A4717" w:rsidP="001A4717">
            <w:pPr>
              <w:pStyle w:val="stepsnumbered"/>
            </w:pPr>
            <w:r w:rsidRPr="001A4717">
              <w:t>Which of the following artificial retina arrays provides the highest resolution?</w:t>
            </w:r>
          </w:p>
          <w:p w14:paraId="617FF55F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4x4</w:t>
            </w:r>
          </w:p>
          <w:p w14:paraId="04F52BA9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16x16</w:t>
            </w:r>
          </w:p>
          <w:p w14:paraId="4C98A652" w14:textId="77777777" w:rsid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32 x 32</w:t>
            </w:r>
          </w:p>
          <w:p w14:paraId="4BBDA8A2" w14:textId="77777777" w:rsidR="001A4717" w:rsidRDefault="001A4717" w:rsidP="001A4717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3FD65311" w14:textId="77777777" w:rsidR="001A4717" w:rsidRPr="001A4717" w:rsidRDefault="001A4717" w:rsidP="001A4717">
            <w:pPr>
              <w:pStyle w:val="stepsnumbered"/>
            </w:pPr>
            <w:r w:rsidRPr="001A4717">
              <w:t>Drug-eluting stents are used as a therapeutic device for which of the following conditions?</w:t>
            </w:r>
          </w:p>
          <w:p w14:paraId="1C3D9928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Restenosis</w:t>
            </w:r>
          </w:p>
          <w:p w14:paraId="02294F2E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rPr>
                <w:szCs w:val="24"/>
              </w:rPr>
              <w:t xml:space="preserve">Retinitis </w:t>
            </w:r>
            <w:proofErr w:type="spellStart"/>
            <w:r w:rsidRPr="001A4717">
              <w:rPr>
                <w:szCs w:val="24"/>
              </w:rPr>
              <w:t>pigmentosa</w:t>
            </w:r>
            <w:proofErr w:type="spellEnd"/>
          </w:p>
          <w:p w14:paraId="05CF3B4E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Diabetes</w:t>
            </w:r>
          </w:p>
          <w:p w14:paraId="7A22DD87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Hepatitis</w:t>
            </w:r>
          </w:p>
          <w:p w14:paraId="26996BBC" w14:textId="77777777" w:rsidR="001A4717" w:rsidRPr="001A4717" w:rsidRDefault="001A4717" w:rsidP="001A4717">
            <w:pPr>
              <w:pStyle w:val="stepsnumbered"/>
              <w:numPr>
                <w:ilvl w:val="0"/>
                <w:numId w:val="0"/>
              </w:numPr>
              <w:ind w:left="1440"/>
            </w:pPr>
          </w:p>
          <w:p w14:paraId="66C6E4FC" w14:textId="77777777" w:rsidR="001A4717" w:rsidRPr="001A4717" w:rsidRDefault="001A4717" w:rsidP="001A4717">
            <w:pPr>
              <w:pStyle w:val="stepsnumbered"/>
            </w:pPr>
            <w:r w:rsidRPr="001A4717">
              <w:t xml:space="preserve">Which of the following </w:t>
            </w:r>
            <w:proofErr w:type="spellStart"/>
            <w:r w:rsidRPr="001A4717">
              <w:t>microtechnologies</w:t>
            </w:r>
            <w:proofErr w:type="spellEnd"/>
            <w:r w:rsidRPr="001A4717">
              <w:t xml:space="preserve"> is working to address the problems associated with the need for new or damaged organs?</w:t>
            </w:r>
          </w:p>
          <w:p w14:paraId="774B81A4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Microfluidics</w:t>
            </w:r>
          </w:p>
          <w:p w14:paraId="26B97893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 xml:space="preserve">Cell culture </w:t>
            </w:r>
          </w:p>
          <w:p w14:paraId="34536CF4" w14:textId="77777777" w:rsidR="001A4717" w:rsidRPr="001A4717" w:rsidRDefault="001A4717" w:rsidP="001A4717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Drug delivery</w:t>
            </w:r>
          </w:p>
          <w:p w14:paraId="54F18F31" w14:textId="77777777" w:rsidR="001A4717" w:rsidRDefault="001A4717" w:rsidP="00470BFA">
            <w:pPr>
              <w:pStyle w:val="stepsnumbered"/>
              <w:numPr>
                <w:ilvl w:val="1"/>
                <w:numId w:val="8"/>
              </w:numPr>
              <w:tabs>
                <w:tab w:val="clear" w:pos="1440"/>
              </w:tabs>
              <w:ind w:left="720"/>
            </w:pPr>
            <w:r w:rsidRPr="001A4717">
              <w:t>Tissue engineering</w:t>
            </w:r>
          </w:p>
          <w:p w14:paraId="1D9DF621" w14:textId="77777777" w:rsidR="00470BFA" w:rsidRDefault="00470BFA" w:rsidP="00470BFA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  <w:p w14:paraId="4F2C38D9" w14:textId="158353A6" w:rsidR="00470BFA" w:rsidRPr="001A4717" w:rsidRDefault="00470BFA" w:rsidP="00470BFA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</w:tc>
      </w:tr>
      <w:tr w:rsidR="00C52F97" w:rsidRPr="00B65AD8" w14:paraId="74B7E255" w14:textId="77777777" w:rsidTr="00E16194">
        <w:trPr>
          <w:cantSplit/>
          <w:trHeight w:val="576"/>
        </w:trPr>
        <w:tc>
          <w:tcPr>
            <w:tcW w:w="9228" w:type="dxa"/>
            <w:tcMar>
              <w:top w:w="230" w:type="dxa"/>
            </w:tcMar>
          </w:tcPr>
          <w:p w14:paraId="457F17CB" w14:textId="6A2CD4EE" w:rsidR="00826A5D" w:rsidRPr="00470BFA" w:rsidRDefault="00470BFA" w:rsidP="00470BFA">
            <w:r w:rsidRPr="00065BD6">
              <w:rPr>
                <w:i/>
              </w:rPr>
              <w:t>Support for this work was provided by</w:t>
            </w:r>
            <w:r>
              <w:rPr>
                <w:i/>
              </w:rPr>
              <w:t xml:space="preserve"> grants through</w:t>
            </w:r>
            <w:r w:rsidRPr="00065BD6">
              <w:rPr>
                <w:i/>
              </w:rPr>
              <w:t xml:space="preserve"> the National Science Foundation's Advanced Technological Education (ATE) Program</w:t>
            </w:r>
            <w:r>
              <w:rPr>
                <w:i/>
              </w:rPr>
              <w:t xml:space="preserve"> and developed in conjunction with Bio-Link, a NSF-ATE Center for Biotechnology (</w:t>
            </w:r>
            <w:hyperlink r:id="rId14" w:history="1">
              <w:r w:rsidRPr="00771511">
                <w:rPr>
                  <w:rStyle w:val="Hyperlink"/>
                  <w:i/>
                </w:rPr>
                <w:t>www.bio-link.org</w:t>
              </w:r>
            </w:hyperlink>
            <w:proofErr w:type="gramStart"/>
            <w:r>
              <w:rPr>
                <w:i/>
              </w:rPr>
              <w:t xml:space="preserve">) </w:t>
            </w:r>
            <w:r w:rsidRPr="00065BD6"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 For more learning modules related to microtechnology, visit the SCME website (</w:t>
            </w:r>
            <w:hyperlink r:id="rId15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0E4FC4D9" w14:textId="77777777" w:rsidR="00470BFA" w:rsidRPr="00536F19" w:rsidRDefault="00470BFA" w:rsidP="00826A5D">
            <w:pPr>
              <w:keepNext/>
              <w:keepLines/>
              <w:rPr>
                <w:i/>
              </w:rPr>
            </w:pPr>
          </w:p>
          <w:p w14:paraId="37C0A648" w14:textId="77777777" w:rsidR="00826A5D" w:rsidRPr="009E2FE3" w:rsidRDefault="00826A5D" w:rsidP="00826A5D">
            <w:pPr>
              <w:pStyle w:val="stepsnumbered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4D72D056" w14:textId="77777777" w:rsidR="003301E6" w:rsidRPr="003301E6" w:rsidRDefault="003301E6" w:rsidP="003301E6">
      <w:pPr>
        <w:rPr>
          <w:vanish/>
        </w:rPr>
      </w:pPr>
      <w:bookmarkStart w:id="3" w:name="App_BioMEM_FA40_dldl167"/>
      <w:bookmarkEnd w:id="1"/>
    </w:p>
    <w:p w14:paraId="48AF5E04" w14:textId="77777777" w:rsidR="003301E6" w:rsidRPr="003301E6" w:rsidRDefault="003301E6" w:rsidP="003301E6">
      <w:pPr>
        <w:rPr>
          <w:vanish/>
        </w:rPr>
      </w:pPr>
      <w:bookmarkStart w:id="4" w:name="App_BioMEM_FA40_quid19"/>
      <w:bookmarkEnd w:id="3"/>
    </w:p>
    <w:p w14:paraId="0AB69314" w14:textId="77777777" w:rsidR="003301E6" w:rsidRPr="003301E6" w:rsidRDefault="003301E6" w:rsidP="003301E6">
      <w:pPr>
        <w:rPr>
          <w:vanish/>
        </w:rPr>
      </w:pPr>
      <w:bookmarkStart w:id="5" w:name="App_BioMEM_FA40_dldl169"/>
      <w:bookmarkEnd w:id="4"/>
    </w:p>
    <w:p w14:paraId="19350EA8" w14:textId="77777777" w:rsidR="003301E6" w:rsidRPr="003301E6" w:rsidRDefault="003301E6" w:rsidP="003301E6">
      <w:pPr>
        <w:rPr>
          <w:vanish/>
        </w:rPr>
      </w:pPr>
      <w:bookmarkStart w:id="6" w:name="App_BioMEM_FA40_quid20"/>
      <w:bookmarkEnd w:id="5"/>
    </w:p>
    <w:p w14:paraId="237FF2D6" w14:textId="77777777" w:rsidR="003301E6" w:rsidRPr="003301E6" w:rsidRDefault="003301E6" w:rsidP="003301E6">
      <w:pPr>
        <w:rPr>
          <w:vanish/>
        </w:rPr>
      </w:pPr>
      <w:bookmarkStart w:id="7" w:name="App_BioMEM_FA40_dldl165"/>
      <w:bookmarkEnd w:id="6"/>
    </w:p>
    <w:p w14:paraId="7E93D13B" w14:textId="77777777" w:rsidR="003301E6" w:rsidRPr="003301E6" w:rsidRDefault="003301E6" w:rsidP="003301E6">
      <w:pPr>
        <w:rPr>
          <w:vanish/>
        </w:rPr>
      </w:pPr>
      <w:bookmarkStart w:id="8" w:name="App_BioMEM_FA40_quid15"/>
      <w:bookmarkEnd w:id="7"/>
    </w:p>
    <w:p w14:paraId="07CECE4E" w14:textId="77777777" w:rsidR="003301E6" w:rsidRPr="003301E6" w:rsidRDefault="003301E6" w:rsidP="003301E6">
      <w:pPr>
        <w:rPr>
          <w:vanish/>
        </w:rPr>
      </w:pPr>
      <w:bookmarkStart w:id="9" w:name="App_BioMEM_FA40_dldl154"/>
      <w:bookmarkEnd w:id="8"/>
    </w:p>
    <w:bookmarkEnd w:id="9"/>
    <w:p w14:paraId="23CD4235" w14:textId="77777777" w:rsidR="00D46629" w:rsidRPr="00B65AD8" w:rsidRDefault="00D46629" w:rsidP="00D57370">
      <w:pPr>
        <w:pStyle w:val="Header"/>
      </w:pPr>
    </w:p>
    <w:p w14:paraId="1471A3C1" w14:textId="77777777" w:rsidR="00410493" w:rsidRPr="00B65AD8" w:rsidRDefault="00410493" w:rsidP="00D57370">
      <w:pPr>
        <w:pStyle w:val="Header"/>
      </w:pPr>
    </w:p>
    <w:sectPr w:rsidR="00410493" w:rsidRPr="00B65AD8" w:rsidSect="00857197">
      <w:headerReference w:type="default" r:id="rId16"/>
      <w:type w:val="continuous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ABF03" w14:textId="77777777" w:rsidR="000B2FCC" w:rsidRDefault="000B2FCC">
      <w:r>
        <w:separator/>
      </w:r>
    </w:p>
  </w:endnote>
  <w:endnote w:type="continuationSeparator" w:id="0">
    <w:p w14:paraId="696508E0" w14:textId="77777777" w:rsidR="000B2FCC" w:rsidRDefault="000B2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A6F14" w14:textId="77777777" w:rsidR="00D57370" w:rsidRDefault="00D57370">
    <w:pPr>
      <w:pStyle w:val="Footer"/>
    </w:pPr>
  </w:p>
  <w:p w14:paraId="28342F7A" w14:textId="77777777" w:rsidR="00D57370" w:rsidRDefault="00DC0A66" w:rsidP="00EC6A39">
    <w:pPr>
      <w:pStyle w:val="Footer"/>
      <w:jc w:val="right"/>
    </w:pPr>
    <w:r>
      <w:rPr>
        <w:noProof/>
      </w:rPr>
      <w:drawing>
        <wp:inline distT="0" distB="0" distL="0" distR="0" wp14:anchorId="6CE04E61" wp14:editId="742BCAE8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0BA27" w14:textId="77777777" w:rsidR="00785AB7" w:rsidRPr="004B6382" w:rsidRDefault="00785AB7" w:rsidP="00785AB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16194">
      <w:rPr>
        <w:i/>
        <w:sz w:val="22"/>
      </w:rPr>
      <w:tab/>
    </w:r>
    <w:r w:rsidR="00E16194">
      <w:rPr>
        <w:i/>
        <w:sz w:val="22"/>
      </w:rPr>
      <w:tab/>
    </w:r>
    <w:r w:rsidR="00E16194" w:rsidRPr="004B6382">
      <w:rPr>
        <w:b/>
        <w:i/>
        <w:sz w:val="22"/>
      </w:rPr>
      <w:t xml:space="preserve">Page </w:t>
    </w:r>
    <w:r w:rsidR="00E16194" w:rsidRPr="004B6382">
      <w:rPr>
        <w:b/>
        <w:i/>
        <w:sz w:val="22"/>
      </w:rPr>
      <w:fldChar w:fldCharType="begin"/>
    </w:r>
    <w:r w:rsidR="00E16194" w:rsidRPr="004B6382">
      <w:rPr>
        <w:b/>
        <w:i/>
        <w:sz w:val="22"/>
      </w:rPr>
      <w:instrText xml:space="preserve"> PAGE </w:instrText>
    </w:r>
    <w:r w:rsidR="00E16194" w:rsidRPr="004B6382">
      <w:rPr>
        <w:b/>
        <w:i/>
        <w:sz w:val="22"/>
      </w:rPr>
      <w:fldChar w:fldCharType="separate"/>
    </w:r>
    <w:r w:rsidR="00470BFA">
      <w:rPr>
        <w:b/>
        <w:i/>
        <w:noProof/>
        <w:sz w:val="22"/>
      </w:rPr>
      <w:t>1</w:t>
    </w:r>
    <w:r w:rsidR="00E16194" w:rsidRPr="004B6382">
      <w:rPr>
        <w:b/>
        <w:i/>
        <w:sz w:val="22"/>
      </w:rPr>
      <w:fldChar w:fldCharType="end"/>
    </w:r>
    <w:r w:rsidR="00E16194" w:rsidRPr="004B6382">
      <w:rPr>
        <w:b/>
        <w:i/>
        <w:sz w:val="22"/>
      </w:rPr>
      <w:t xml:space="preserve"> of </w:t>
    </w:r>
    <w:r w:rsidR="00E16194" w:rsidRPr="004B6382">
      <w:rPr>
        <w:b/>
        <w:i/>
        <w:sz w:val="22"/>
      </w:rPr>
      <w:fldChar w:fldCharType="begin"/>
    </w:r>
    <w:r w:rsidR="00E16194" w:rsidRPr="004B6382">
      <w:rPr>
        <w:b/>
        <w:i/>
        <w:sz w:val="22"/>
      </w:rPr>
      <w:instrText xml:space="preserve"> NUMPAGES </w:instrText>
    </w:r>
    <w:r w:rsidR="00E16194" w:rsidRPr="004B6382">
      <w:rPr>
        <w:b/>
        <w:i/>
        <w:sz w:val="22"/>
      </w:rPr>
      <w:fldChar w:fldCharType="separate"/>
    </w:r>
    <w:r w:rsidR="00470BFA">
      <w:rPr>
        <w:b/>
        <w:i/>
        <w:noProof/>
        <w:sz w:val="22"/>
      </w:rPr>
      <w:t>2</w:t>
    </w:r>
    <w:r w:rsidR="00E16194" w:rsidRPr="004B6382">
      <w:rPr>
        <w:b/>
        <w:i/>
        <w:sz w:val="22"/>
      </w:rPr>
      <w:fldChar w:fldCharType="end"/>
    </w:r>
  </w:p>
  <w:p w14:paraId="14524968" w14:textId="239A4ECA" w:rsidR="00D57370" w:rsidRPr="00785AB7" w:rsidRDefault="00785AB7" w:rsidP="00785AB7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A4717">
      <w:rPr>
        <w:i/>
        <w:noProof/>
        <w:sz w:val="22"/>
      </w:rPr>
      <w:t>App_BioMEM_FA40_PG_August2017.docx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470BFA">
      <w:rPr>
        <w:b/>
        <w:i/>
        <w:sz w:val="22"/>
      </w:rPr>
      <w:t>Therapeutic BioMEMS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5341F" w14:textId="77777777" w:rsidR="00D57370" w:rsidRDefault="00D57370">
    <w:pPr>
      <w:pStyle w:val="Footer"/>
    </w:pPr>
  </w:p>
  <w:p w14:paraId="09FD5791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3D4F0" w14:textId="77777777" w:rsidR="000B2FCC" w:rsidRDefault="000B2FCC">
      <w:r>
        <w:separator/>
      </w:r>
    </w:p>
  </w:footnote>
  <w:footnote w:type="continuationSeparator" w:id="0">
    <w:p w14:paraId="75816AD6" w14:textId="77777777" w:rsidR="000B2FCC" w:rsidRDefault="000B2FC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18EC1" w14:textId="77777777" w:rsidR="00D57370" w:rsidRDefault="00DC0A66" w:rsidP="00EC6A39">
    <w:pPr>
      <w:pStyle w:val="Header"/>
      <w:jc w:val="right"/>
    </w:pPr>
    <w:r>
      <w:rPr>
        <w:noProof/>
      </w:rPr>
      <w:drawing>
        <wp:inline distT="0" distB="0" distL="0" distR="0" wp14:anchorId="19DF8C7C" wp14:editId="301D3E00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E5EF4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D3492" w14:textId="77777777" w:rsidR="00D57370" w:rsidRDefault="00D57370" w:rsidP="00EC6A39">
    <w:pPr>
      <w:pStyle w:val="Header"/>
      <w:jc w:val="right"/>
    </w:pPr>
  </w:p>
  <w:p w14:paraId="1406AE3E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BDB20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A1B211F"/>
    <w:multiLevelType w:val="hybridMultilevel"/>
    <w:tmpl w:val="C428E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F6CE3"/>
    <w:multiLevelType w:val="multilevel"/>
    <w:tmpl w:val="C7A0C408"/>
    <w:lvl w:ilvl="0">
      <w:start w:val="1"/>
      <w:numFmt w:val="decimal"/>
      <w:lvlText w:val="%1."/>
      <w:lvlJc w:val="left"/>
      <w:pPr>
        <w:ind w:left="720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FB4"/>
    <w:rsid w:val="00013250"/>
    <w:rsid w:val="000140A5"/>
    <w:rsid w:val="00040D75"/>
    <w:rsid w:val="000519F8"/>
    <w:rsid w:val="0005565C"/>
    <w:rsid w:val="00072BD2"/>
    <w:rsid w:val="00097CC8"/>
    <w:rsid w:val="000B2FCC"/>
    <w:rsid w:val="000C04B3"/>
    <w:rsid w:val="000C4088"/>
    <w:rsid w:val="000F1F79"/>
    <w:rsid w:val="000F3550"/>
    <w:rsid w:val="001023BE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93233"/>
    <w:rsid w:val="001A4717"/>
    <w:rsid w:val="001A7425"/>
    <w:rsid w:val="001E5549"/>
    <w:rsid w:val="00256E1F"/>
    <w:rsid w:val="00257C4C"/>
    <w:rsid w:val="00260895"/>
    <w:rsid w:val="00294889"/>
    <w:rsid w:val="002A1736"/>
    <w:rsid w:val="002B64EE"/>
    <w:rsid w:val="002D1BA2"/>
    <w:rsid w:val="002F7867"/>
    <w:rsid w:val="003000BA"/>
    <w:rsid w:val="003237FA"/>
    <w:rsid w:val="00326533"/>
    <w:rsid w:val="003301E6"/>
    <w:rsid w:val="00333872"/>
    <w:rsid w:val="003531C6"/>
    <w:rsid w:val="00355290"/>
    <w:rsid w:val="003A0197"/>
    <w:rsid w:val="003A23E4"/>
    <w:rsid w:val="003A52A8"/>
    <w:rsid w:val="003A5B8A"/>
    <w:rsid w:val="003C6D48"/>
    <w:rsid w:val="003D1064"/>
    <w:rsid w:val="003E24BC"/>
    <w:rsid w:val="003E3BB8"/>
    <w:rsid w:val="00401B67"/>
    <w:rsid w:val="00410493"/>
    <w:rsid w:val="0043567D"/>
    <w:rsid w:val="004428C6"/>
    <w:rsid w:val="00456E84"/>
    <w:rsid w:val="0046023B"/>
    <w:rsid w:val="00470BFA"/>
    <w:rsid w:val="00476BBB"/>
    <w:rsid w:val="004A55B0"/>
    <w:rsid w:val="004E43AF"/>
    <w:rsid w:val="004E489A"/>
    <w:rsid w:val="00516480"/>
    <w:rsid w:val="005248E6"/>
    <w:rsid w:val="00525AEF"/>
    <w:rsid w:val="00526947"/>
    <w:rsid w:val="00530481"/>
    <w:rsid w:val="00537E49"/>
    <w:rsid w:val="005460FD"/>
    <w:rsid w:val="00561152"/>
    <w:rsid w:val="00565B98"/>
    <w:rsid w:val="00573D82"/>
    <w:rsid w:val="00574F1D"/>
    <w:rsid w:val="00575E2D"/>
    <w:rsid w:val="005A0723"/>
    <w:rsid w:val="005C593C"/>
    <w:rsid w:val="005D0DFB"/>
    <w:rsid w:val="005D25E4"/>
    <w:rsid w:val="005E0B74"/>
    <w:rsid w:val="005F0D7E"/>
    <w:rsid w:val="005F2B0F"/>
    <w:rsid w:val="0062015A"/>
    <w:rsid w:val="006217F2"/>
    <w:rsid w:val="006345E8"/>
    <w:rsid w:val="0064644B"/>
    <w:rsid w:val="006922A2"/>
    <w:rsid w:val="006B22AD"/>
    <w:rsid w:val="006F0C56"/>
    <w:rsid w:val="006F4021"/>
    <w:rsid w:val="007113A2"/>
    <w:rsid w:val="00727BA8"/>
    <w:rsid w:val="00754242"/>
    <w:rsid w:val="00760626"/>
    <w:rsid w:val="00774A7B"/>
    <w:rsid w:val="00785AB7"/>
    <w:rsid w:val="007914DB"/>
    <w:rsid w:val="007B565C"/>
    <w:rsid w:val="00810584"/>
    <w:rsid w:val="00826A5D"/>
    <w:rsid w:val="00832DF6"/>
    <w:rsid w:val="0083761E"/>
    <w:rsid w:val="00845A54"/>
    <w:rsid w:val="00857197"/>
    <w:rsid w:val="00881286"/>
    <w:rsid w:val="00886050"/>
    <w:rsid w:val="008A2DB9"/>
    <w:rsid w:val="008B3441"/>
    <w:rsid w:val="008C7A99"/>
    <w:rsid w:val="008E5D84"/>
    <w:rsid w:val="008F6A44"/>
    <w:rsid w:val="00911D63"/>
    <w:rsid w:val="009160BE"/>
    <w:rsid w:val="009251DA"/>
    <w:rsid w:val="0093016F"/>
    <w:rsid w:val="0093397E"/>
    <w:rsid w:val="00936B4C"/>
    <w:rsid w:val="0093744D"/>
    <w:rsid w:val="00943632"/>
    <w:rsid w:val="009475C1"/>
    <w:rsid w:val="0096477F"/>
    <w:rsid w:val="00973FF2"/>
    <w:rsid w:val="0097677A"/>
    <w:rsid w:val="0098351A"/>
    <w:rsid w:val="0099785A"/>
    <w:rsid w:val="009A257F"/>
    <w:rsid w:val="009A7954"/>
    <w:rsid w:val="009A79C4"/>
    <w:rsid w:val="009E2FE3"/>
    <w:rsid w:val="009E3049"/>
    <w:rsid w:val="009E7EDF"/>
    <w:rsid w:val="009F1EA9"/>
    <w:rsid w:val="00A31583"/>
    <w:rsid w:val="00A317E3"/>
    <w:rsid w:val="00A36A58"/>
    <w:rsid w:val="00A52691"/>
    <w:rsid w:val="00A66474"/>
    <w:rsid w:val="00A810FF"/>
    <w:rsid w:val="00AB178F"/>
    <w:rsid w:val="00AD14AE"/>
    <w:rsid w:val="00B05761"/>
    <w:rsid w:val="00B236FF"/>
    <w:rsid w:val="00B56DFC"/>
    <w:rsid w:val="00B65AD8"/>
    <w:rsid w:val="00BD0D14"/>
    <w:rsid w:val="00BE4CCF"/>
    <w:rsid w:val="00BF4FEC"/>
    <w:rsid w:val="00BF5C1E"/>
    <w:rsid w:val="00C17834"/>
    <w:rsid w:val="00C31830"/>
    <w:rsid w:val="00C461F7"/>
    <w:rsid w:val="00C52F97"/>
    <w:rsid w:val="00C61365"/>
    <w:rsid w:val="00C61390"/>
    <w:rsid w:val="00C67427"/>
    <w:rsid w:val="00C779C0"/>
    <w:rsid w:val="00C90A22"/>
    <w:rsid w:val="00CA03F1"/>
    <w:rsid w:val="00CA38E0"/>
    <w:rsid w:val="00CB2B8B"/>
    <w:rsid w:val="00CB5329"/>
    <w:rsid w:val="00CB7065"/>
    <w:rsid w:val="00CC6B4B"/>
    <w:rsid w:val="00CE4AC4"/>
    <w:rsid w:val="00CF31A0"/>
    <w:rsid w:val="00D05C35"/>
    <w:rsid w:val="00D11481"/>
    <w:rsid w:val="00D15029"/>
    <w:rsid w:val="00D46629"/>
    <w:rsid w:val="00D57370"/>
    <w:rsid w:val="00D7491B"/>
    <w:rsid w:val="00DA23E5"/>
    <w:rsid w:val="00DA2E34"/>
    <w:rsid w:val="00DB57A7"/>
    <w:rsid w:val="00DC0A66"/>
    <w:rsid w:val="00DD25B4"/>
    <w:rsid w:val="00DD266E"/>
    <w:rsid w:val="00DD4AED"/>
    <w:rsid w:val="00DF54BA"/>
    <w:rsid w:val="00E16194"/>
    <w:rsid w:val="00E30649"/>
    <w:rsid w:val="00E33BE1"/>
    <w:rsid w:val="00E54B53"/>
    <w:rsid w:val="00E76931"/>
    <w:rsid w:val="00EA31C9"/>
    <w:rsid w:val="00EC364A"/>
    <w:rsid w:val="00EC403C"/>
    <w:rsid w:val="00EC58CF"/>
    <w:rsid w:val="00EC6A39"/>
    <w:rsid w:val="00EE02AB"/>
    <w:rsid w:val="00EE47F6"/>
    <w:rsid w:val="00F018FC"/>
    <w:rsid w:val="00F32980"/>
    <w:rsid w:val="00F41002"/>
    <w:rsid w:val="00F4180F"/>
    <w:rsid w:val="00F473EE"/>
    <w:rsid w:val="00F65E74"/>
    <w:rsid w:val="00F72140"/>
    <w:rsid w:val="00F7215A"/>
    <w:rsid w:val="00F77B61"/>
    <w:rsid w:val="00F91CB4"/>
    <w:rsid w:val="00FB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31F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  <w:tabs>
        <w:tab w:val="clear" w:pos="1260"/>
        <w:tab w:val="num" w:pos="360"/>
      </w:tabs>
      <w:ind w:left="360"/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85AB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  <w:tabs>
        <w:tab w:val="clear" w:pos="1260"/>
        <w:tab w:val="num" w:pos="360"/>
      </w:tabs>
      <w:ind w:left="360"/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85A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www.bio-link.org" TargetMode="External"/><Relationship Id="rId15" Type="http://schemas.openxmlformats.org/officeDocument/2006/relationships/hyperlink" Target="http://scme-nm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2EA82-C2FE-254A-BDEE-886840E1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9</TotalTime>
  <Pages>2</Pages>
  <Words>431</Words>
  <Characters>2462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2888</CharactersWithSpaces>
  <SharedDoc>false</SharedDoc>
  <HLinks>
    <vt:vector size="18" baseType="variant">
      <vt:variant>
        <vt:i4>5701662</vt:i4>
      </vt:variant>
      <vt:variant>
        <vt:i4>6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4</cp:revision>
  <cp:lastPrinted>2017-08-28T17:49:00Z</cp:lastPrinted>
  <dcterms:created xsi:type="dcterms:W3CDTF">2017-08-28T17:49:00Z</dcterms:created>
  <dcterms:modified xsi:type="dcterms:W3CDTF">2017-08-28T17:59:00Z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Assessment for Therapeutic MEMS Overview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App_BioMEM_FA40</vt:lpwstr>
  </property>
  <property fmtid="{D5CDD505-2E9C-101B-9397-08002B2CF9AE}" pid="5" name="docPath">
    <vt:lpwstr>C:\xtProject\App_BioMEM_FA40\App_BioMEM_FA40.doc</vt:lpwstr>
  </property>
  <property fmtid="{D5CDD505-2E9C-101B-9397-08002B2CF9AE}" pid="6" name="Module Number">
    <vt:lpwstr>     </vt:lpwstr>
  </property>
  <property fmtid="{D5CDD505-2E9C-101B-9397-08002B2CF9AE}" pid="7" name="Copyright">
    <vt:lpwstr>c.2008 SCME</vt:lpwstr>
  </property>
</Properties>
</file>