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69C0E4" w14:textId="723E454F" w:rsidR="00586333" w:rsidRDefault="00586333" w:rsidP="0058633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33E94363" w14:textId="77777777" w:rsidTr="000F41E3">
        <w:trPr>
          <w:trHeight w:hRule="exact" w:val="20"/>
        </w:trPr>
        <w:tc>
          <w:tcPr>
            <w:tcW w:w="1250" w:type="pct"/>
            <w:tcBorders>
              <w:top w:val="single" w:sz="4" w:space="0" w:color="auto"/>
              <w:bottom w:val="nil"/>
            </w:tcBorders>
          </w:tcPr>
          <w:p w14:paraId="5C199802" w14:textId="77777777" w:rsidR="006217F2" w:rsidRPr="00CA03F1" w:rsidRDefault="006217F2" w:rsidP="00D11481"/>
        </w:tc>
        <w:tc>
          <w:tcPr>
            <w:tcW w:w="1250" w:type="pct"/>
            <w:tcBorders>
              <w:top w:val="single" w:sz="4" w:space="0" w:color="auto"/>
              <w:bottom w:val="nil"/>
              <w:right w:val="single" w:sz="4" w:space="0" w:color="auto"/>
            </w:tcBorders>
          </w:tcPr>
          <w:p w14:paraId="5CE972DF" w14:textId="77777777" w:rsidR="006217F2" w:rsidRDefault="006217F2" w:rsidP="00D11481"/>
        </w:tc>
        <w:tc>
          <w:tcPr>
            <w:tcW w:w="1250" w:type="pct"/>
            <w:tcBorders>
              <w:top w:val="single" w:sz="4" w:space="0" w:color="auto"/>
              <w:left w:val="single" w:sz="4" w:space="0" w:color="auto"/>
              <w:bottom w:val="nil"/>
            </w:tcBorders>
          </w:tcPr>
          <w:p w14:paraId="02E8AF4E" w14:textId="77777777" w:rsidR="006217F2" w:rsidRPr="00CA03F1" w:rsidRDefault="006217F2" w:rsidP="00DF54BA"/>
        </w:tc>
        <w:tc>
          <w:tcPr>
            <w:tcW w:w="1250" w:type="pct"/>
            <w:tcBorders>
              <w:top w:val="single" w:sz="4" w:space="0" w:color="auto"/>
              <w:bottom w:val="nil"/>
            </w:tcBorders>
          </w:tcPr>
          <w:p w14:paraId="3399F218" w14:textId="77777777" w:rsidR="006217F2" w:rsidRDefault="006217F2" w:rsidP="00DF54BA"/>
        </w:tc>
      </w:tr>
    </w:tbl>
    <w:p w14:paraId="021C4930" w14:textId="54EFD8D6" w:rsidR="00700BB6" w:rsidRPr="002A67A1" w:rsidRDefault="00F80D9B" w:rsidP="002A67A1">
      <w:pPr>
        <w:jc w:val="center"/>
        <w:rPr>
          <w:b/>
          <w:sz w:val="48"/>
          <w:szCs w:val="48"/>
        </w:rPr>
      </w:pPr>
      <w:r>
        <w:rPr>
          <w:b/>
          <w:sz w:val="48"/>
          <w:szCs w:val="48"/>
        </w:rPr>
        <w:t>Chemical Lab Safety Rules</w:t>
      </w:r>
      <w:r w:rsidR="002A67A1">
        <w:rPr>
          <w:b/>
          <w:sz w:val="48"/>
          <w:szCs w:val="48"/>
        </w:rPr>
        <w:t xml:space="preserve"> Assessment</w:t>
      </w:r>
    </w:p>
    <w:p w14:paraId="68DFEAB6" w14:textId="7C281481" w:rsidR="00EC58CF" w:rsidRPr="001A7425" w:rsidRDefault="006E0F06" w:rsidP="00EC58CF">
      <w:pPr>
        <w:jc w:val="center"/>
        <w:rPr>
          <w:b/>
          <w:sz w:val="36"/>
          <w:szCs w:val="36"/>
        </w:rPr>
      </w:pPr>
      <w:r>
        <w:rPr>
          <w:b/>
          <w:sz w:val="36"/>
          <w:szCs w:val="36"/>
        </w:rPr>
        <w:t>Participant</w:t>
      </w:r>
      <w:r w:rsidR="00EC58CF" w:rsidRPr="001A7425">
        <w:rPr>
          <w:b/>
          <w:sz w:val="36"/>
          <w:szCs w:val="36"/>
        </w:rPr>
        <w:t xml:space="preserve"> Guide</w:t>
      </w:r>
    </w:p>
    <w:p w14:paraId="713C361C" w14:textId="77777777" w:rsidR="00EC58CF" w:rsidRPr="00EC58CF" w:rsidRDefault="00EC58CF" w:rsidP="00EC58CF">
      <w:pPr>
        <w:jc w:val="center"/>
        <w:rPr>
          <w:b/>
          <w:sz w:val="48"/>
          <w:szCs w:val="48"/>
        </w:rPr>
        <w:sectPr w:rsidR="00EC58CF" w:rsidRPr="00EC58CF" w:rsidSect="00367CCC">
          <w:headerReference w:type="even" r:id="rId8"/>
          <w:footerReference w:type="even" r:id="rId9"/>
          <w:footerReference w:type="default" r:id="rId10"/>
          <w:headerReference w:type="first" r:id="rId11"/>
          <w:footerReference w:type="first" r:id="rId12"/>
          <w:pgSz w:w="12240" w:h="15840"/>
          <w:pgMar w:top="720" w:right="720" w:bottom="1440" w:left="720" w:header="720" w:footer="792" w:gutter="0"/>
          <w:cols w:space="720"/>
          <w:docGrid w:linePitch="326"/>
        </w:sectPr>
      </w:pPr>
    </w:p>
    <w:tbl>
      <w:tblPr>
        <w:tblW w:w="5000" w:type="pct"/>
        <w:tblCellMar>
          <w:left w:w="115" w:type="dxa"/>
          <w:right w:w="115" w:type="dxa"/>
        </w:tblCellMar>
        <w:tblLook w:val="01E0" w:firstRow="1" w:lastRow="1" w:firstColumn="1" w:lastColumn="1" w:noHBand="0" w:noVBand="0"/>
      </w:tblPr>
      <w:tblGrid>
        <w:gridCol w:w="1125"/>
        <w:gridCol w:w="9905"/>
      </w:tblGrid>
      <w:tr w:rsidR="00B72FA6" w:rsidRPr="000F41E3" w14:paraId="770373CC" w14:textId="77777777" w:rsidTr="000F41E3">
        <w:trPr>
          <w:cantSplit/>
          <w:trHeight w:val="143"/>
          <w:tblHeader/>
        </w:trPr>
        <w:tc>
          <w:tcPr>
            <w:tcW w:w="510" w:type="pct"/>
          </w:tcPr>
          <w:p w14:paraId="2DF4C2E3" w14:textId="77777777" w:rsidR="00B72FA6" w:rsidRPr="00B960A3" w:rsidRDefault="00B72FA6" w:rsidP="000F41E3">
            <w:pPr>
              <w:keepNext/>
            </w:pPr>
            <w:bookmarkStart w:id="0" w:name="columnheaders"/>
          </w:p>
        </w:tc>
        <w:tc>
          <w:tcPr>
            <w:tcW w:w="4490" w:type="pct"/>
          </w:tcPr>
          <w:p w14:paraId="21E55BE7" w14:textId="77777777" w:rsidR="00B72FA6" w:rsidRPr="00B960A3" w:rsidRDefault="00B72FA6" w:rsidP="000F41E3">
            <w:pPr>
              <w:keepNext/>
            </w:pPr>
          </w:p>
        </w:tc>
      </w:tr>
      <w:bookmarkEnd w:id="0"/>
    </w:tbl>
    <w:p w14:paraId="5A7E52DE" w14:textId="77777777" w:rsidR="00B72FA6" w:rsidRPr="002F0643" w:rsidRDefault="00B72FA6" w:rsidP="00DF54BA">
      <w:pPr>
        <w:rPr>
          <w:sz w:val="4"/>
        </w:rPr>
      </w:pPr>
    </w:p>
    <w:tbl>
      <w:tblPr>
        <w:tblW w:w="5000" w:type="pct"/>
        <w:tblCellMar>
          <w:left w:w="115" w:type="dxa"/>
          <w:right w:w="115" w:type="dxa"/>
        </w:tblCellMar>
        <w:tblLook w:val="01E0" w:firstRow="1" w:lastRow="1" w:firstColumn="1" w:lastColumn="1" w:noHBand="0" w:noVBand="0"/>
      </w:tblPr>
      <w:tblGrid>
        <w:gridCol w:w="1125"/>
        <w:gridCol w:w="9905"/>
      </w:tblGrid>
      <w:tr w:rsidR="00D066B5" w:rsidRPr="00586333" w14:paraId="7AE6950A" w14:textId="77777777" w:rsidTr="000F41E3">
        <w:trPr>
          <w:cantSplit/>
        </w:trPr>
        <w:tc>
          <w:tcPr>
            <w:tcW w:w="510" w:type="pct"/>
          </w:tcPr>
          <w:p w14:paraId="3B880764" w14:textId="77777777" w:rsidR="00D066B5" w:rsidRPr="00586333" w:rsidRDefault="00D066B5" w:rsidP="002F0643">
            <w:pPr>
              <w:pStyle w:val="txtx1"/>
            </w:pPr>
            <w:bookmarkStart w:id="1" w:name="Saf_HazMat_FA20_dldl76"/>
          </w:p>
        </w:tc>
        <w:tc>
          <w:tcPr>
            <w:tcW w:w="4490" w:type="pct"/>
          </w:tcPr>
          <w:p w14:paraId="6C9067AF" w14:textId="77777777" w:rsidR="009D2F35" w:rsidRPr="00586333" w:rsidRDefault="009D2F35" w:rsidP="002F0643"/>
        </w:tc>
      </w:tr>
      <w:tr w:rsidR="00D066B5" w:rsidRPr="00586333" w14:paraId="4B1E6ABE" w14:textId="77777777" w:rsidTr="000F41E3">
        <w:trPr>
          <w:cantSplit/>
          <w:trHeight w:val="576"/>
        </w:trPr>
        <w:tc>
          <w:tcPr>
            <w:tcW w:w="510" w:type="pct"/>
            <w:vAlign w:val="bottom"/>
          </w:tcPr>
          <w:p w14:paraId="7AF09332" w14:textId="77777777" w:rsidR="00D066B5" w:rsidRPr="00586333" w:rsidRDefault="00D066B5" w:rsidP="000F41E3">
            <w:pPr>
              <w:pStyle w:val="BodyText"/>
              <w:keepNext/>
              <w:keepLines/>
              <w:rPr>
                <w:szCs w:val="24"/>
              </w:rPr>
            </w:pPr>
            <w:bookmarkStart w:id="2" w:name="Saf_HazMat_FA20_dldl161"/>
            <w:bookmarkEnd w:id="1"/>
          </w:p>
        </w:tc>
        <w:tc>
          <w:tcPr>
            <w:tcW w:w="4490" w:type="pct"/>
            <w:vAlign w:val="bottom"/>
          </w:tcPr>
          <w:p w14:paraId="14786048" w14:textId="77777777" w:rsidR="00D066B5" w:rsidRDefault="00367CCC" w:rsidP="002F0643">
            <w:pPr>
              <w:pStyle w:val="lvl1Text"/>
              <w:rPr>
                <w:b w:val="0"/>
                <w:sz w:val="24"/>
                <w:szCs w:val="24"/>
              </w:rPr>
            </w:pPr>
            <w:r>
              <w:rPr>
                <w:sz w:val="24"/>
                <w:szCs w:val="24"/>
              </w:rPr>
              <w:t>Description</w:t>
            </w:r>
          </w:p>
          <w:p w14:paraId="6912699E" w14:textId="77777777" w:rsidR="00367CCC" w:rsidRDefault="00367CCC" w:rsidP="002F0643">
            <w:pPr>
              <w:pStyle w:val="lvl1Text"/>
              <w:rPr>
                <w:b w:val="0"/>
                <w:sz w:val="24"/>
                <w:szCs w:val="24"/>
              </w:rPr>
            </w:pPr>
          </w:p>
          <w:p w14:paraId="7A4BDB06" w14:textId="0E5848FE" w:rsidR="00367CCC" w:rsidRPr="006E0F06" w:rsidRDefault="00367CCC" w:rsidP="006E0F06">
            <w:r w:rsidRPr="00586333">
              <w:t xml:space="preserve">This assessment is an assessment for </w:t>
            </w:r>
            <w:r w:rsidRPr="002A67A1">
              <w:rPr>
                <w:i/>
              </w:rPr>
              <w:t>Chemical Lab Safety Rules</w:t>
            </w:r>
            <w:r w:rsidR="00994E12">
              <w:t>.  The assessment consists of 20</w:t>
            </w:r>
            <w:r w:rsidRPr="00586333">
              <w:t xml:space="preserve"> safety questions</w:t>
            </w:r>
            <w:r w:rsidR="00256435">
              <w:t xml:space="preserve"> related to proper execution of safety practices in a chemical laboratory or facility.  However, the true test is the proper implementation of these rules while working in a laboratory.  At the end of the question</w:t>
            </w:r>
            <w:r w:rsidR="00BF762F">
              <w:t>s</w:t>
            </w:r>
            <w:r w:rsidR="00256435">
              <w:t xml:space="preserve">, is a list of practices that an instructor or supervisor </w:t>
            </w:r>
            <w:r w:rsidR="00BF762F">
              <w:t>may</w:t>
            </w:r>
            <w:r w:rsidR="00256435">
              <w:t xml:space="preserve"> rate you on through observation.  Study this list and make sure that you understand the proper safety practice associated with each item.</w:t>
            </w:r>
          </w:p>
        </w:tc>
      </w:tr>
      <w:tr w:rsidR="00D066B5" w:rsidRPr="00586333" w14:paraId="62D5D36D" w14:textId="77777777" w:rsidTr="000F41E3">
        <w:trPr>
          <w:cantSplit/>
        </w:trPr>
        <w:tc>
          <w:tcPr>
            <w:tcW w:w="510" w:type="pct"/>
          </w:tcPr>
          <w:p w14:paraId="75B8129B" w14:textId="77777777" w:rsidR="00D066B5" w:rsidRPr="00586333" w:rsidRDefault="00D066B5" w:rsidP="002F0643">
            <w:pPr>
              <w:pStyle w:val="txtx1"/>
            </w:pPr>
            <w:bookmarkStart w:id="3" w:name="Saf_HazMat_FA20_dldl221"/>
            <w:bookmarkEnd w:id="2"/>
          </w:p>
        </w:tc>
        <w:tc>
          <w:tcPr>
            <w:tcW w:w="4490" w:type="pct"/>
          </w:tcPr>
          <w:p w14:paraId="2E46F02C" w14:textId="77777777" w:rsidR="00367CCC" w:rsidRDefault="00367CCC" w:rsidP="002F0643">
            <w:pPr>
              <w:rPr>
                <w:b/>
              </w:rPr>
            </w:pPr>
          </w:p>
          <w:p w14:paraId="31AEB7B3" w14:textId="1A9EA8B4" w:rsidR="00D066B5" w:rsidRPr="00BF762F" w:rsidRDefault="00D066B5" w:rsidP="002F0643">
            <w:pPr>
              <w:rPr>
                <w:b/>
                <w:color w:val="940B0F"/>
              </w:rPr>
            </w:pPr>
            <w:r w:rsidRPr="00586333">
              <w:rPr>
                <w:b/>
              </w:rPr>
              <w:t>B</w:t>
            </w:r>
            <w:r w:rsidR="00994E12">
              <w:rPr>
                <w:b/>
              </w:rPr>
              <w:t>elow are 20</w:t>
            </w:r>
            <w:r w:rsidR="00BF762F">
              <w:rPr>
                <w:b/>
              </w:rPr>
              <w:t xml:space="preserve"> assessment questions</w:t>
            </w:r>
            <w:r w:rsidRPr="00586333">
              <w:rPr>
                <w:b/>
              </w:rPr>
              <w:t>.</w:t>
            </w:r>
            <w:r w:rsidR="00BF762F">
              <w:rPr>
                <w:b/>
              </w:rPr>
              <w:t xml:space="preserve">  Answer each question relative to one’s behavior in a facility that uses chemicals.  </w:t>
            </w:r>
            <w:r w:rsidR="00BF762F">
              <w:rPr>
                <w:b/>
                <w:color w:val="940B0F"/>
              </w:rPr>
              <w:t>(Answers marked in red)</w:t>
            </w:r>
          </w:p>
          <w:p w14:paraId="16CA1D61" w14:textId="77777777" w:rsidR="00D066B5" w:rsidRPr="00586333" w:rsidRDefault="00D066B5" w:rsidP="002F0643"/>
        </w:tc>
      </w:tr>
      <w:bookmarkEnd w:id="3"/>
    </w:tbl>
    <w:p w14:paraId="401CD77C" w14:textId="77777777" w:rsidR="00D066B5" w:rsidRPr="006E0F06" w:rsidRDefault="00D066B5"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D066B5" w:rsidRPr="006E0F06" w14:paraId="4AC14EA0" w14:textId="77777777" w:rsidTr="000F41E3">
        <w:trPr>
          <w:cantSplit/>
          <w:trHeight w:val="180"/>
        </w:trPr>
        <w:tc>
          <w:tcPr>
            <w:tcW w:w="520" w:type="pct"/>
          </w:tcPr>
          <w:p w14:paraId="2D83968D" w14:textId="77777777" w:rsidR="00D066B5" w:rsidRPr="006E0F06" w:rsidRDefault="00D066B5" w:rsidP="000F41E3">
            <w:pPr>
              <w:pStyle w:val="stepsnumbered"/>
              <w:keepNext/>
              <w:rPr>
                <w:color w:val="000000" w:themeColor="text1"/>
                <w:szCs w:val="24"/>
              </w:rPr>
            </w:pPr>
            <w:bookmarkStart w:id="4" w:name="Saf_HazMat_FA20_quid13"/>
          </w:p>
        </w:tc>
        <w:tc>
          <w:tcPr>
            <w:tcW w:w="4480" w:type="pct"/>
            <w:vAlign w:val="center"/>
          </w:tcPr>
          <w:p w14:paraId="2C336548" w14:textId="051B57AB" w:rsidR="00D066B5" w:rsidRPr="006E0F06" w:rsidRDefault="00BF762F" w:rsidP="00BF762F">
            <w:pPr>
              <w:pStyle w:val="BodyText"/>
              <w:keepNext/>
              <w:rPr>
                <w:color w:val="000000" w:themeColor="text1"/>
                <w:szCs w:val="24"/>
              </w:rPr>
            </w:pPr>
            <w:r w:rsidRPr="006E0F06">
              <w:rPr>
                <w:color w:val="000000" w:themeColor="text1"/>
                <w:szCs w:val="24"/>
              </w:rPr>
              <w:t>Which of the following behaviors is NOT allowed in a facility that uses chemicals?</w:t>
            </w:r>
          </w:p>
        </w:tc>
      </w:tr>
      <w:tr w:rsidR="00D066B5" w:rsidRPr="006E0F06" w14:paraId="4555C984" w14:textId="77777777" w:rsidTr="000F41E3">
        <w:trPr>
          <w:cantSplit/>
          <w:trHeight w:val="143"/>
        </w:trPr>
        <w:tc>
          <w:tcPr>
            <w:tcW w:w="520" w:type="pct"/>
          </w:tcPr>
          <w:p w14:paraId="74F2374C" w14:textId="77777777" w:rsidR="00D066B5" w:rsidRPr="006E0F06" w:rsidRDefault="00D066B5" w:rsidP="000F41E3">
            <w:pPr>
              <w:rPr>
                <w:color w:val="000000" w:themeColor="text1"/>
              </w:rPr>
            </w:pPr>
          </w:p>
        </w:tc>
        <w:tc>
          <w:tcPr>
            <w:tcW w:w="4480" w:type="pct"/>
          </w:tcPr>
          <w:p w14:paraId="0B406363" w14:textId="21192E48" w:rsidR="00D066B5" w:rsidRPr="006E0F06" w:rsidRDefault="00BF762F" w:rsidP="00063799">
            <w:pPr>
              <w:numPr>
                <w:ilvl w:val="0"/>
                <w:numId w:val="9"/>
              </w:numPr>
              <w:rPr>
                <w:color w:val="000000" w:themeColor="text1"/>
              </w:rPr>
            </w:pPr>
            <w:r w:rsidRPr="006E0F06">
              <w:rPr>
                <w:color w:val="000000" w:themeColor="text1"/>
              </w:rPr>
              <w:t>Chewing gum</w:t>
            </w:r>
          </w:p>
          <w:p w14:paraId="070B80E2" w14:textId="3E5C8D30" w:rsidR="00BF762F" w:rsidRPr="006E0F06" w:rsidRDefault="007C638B" w:rsidP="00063799">
            <w:pPr>
              <w:numPr>
                <w:ilvl w:val="0"/>
                <w:numId w:val="9"/>
              </w:numPr>
              <w:rPr>
                <w:color w:val="000000" w:themeColor="text1"/>
              </w:rPr>
            </w:pPr>
            <w:r w:rsidRPr="006E0F06">
              <w:rPr>
                <w:color w:val="000000" w:themeColor="text1"/>
              </w:rPr>
              <w:t>Writing in a notebook</w:t>
            </w:r>
          </w:p>
          <w:p w14:paraId="64732630" w14:textId="6CA62EC1" w:rsidR="00BF762F" w:rsidRPr="006E0F06" w:rsidRDefault="00BF762F" w:rsidP="00BF762F">
            <w:pPr>
              <w:numPr>
                <w:ilvl w:val="0"/>
                <w:numId w:val="9"/>
              </w:numPr>
              <w:rPr>
                <w:color w:val="000000" w:themeColor="text1"/>
              </w:rPr>
            </w:pPr>
            <w:r w:rsidRPr="006E0F06">
              <w:rPr>
                <w:color w:val="000000" w:themeColor="text1"/>
              </w:rPr>
              <w:t>Using a phone</w:t>
            </w:r>
          </w:p>
          <w:p w14:paraId="40317B59" w14:textId="0FE2AE2B" w:rsidR="00BF762F" w:rsidRPr="006E0F06" w:rsidRDefault="00BF762F" w:rsidP="00063799">
            <w:pPr>
              <w:numPr>
                <w:ilvl w:val="0"/>
                <w:numId w:val="9"/>
              </w:numPr>
              <w:rPr>
                <w:color w:val="000000" w:themeColor="text1"/>
              </w:rPr>
            </w:pPr>
            <w:r w:rsidRPr="006E0F06">
              <w:rPr>
                <w:color w:val="000000" w:themeColor="text1"/>
              </w:rPr>
              <w:t>Working</w:t>
            </w:r>
            <w:r w:rsidR="007C638B" w:rsidRPr="006E0F06">
              <w:rPr>
                <w:color w:val="000000" w:themeColor="text1"/>
              </w:rPr>
              <w:t xml:space="preserve"> with a friend</w:t>
            </w:r>
          </w:p>
        </w:tc>
      </w:tr>
    </w:tbl>
    <w:tbl>
      <w:tblPr>
        <w:tblW w:w="5000" w:type="pct"/>
        <w:tblCellMar>
          <w:left w:w="115" w:type="dxa"/>
          <w:right w:w="115" w:type="dxa"/>
        </w:tblCellMar>
        <w:tblLook w:val="01E0" w:firstRow="1" w:lastRow="1" w:firstColumn="1" w:lastColumn="1" w:noHBand="0" w:noVBand="0"/>
      </w:tblPr>
      <w:tblGrid>
        <w:gridCol w:w="1125"/>
        <w:gridCol w:w="9905"/>
      </w:tblGrid>
      <w:tr w:rsidR="00D066B5" w:rsidRPr="006E0F06" w14:paraId="45F8A6E8" w14:textId="77777777" w:rsidTr="000F41E3">
        <w:trPr>
          <w:cantSplit/>
        </w:trPr>
        <w:tc>
          <w:tcPr>
            <w:tcW w:w="510" w:type="pct"/>
          </w:tcPr>
          <w:p w14:paraId="682713FA" w14:textId="77777777" w:rsidR="00D066B5" w:rsidRPr="006E0F06" w:rsidRDefault="00D066B5" w:rsidP="002F0643">
            <w:pPr>
              <w:pStyle w:val="txtx1"/>
              <w:rPr>
                <w:i/>
                <w:color w:val="000000" w:themeColor="text1"/>
              </w:rPr>
            </w:pPr>
            <w:bookmarkStart w:id="5" w:name="Saf_HazMat_FA20_dldl149"/>
            <w:bookmarkEnd w:id="4"/>
          </w:p>
        </w:tc>
        <w:tc>
          <w:tcPr>
            <w:tcW w:w="4490" w:type="pct"/>
          </w:tcPr>
          <w:p w14:paraId="3E3658C7" w14:textId="16EC1A31" w:rsidR="00D066B5" w:rsidRPr="006E0F06" w:rsidRDefault="00D066B5" w:rsidP="002F0643">
            <w:pPr>
              <w:rPr>
                <w:i/>
                <w:color w:val="000000" w:themeColor="text1"/>
              </w:rPr>
            </w:pPr>
          </w:p>
        </w:tc>
      </w:tr>
      <w:bookmarkEnd w:id="5"/>
    </w:tbl>
    <w:p w14:paraId="6F27D93C" w14:textId="77777777" w:rsidR="00D066B5" w:rsidRPr="006E0F06" w:rsidRDefault="00D066B5"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D066B5" w:rsidRPr="006E0F06" w14:paraId="04E0DCDB" w14:textId="77777777" w:rsidTr="000F41E3">
        <w:trPr>
          <w:cantSplit/>
          <w:trHeight w:val="180"/>
        </w:trPr>
        <w:tc>
          <w:tcPr>
            <w:tcW w:w="520" w:type="pct"/>
          </w:tcPr>
          <w:p w14:paraId="66C5D386" w14:textId="77777777" w:rsidR="00D066B5" w:rsidRPr="006E0F06" w:rsidRDefault="00D066B5" w:rsidP="000F41E3">
            <w:pPr>
              <w:pStyle w:val="stepsnumbered"/>
              <w:keepNext/>
              <w:rPr>
                <w:color w:val="000000" w:themeColor="text1"/>
                <w:szCs w:val="24"/>
              </w:rPr>
            </w:pPr>
            <w:bookmarkStart w:id="6" w:name="Saf_HazMat_FA20_quid18"/>
          </w:p>
        </w:tc>
        <w:tc>
          <w:tcPr>
            <w:tcW w:w="4480" w:type="pct"/>
            <w:vAlign w:val="center"/>
          </w:tcPr>
          <w:p w14:paraId="4E5097EA" w14:textId="10A0AD27" w:rsidR="00D066B5" w:rsidRPr="006E0F06" w:rsidRDefault="00BF762F" w:rsidP="000F41E3">
            <w:pPr>
              <w:pStyle w:val="BodyText"/>
              <w:keepNext/>
              <w:rPr>
                <w:color w:val="000000" w:themeColor="text1"/>
                <w:szCs w:val="24"/>
              </w:rPr>
            </w:pPr>
            <w:r w:rsidRPr="006E0F06">
              <w:rPr>
                <w:color w:val="000000" w:themeColor="text1"/>
                <w:szCs w:val="24"/>
              </w:rPr>
              <w:t xml:space="preserve">_________  ___________ </w:t>
            </w:r>
            <w:proofErr w:type="gramStart"/>
            <w:r w:rsidRPr="006E0F06">
              <w:rPr>
                <w:color w:val="000000" w:themeColor="text1"/>
                <w:szCs w:val="24"/>
              </w:rPr>
              <w:t>should</w:t>
            </w:r>
            <w:proofErr w:type="gramEnd"/>
            <w:r w:rsidRPr="006E0F06">
              <w:rPr>
                <w:color w:val="000000" w:themeColor="text1"/>
                <w:szCs w:val="24"/>
              </w:rPr>
              <w:t xml:space="preserve"> be worn AT ALL TIMES when in the facility.</w:t>
            </w:r>
          </w:p>
        </w:tc>
      </w:tr>
      <w:tr w:rsidR="00D066B5" w:rsidRPr="006E0F06" w14:paraId="7DF26A23" w14:textId="77777777" w:rsidTr="000F41E3">
        <w:trPr>
          <w:cantSplit/>
          <w:trHeight w:val="143"/>
        </w:trPr>
        <w:tc>
          <w:tcPr>
            <w:tcW w:w="520" w:type="pct"/>
          </w:tcPr>
          <w:p w14:paraId="41855FCD" w14:textId="77777777" w:rsidR="00D066B5" w:rsidRPr="006E0F06" w:rsidRDefault="00D066B5" w:rsidP="000F41E3">
            <w:pPr>
              <w:rPr>
                <w:color w:val="000000" w:themeColor="text1"/>
              </w:rPr>
            </w:pPr>
          </w:p>
        </w:tc>
        <w:tc>
          <w:tcPr>
            <w:tcW w:w="4480" w:type="pct"/>
          </w:tcPr>
          <w:p w14:paraId="0A2CF383" w14:textId="77777777" w:rsidR="00D066B5" w:rsidRPr="006E0F06" w:rsidRDefault="00BF762F" w:rsidP="00BF762F">
            <w:pPr>
              <w:numPr>
                <w:ilvl w:val="0"/>
                <w:numId w:val="10"/>
              </w:numPr>
              <w:rPr>
                <w:color w:val="000000" w:themeColor="text1"/>
              </w:rPr>
            </w:pPr>
            <w:r w:rsidRPr="006E0F06">
              <w:rPr>
                <w:color w:val="000000" w:themeColor="text1"/>
              </w:rPr>
              <w:t>Shoe covers</w:t>
            </w:r>
          </w:p>
          <w:p w14:paraId="79869086" w14:textId="77777777" w:rsidR="00BF762F" w:rsidRPr="006E0F06" w:rsidRDefault="00BF762F" w:rsidP="00BF762F">
            <w:pPr>
              <w:numPr>
                <w:ilvl w:val="0"/>
                <w:numId w:val="10"/>
              </w:numPr>
              <w:rPr>
                <w:color w:val="000000" w:themeColor="text1"/>
              </w:rPr>
            </w:pPr>
            <w:r w:rsidRPr="006E0F06">
              <w:rPr>
                <w:color w:val="000000" w:themeColor="text1"/>
              </w:rPr>
              <w:t>Chemical gloves</w:t>
            </w:r>
          </w:p>
          <w:p w14:paraId="1110F010" w14:textId="77777777" w:rsidR="00BF762F" w:rsidRPr="006E0F06" w:rsidRDefault="00BF762F" w:rsidP="00BF762F">
            <w:pPr>
              <w:numPr>
                <w:ilvl w:val="0"/>
                <w:numId w:val="10"/>
              </w:numPr>
              <w:rPr>
                <w:color w:val="000000" w:themeColor="text1"/>
              </w:rPr>
            </w:pPr>
            <w:r w:rsidRPr="006E0F06">
              <w:rPr>
                <w:color w:val="000000" w:themeColor="text1"/>
              </w:rPr>
              <w:t>Safety Glasses</w:t>
            </w:r>
          </w:p>
          <w:p w14:paraId="3B81CF17" w14:textId="7F1F7E1E" w:rsidR="00BF762F" w:rsidRPr="006E0F06" w:rsidRDefault="00BF762F" w:rsidP="00BF762F">
            <w:pPr>
              <w:numPr>
                <w:ilvl w:val="0"/>
                <w:numId w:val="10"/>
              </w:numPr>
              <w:rPr>
                <w:color w:val="000000" w:themeColor="text1"/>
              </w:rPr>
            </w:pPr>
            <w:r w:rsidRPr="006E0F06">
              <w:rPr>
                <w:color w:val="000000" w:themeColor="text1"/>
              </w:rPr>
              <w:t>Lab coat</w:t>
            </w:r>
          </w:p>
        </w:tc>
      </w:tr>
      <w:bookmarkEnd w:id="6"/>
    </w:tbl>
    <w:p w14:paraId="03467E07" w14:textId="77777777" w:rsidR="00D066B5" w:rsidRPr="006E0F06" w:rsidRDefault="00D066B5"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D066B5" w:rsidRPr="006E0F06" w14:paraId="0886366C" w14:textId="77777777" w:rsidTr="000F41E3">
        <w:trPr>
          <w:cantSplit/>
          <w:trHeight w:val="720"/>
        </w:trPr>
        <w:tc>
          <w:tcPr>
            <w:tcW w:w="520" w:type="pct"/>
          </w:tcPr>
          <w:p w14:paraId="425D75D6" w14:textId="77777777" w:rsidR="00D066B5" w:rsidRPr="006E0F06" w:rsidRDefault="00D066B5" w:rsidP="000F41E3">
            <w:pPr>
              <w:pStyle w:val="stepsnumbered"/>
              <w:rPr>
                <w:color w:val="000000" w:themeColor="text1"/>
                <w:szCs w:val="24"/>
              </w:rPr>
            </w:pPr>
            <w:bookmarkStart w:id="7" w:name="Saf_HazMat_FA20_quid15"/>
          </w:p>
        </w:tc>
        <w:tc>
          <w:tcPr>
            <w:tcW w:w="4480" w:type="pct"/>
            <w:vAlign w:val="center"/>
          </w:tcPr>
          <w:p w14:paraId="167E5B6E" w14:textId="77777777" w:rsidR="00D066B5" w:rsidRPr="006E0F06" w:rsidRDefault="00D066B5" w:rsidP="000F41E3">
            <w:pPr>
              <w:pStyle w:val="BodyText"/>
              <w:rPr>
                <w:color w:val="000000" w:themeColor="text1"/>
                <w:szCs w:val="24"/>
              </w:rPr>
            </w:pPr>
            <w:r w:rsidRPr="006E0F06">
              <w:rPr>
                <w:color w:val="000000" w:themeColor="text1"/>
                <w:szCs w:val="24"/>
              </w:rPr>
              <w:t>What is "working within sight and hearing of at least one other person who is familiar with the kind of work you are doing?"  _________________________________</w:t>
            </w:r>
          </w:p>
        </w:tc>
      </w:tr>
      <w:bookmarkEnd w:id="7"/>
    </w:tbl>
    <w:p w14:paraId="42AA95F9" w14:textId="77777777" w:rsidR="00D066B5" w:rsidRPr="006E0F06" w:rsidRDefault="00D066B5"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D066B5" w:rsidRPr="006E0F06" w14:paraId="0F99A387" w14:textId="77777777" w:rsidTr="000F41E3">
        <w:trPr>
          <w:cantSplit/>
          <w:trHeight w:val="180"/>
        </w:trPr>
        <w:tc>
          <w:tcPr>
            <w:tcW w:w="520" w:type="pct"/>
          </w:tcPr>
          <w:p w14:paraId="25483C3D" w14:textId="77777777" w:rsidR="00D066B5" w:rsidRPr="006E0F06" w:rsidRDefault="00D066B5" w:rsidP="000F41E3">
            <w:pPr>
              <w:pStyle w:val="stepsnumbered"/>
              <w:keepNext/>
              <w:rPr>
                <w:color w:val="000000" w:themeColor="text1"/>
                <w:szCs w:val="24"/>
              </w:rPr>
            </w:pPr>
            <w:bookmarkStart w:id="8" w:name="Saf_HazMat_FA20_quid1"/>
          </w:p>
        </w:tc>
        <w:tc>
          <w:tcPr>
            <w:tcW w:w="4480" w:type="pct"/>
            <w:vAlign w:val="center"/>
          </w:tcPr>
          <w:p w14:paraId="5F3BAE46" w14:textId="49916FC9" w:rsidR="00D066B5" w:rsidRPr="006E0F06" w:rsidRDefault="00BF762F" w:rsidP="00BF762F">
            <w:pPr>
              <w:pStyle w:val="BodyText"/>
              <w:keepNext/>
              <w:rPr>
                <w:color w:val="000000" w:themeColor="text1"/>
                <w:szCs w:val="24"/>
              </w:rPr>
            </w:pPr>
            <w:r w:rsidRPr="006E0F06">
              <w:rPr>
                <w:color w:val="000000" w:themeColor="text1"/>
                <w:szCs w:val="24"/>
              </w:rPr>
              <w:t>Which of the following is NOT necessary</w:t>
            </w:r>
            <w:r w:rsidR="00D066B5" w:rsidRPr="006E0F06">
              <w:rPr>
                <w:color w:val="000000" w:themeColor="text1"/>
                <w:szCs w:val="24"/>
              </w:rPr>
              <w:t xml:space="preserve"> when you </w:t>
            </w:r>
            <w:r w:rsidRPr="006E0F06">
              <w:rPr>
                <w:color w:val="000000" w:themeColor="text1"/>
                <w:szCs w:val="24"/>
              </w:rPr>
              <w:t xml:space="preserve">first </w:t>
            </w:r>
            <w:r w:rsidR="00D066B5" w:rsidRPr="006E0F06">
              <w:rPr>
                <w:color w:val="000000" w:themeColor="text1"/>
                <w:szCs w:val="24"/>
              </w:rPr>
              <w:t xml:space="preserve">enter a new lab environment? </w:t>
            </w:r>
          </w:p>
        </w:tc>
      </w:tr>
      <w:tr w:rsidR="00D066B5" w:rsidRPr="006E0F06" w14:paraId="2085D1DC" w14:textId="77777777" w:rsidTr="000F41E3">
        <w:trPr>
          <w:cantSplit/>
          <w:trHeight w:val="143"/>
        </w:trPr>
        <w:tc>
          <w:tcPr>
            <w:tcW w:w="520" w:type="pct"/>
          </w:tcPr>
          <w:p w14:paraId="14231B55" w14:textId="77777777" w:rsidR="00D066B5" w:rsidRPr="006E0F06" w:rsidRDefault="00D066B5" w:rsidP="000F41E3">
            <w:pPr>
              <w:rPr>
                <w:color w:val="000000" w:themeColor="text1"/>
              </w:rPr>
            </w:pPr>
          </w:p>
        </w:tc>
        <w:tc>
          <w:tcPr>
            <w:tcW w:w="4480" w:type="pct"/>
          </w:tcPr>
          <w:p w14:paraId="21DC4294" w14:textId="77777777" w:rsidR="00D066B5" w:rsidRPr="006E0F06" w:rsidRDefault="00D066B5" w:rsidP="00063799">
            <w:pPr>
              <w:numPr>
                <w:ilvl w:val="0"/>
                <w:numId w:val="11"/>
              </w:numPr>
              <w:rPr>
                <w:color w:val="000000" w:themeColor="text1"/>
              </w:rPr>
            </w:pPr>
            <w:r w:rsidRPr="006E0F06">
              <w:rPr>
                <w:color w:val="000000" w:themeColor="text1"/>
              </w:rPr>
              <w:t>Locate the emergency exits</w:t>
            </w:r>
          </w:p>
          <w:p w14:paraId="19F2F22C" w14:textId="77777777" w:rsidR="00D066B5" w:rsidRPr="006E0F06" w:rsidRDefault="00D066B5" w:rsidP="00063799">
            <w:pPr>
              <w:numPr>
                <w:ilvl w:val="0"/>
                <w:numId w:val="11"/>
              </w:numPr>
              <w:rPr>
                <w:color w:val="000000" w:themeColor="text1"/>
              </w:rPr>
            </w:pPr>
            <w:r w:rsidRPr="006E0F06">
              <w:rPr>
                <w:color w:val="000000" w:themeColor="text1"/>
              </w:rPr>
              <w:t>Study the evacuation plan</w:t>
            </w:r>
          </w:p>
          <w:p w14:paraId="184143A0" w14:textId="77777777" w:rsidR="00D066B5" w:rsidRPr="006E0F06" w:rsidRDefault="00D066B5" w:rsidP="00063799">
            <w:pPr>
              <w:numPr>
                <w:ilvl w:val="0"/>
                <w:numId w:val="11"/>
              </w:numPr>
              <w:rPr>
                <w:color w:val="000000" w:themeColor="text1"/>
              </w:rPr>
            </w:pPr>
            <w:r w:rsidRPr="006E0F06">
              <w:rPr>
                <w:color w:val="000000" w:themeColor="text1"/>
              </w:rPr>
              <w:t>Locate safety shower, eye wash and first aid kits</w:t>
            </w:r>
          </w:p>
          <w:p w14:paraId="1ACC0919" w14:textId="42BCA7BA" w:rsidR="00D066B5" w:rsidRPr="006E0F06" w:rsidRDefault="00BF762F" w:rsidP="00063799">
            <w:pPr>
              <w:numPr>
                <w:ilvl w:val="0"/>
                <w:numId w:val="11"/>
              </w:numPr>
              <w:rPr>
                <w:color w:val="000000" w:themeColor="text1"/>
              </w:rPr>
            </w:pPr>
            <w:r w:rsidRPr="006E0F06">
              <w:rPr>
                <w:color w:val="000000" w:themeColor="text1"/>
              </w:rPr>
              <w:t>Identify all chemicals in the lab</w:t>
            </w:r>
          </w:p>
        </w:tc>
      </w:tr>
      <w:bookmarkEnd w:id="8"/>
    </w:tbl>
    <w:p w14:paraId="3E1848EE" w14:textId="77777777" w:rsidR="005D3D49" w:rsidRPr="006E0F06" w:rsidRDefault="005D3D49"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5D3D49" w:rsidRPr="006E0F06" w14:paraId="6544DCE4" w14:textId="77777777" w:rsidTr="000F41E3">
        <w:trPr>
          <w:cantSplit/>
          <w:trHeight w:val="180"/>
        </w:trPr>
        <w:tc>
          <w:tcPr>
            <w:tcW w:w="520" w:type="pct"/>
          </w:tcPr>
          <w:p w14:paraId="44B2A7CE" w14:textId="77777777" w:rsidR="005D3D49" w:rsidRPr="006E0F06" w:rsidRDefault="005D3D49" w:rsidP="000F41E3">
            <w:pPr>
              <w:pStyle w:val="stepsnumbered"/>
              <w:keepNext/>
              <w:rPr>
                <w:color w:val="000000" w:themeColor="text1"/>
                <w:szCs w:val="24"/>
              </w:rPr>
            </w:pPr>
            <w:bookmarkStart w:id="9" w:name="Saf_HazMat_FA20_quid20"/>
          </w:p>
        </w:tc>
        <w:tc>
          <w:tcPr>
            <w:tcW w:w="4480" w:type="pct"/>
            <w:vAlign w:val="center"/>
          </w:tcPr>
          <w:p w14:paraId="14DC5F68" w14:textId="77777777" w:rsidR="005D3D49" w:rsidRPr="006E0F06" w:rsidRDefault="005D3D49" w:rsidP="000F41E3">
            <w:pPr>
              <w:pStyle w:val="BodyText"/>
              <w:keepNext/>
              <w:rPr>
                <w:color w:val="000000" w:themeColor="text1"/>
                <w:szCs w:val="24"/>
              </w:rPr>
            </w:pPr>
            <w:r w:rsidRPr="006E0F06">
              <w:rPr>
                <w:color w:val="000000" w:themeColor="text1"/>
                <w:szCs w:val="24"/>
              </w:rPr>
              <w:t xml:space="preserve">What is the purpose of a safety shower? </w:t>
            </w:r>
          </w:p>
        </w:tc>
      </w:tr>
      <w:tr w:rsidR="005D3D49" w:rsidRPr="006E0F06" w14:paraId="445610C3" w14:textId="77777777" w:rsidTr="000F41E3">
        <w:trPr>
          <w:cantSplit/>
          <w:trHeight w:val="143"/>
        </w:trPr>
        <w:tc>
          <w:tcPr>
            <w:tcW w:w="520" w:type="pct"/>
          </w:tcPr>
          <w:p w14:paraId="1DDAF4F1" w14:textId="77777777" w:rsidR="005D3D49" w:rsidRPr="006E0F06" w:rsidRDefault="005D3D49" w:rsidP="000F41E3">
            <w:pPr>
              <w:rPr>
                <w:color w:val="000000" w:themeColor="text1"/>
              </w:rPr>
            </w:pPr>
          </w:p>
        </w:tc>
        <w:tc>
          <w:tcPr>
            <w:tcW w:w="4480" w:type="pct"/>
          </w:tcPr>
          <w:p w14:paraId="73F37A6B" w14:textId="77777777" w:rsidR="005D3D49" w:rsidRPr="006E0F06" w:rsidRDefault="005D3D49" w:rsidP="00063799">
            <w:pPr>
              <w:numPr>
                <w:ilvl w:val="0"/>
                <w:numId w:val="12"/>
              </w:numPr>
              <w:rPr>
                <w:color w:val="000000" w:themeColor="text1"/>
              </w:rPr>
            </w:pPr>
            <w:r w:rsidRPr="006E0F06">
              <w:rPr>
                <w:color w:val="000000" w:themeColor="text1"/>
              </w:rPr>
              <w:t>To take a shower after running</w:t>
            </w:r>
          </w:p>
          <w:p w14:paraId="5EAC55E7" w14:textId="77777777" w:rsidR="005D3D49" w:rsidRPr="006E0F06" w:rsidRDefault="005D3D49" w:rsidP="00063799">
            <w:pPr>
              <w:numPr>
                <w:ilvl w:val="0"/>
                <w:numId w:val="12"/>
              </w:numPr>
              <w:rPr>
                <w:color w:val="000000" w:themeColor="text1"/>
              </w:rPr>
            </w:pPr>
            <w:r w:rsidRPr="006E0F06">
              <w:rPr>
                <w:color w:val="000000" w:themeColor="text1"/>
              </w:rPr>
              <w:t>To remove chemicals from a person's body</w:t>
            </w:r>
          </w:p>
          <w:p w14:paraId="146862A7" w14:textId="77777777" w:rsidR="005D3D49" w:rsidRPr="006E0F06" w:rsidRDefault="005D3D49" w:rsidP="00063799">
            <w:pPr>
              <w:numPr>
                <w:ilvl w:val="0"/>
                <w:numId w:val="12"/>
              </w:numPr>
              <w:rPr>
                <w:color w:val="000000" w:themeColor="text1"/>
              </w:rPr>
            </w:pPr>
            <w:r w:rsidRPr="006E0F06">
              <w:rPr>
                <w:color w:val="000000" w:themeColor="text1"/>
              </w:rPr>
              <w:t>To rinse out chemical bottles</w:t>
            </w:r>
          </w:p>
          <w:p w14:paraId="039D4B15" w14:textId="77777777" w:rsidR="005D3D49" w:rsidRPr="006E0F06" w:rsidRDefault="00893937" w:rsidP="00063799">
            <w:pPr>
              <w:numPr>
                <w:ilvl w:val="0"/>
                <w:numId w:val="12"/>
              </w:numPr>
              <w:rPr>
                <w:color w:val="000000" w:themeColor="text1"/>
              </w:rPr>
            </w:pPr>
            <w:r w:rsidRPr="006E0F06">
              <w:rPr>
                <w:color w:val="000000" w:themeColor="text1"/>
              </w:rPr>
              <w:t>To clean acid gear after use</w:t>
            </w:r>
          </w:p>
        </w:tc>
      </w:tr>
    </w:tbl>
    <w:tbl>
      <w:tblPr>
        <w:tblW w:w="510" w:type="pct"/>
        <w:tblCellMar>
          <w:left w:w="115" w:type="dxa"/>
          <w:right w:w="115" w:type="dxa"/>
        </w:tblCellMar>
        <w:tblLook w:val="01E0" w:firstRow="1" w:lastRow="1" w:firstColumn="1" w:lastColumn="1" w:noHBand="0" w:noVBand="0"/>
      </w:tblPr>
      <w:tblGrid>
        <w:gridCol w:w="1125"/>
      </w:tblGrid>
      <w:tr w:rsidR="00EB55E0" w:rsidRPr="006E0F06" w14:paraId="2AF04A28" w14:textId="77777777" w:rsidTr="00EB55E0">
        <w:trPr>
          <w:cantSplit/>
        </w:trPr>
        <w:tc>
          <w:tcPr>
            <w:tcW w:w="5000" w:type="pct"/>
          </w:tcPr>
          <w:p w14:paraId="1D9E6795" w14:textId="77777777" w:rsidR="00EB55E0" w:rsidRPr="006E0F06" w:rsidRDefault="00EB55E0" w:rsidP="002F0643">
            <w:pPr>
              <w:pStyle w:val="txtx1"/>
              <w:rPr>
                <w:i/>
                <w:color w:val="000000" w:themeColor="text1"/>
              </w:rPr>
            </w:pPr>
            <w:bookmarkStart w:id="10" w:name="Saf_HazMat_FA20_dldl170"/>
            <w:bookmarkEnd w:id="9"/>
          </w:p>
        </w:tc>
      </w:tr>
      <w:bookmarkEnd w:id="10"/>
    </w:tbl>
    <w:p w14:paraId="1C706901" w14:textId="77777777" w:rsidR="005D3D49" w:rsidRPr="006E0F06" w:rsidRDefault="005D3D49"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5D3D49" w:rsidRPr="006E0F06" w14:paraId="783CB4C6" w14:textId="77777777" w:rsidTr="000F41E3">
        <w:trPr>
          <w:cantSplit/>
          <w:trHeight w:val="180"/>
        </w:trPr>
        <w:tc>
          <w:tcPr>
            <w:tcW w:w="520" w:type="pct"/>
          </w:tcPr>
          <w:p w14:paraId="1F7902E3" w14:textId="77777777" w:rsidR="005D3D49" w:rsidRPr="006E0F06" w:rsidRDefault="005D3D49" w:rsidP="000F41E3">
            <w:pPr>
              <w:pStyle w:val="stepsnumbered"/>
              <w:keepNext/>
              <w:rPr>
                <w:color w:val="000000" w:themeColor="text1"/>
                <w:szCs w:val="24"/>
              </w:rPr>
            </w:pPr>
            <w:bookmarkStart w:id="11" w:name="Saf_HazMat_FA20_quid7"/>
          </w:p>
        </w:tc>
        <w:tc>
          <w:tcPr>
            <w:tcW w:w="4480" w:type="pct"/>
            <w:vAlign w:val="center"/>
          </w:tcPr>
          <w:p w14:paraId="007088CC" w14:textId="77777777" w:rsidR="005D3D49" w:rsidRPr="006E0F06" w:rsidRDefault="005D3D49" w:rsidP="000F41E3">
            <w:pPr>
              <w:pStyle w:val="BodyText"/>
              <w:keepNext/>
              <w:rPr>
                <w:color w:val="000000" w:themeColor="text1"/>
                <w:szCs w:val="24"/>
              </w:rPr>
            </w:pPr>
            <w:r w:rsidRPr="006E0F06">
              <w:rPr>
                <w:color w:val="000000" w:themeColor="text1"/>
                <w:szCs w:val="24"/>
              </w:rPr>
              <w:t>Which of the following should NOT be worn when working with chemicals?</w:t>
            </w:r>
          </w:p>
        </w:tc>
      </w:tr>
      <w:tr w:rsidR="005D3D49" w:rsidRPr="006E0F06" w14:paraId="1244596C" w14:textId="77777777" w:rsidTr="000F41E3">
        <w:trPr>
          <w:cantSplit/>
          <w:trHeight w:val="143"/>
        </w:trPr>
        <w:tc>
          <w:tcPr>
            <w:tcW w:w="520" w:type="pct"/>
          </w:tcPr>
          <w:p w14:paraId="4BF018C0" w14:textId="77777777" w:rsidR="005D3D49" w:rsidRPr="006E0F06" w:rsidRDefault="005D3D49" w:rsidP="000F41E3">
            <w:pPr>
              <w:rPr>
                <w:color w:val="000000" w:themeColor="text1"/>
              </w:rPr>
            </w:pPr>
          </w:p>
        </w:tc>
        <w:tc>
          <w:tcPr>
            <w:tcW w:w="4480" w:type="pct"/>
          </w:tcPr>
          <w:p w14:paraId="54F256B0" w14:textId="77777777" w:rsidR="005D3D49" w:rsidRPr="006E0F06" w:rsidRDefault="005D3D49" w:rsidP="00063799">
            <w:pPr>
              <w:numPr>
                <w:ilvl w:val="0"/>
                <w:numId w:val="14"/>
              </w:numPr>
              <w:rPr>
                <w:color w:val="000000" w:themeColor="text1"/>
              </w:rPr>
            </w:pPr>
            <w:r w:rsidRPr="006E0F06">
              <w:rPr>
                <w:color w:val="000000" w:themeColor="text1"/>
              </w:rPr>
              <w:t>Shorts sleeve shirt</w:t>
            </w:r>
          </w:p>
          <w:p w14:paraId="6FF48F14" w14:textId="77777777" w:rsidR="005D3D49" w:rsidRPr="006E0F06" w:rsidRDefault="005D3D49" w:rsidP="00063799">
            <w:pPr>
              <w:numPr>
                <w:ilvl w:val="0"/>
                <w:numId w:val="14"/>
              </w:numPr>
              <w:rPr>
                <w:color w:val="000000" w:themeColor="text1"/>
              </w:rPr>
            </w:pPr>
            <w:r w:rsidRPr="006E0F06">
              <w:rPr>
                <w:color w:val="000000" w:themeColor="text1"/>
              </w:rPr>
              <w:t>Long pants</w:t>
            </w:r>
          </w:p>
          <w:p w14:paraId="1421D6BF" w14:textId="77777777" w:rsidR="005D3D49" w:rsidRPr="006E0F06" w:rsidRDefault="005D3D49" w:rsidP="00063799">
            <w:pPr>
              <w:numPr>
                <w:ilvl w:val="0"/>
                <w:numId w:val="14"/>
              </w:numPr>
              <w:rPr>
                <w:color w:val="000000" w:themeColor="text1"/>
              </w:rPr>
            </w:pPr>
            <w:r w:rsidRPr="006E0F06">
              <w:rPr>
                <w:color w:val="000000" w:themeColor="text1"/>
              </w:rPr>
              <w:t>Contact lenses</w:t>
            </w:r>
          </w:p>
          <w:p w14:paraId="71382730" w14:textId="77777777" w:rsidR="005D3D49" w:rsidRPr="006E0F06" w:rsidRDefault="005D3D49" w:rsidP="00063799">
            <w:pPr>
              <w:numPr>
                <w:ilvl w:val="0"/>
                <w:numId w:val="14"/>
              </w:numPr>
              <w:rPr>
                <w:color w:val="000000" w:themeColor="text1"/>
              </w:rPr>
            </w:pPr>
            <w:r w:rsidRPr="006E0F06">
              <w:rPr>
                <w:color w:val="000000" w:themeColor="text1"/>
              </w:rPr>
              <w:t>Make-up</w:t>
            </w:r>
          </w:p>
        </w:tc>
      </w:tr>
      <w:bookmarkEnd w:id="11"/>
    </w:tbl>
    <w:p w14:paraId="19408580" w14:textId="77777777" w:rsidR="005D3D49" w:rsidRPr="006E0F06" w:rsidRDefault="005D3D49"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5D3D49" w:rsidRPr="006E0F06" w14:paraId="4780127C" w14:textId="77777777" w:rsidTr="000F41E3">
        <w:trPr>
          <w:cantSplit/>
          <w:trHeight w:val="720"/>
        </w:trPr>
        <w:tc>
          <w:tcPr>
            <w:tcW w:w="520" w:type="pct"/>
          </w:tcPr>
          <w:p w14:paraId="5B4E4542" w14:textId="77777777" w:rsidR="005D3D49" w:rsidRPr="006E0F06" w:rsidRDefault="005D3D49" w:rsidP="000F41E3">
            <w:pPr>
              <w:pStyle w:val="stepsnumbered"/>
              <w:rPr>
                <w:color w:val="000000" w:themeColor="text1"/>
                <w:szCs w:val="24"/>
              </w:rPr>
            </w:pPr>
            <w:bookmarkStart w:id="12" w:name="Saf_HazMat_FA20_quid17"/>
          </w:p>
        </w:tc>
        <w:tc>
          <w:tcPr>
            <w:tcW w:w="4480" w:type="pct"/>
            <w:vAlign w:val="center"/>
          </w:tcPr>
          <w:p w14:paraId="585526C9" w14:textId="77777777" w:rsidR="005D3D49" w:rsidRPr="006E0F06" w:rsidRDefault="005D3D49" w:rsidP="000F41E3">
            <w:pPr>
              <w:pStyle w:val="BodyText"/>
              <w:rPr>
                <w:color w:val="000000" w:themeColor="text1"/>
                <w:szCs w:val="24"/>
              </w:rPr>
            </w:pPr>
            <w:r w:rsidRPr="006E0F06">
              <w:rPr>
                <w:color w:val="000000" w:themeColor="text1"/>
                <w:szCs w:val="24"/>
              </w:rPr>
              <w:t>What is your best source fo</w:t>
            </w:r>
            <w:r w:rsidR="009C2F47" w:rsidRPr="006E0F06">
              <w:rPr>
                <w:color w:val="000000" w:themeColor="text1"/>
                <w:szCs w:val="24"/>
              </w:rPr>
              <w:t>r information about a chemical?</w:t>
            </w:r>
          </w:p>
          <w:p w14:paraId="4FC4AFA0" w14:textId="2969C043" w:rsidR="009C2F47" w:rsidRPr="006E0F06" w:rsidRDefault="009C2F47" w:rsidP="009C2F47">
            <w:pPr>
              <w:numPr>
                <w:ilvl w:val="0"/>
                <w:numId w:val="31"/>
              </w:numPr>
              <w:rPr>
                <w:color w:val="000000" w:themeColor="text1"/>
              </w:rPr>
            </w:pPr>
            <w:r w:rsidRPr="006E0F06">
              <w:rPr>
                <w:color w:val="000000" w:themeColor="text1"/>
              </w:rPr>
              <w:t>Immediate Supervisor</w:t>
            </w:r>
          </w:p>
          <w:p w14:paraId="47927CFE" w14:textId="1F3BE8BB" w:rsidR="009C2F47" w:rsidRPr="006E0F06" w:rsidRDefault="009C2F47" w:rsidP="009C2F47">
            <w:pPr>
              <w:numPr>
                <w:ilvl w:val="0"/>
                <w:numId w:val="31"/>
              </w:numPr>
              <w:rPr>
                <w:color w:val="000000" w:themeColor="text1"/>
              </w:rPr>
            </w:pPr>
            <w:r w:rsidRPr="006E0F06">
              <w:rPr>
                <w:color w:val="000000" w:themeColor="text1"/>
              </w:rPr>
              <w:t>Chemical’s label</w:t>
            </w:r>
          </w:p>
          <w:p w14:paraId="59D1FD61" w14:textId="5F7D8A7C" w:rsidR="009C2F47" w:rsidRPr="006E0F06" w:rsidRDefault="009C2F47" w:rsidP="009C2F47">
            <w:pPr>
              <w:numPr>
                <w:ilvl w:val="0"/>
                <w:numId w:val="31"/>
              </w:numPr>
              <w:rPr>
                <w:color w:val="000000" w:themeColor="text1"/>
              </w:rPr>
            </w:pPr>
            <w:r w:rsidRPr="006E0F06">
              <w:rPr>
                <w:color w:val="000000" w:themeColor="text1"/>
              </w:rPr>
              <w:t>Safety Data Sheet</w:t>
            </w:r>
          </w:p>
          <w:p w14:paraId="64C3D2EF" w14:textId="01DA4809" w:rsidR="009C2F47" w:rsidRPr="006E0F06" w:rsidRDefault="009C2F47" w:rsidP="000F41E3">
            <w:pPr>
              <w:numPr>
                <w:ilvl w:val="0"/>
                <w:numId w:val="31"/>
              </w:numPr>
              <w:rPr>
                <w:color w:val="000000" w:themeColor="text1"/>
              </w:rPr>
            </w:pPr>
            <w:r w:rsidRPr="006E0F06">
              <w:rPr>
                <w:color w:val="000000" w:themeColor="text1"/>
              </w:rPr>
              <w:t>Chemical Engineer</w:t>
            </w:r>
          </w:p>
        </w:tc>
      </w:tr>
      <w:tr w:rsidR="005D3D49" w:rsidRPr="006E0F06" w14:paraId="0A97DA5A" w14:textId="77777777" w:rsidTr="00994E12">
        <w:trPr>
          <w:cantSplit/>
          <w:trHeight w:val="89"/>
        </w:trPr>
        <w:tc>
          <w:tcPr>
            <w:tcW w:w="520" w:type="pct"/>
          </w:tcPr>
          <w:p w14:paraId="34047844" w14:textId="77777777" w:rsidR="005D3D49" w:rsidRPr="006E0F06" w:rsidRDefault="005D3D49" w:rsidP="00994E12">
            <w:pPr>
              <w:pStyle w:val="stepsnumbered"/>
              <w:keepNext/>
              <w:numPr>
                <w:ilvl w:val="0"/>
                <w:numId w:val="0"/>
              </w:numPr>
              <w:rPr>
                <w:color w:val="000000" w:themeColor="text1"/>
                <w:szCs w:val="24"/>
              </w:rPr>
            </w:pPr>
            <w:bookmarkStart w:id="13" w:name="Saf_HazMat_FA20_quid23"/>
            <w:bookmarkEnd w:id="12"/>
          </w:p>
        </w:tc>
        <w:tc>
          <w:tcPr>
            <w:tcW w:w="4480" w:type="pct"/>
            <w:vAlign w:val="center"/>
          </w:tcPr>
          <w:p w14:paraId="2A86A5EA" w14:textId="6D6586F6" w:rsidR="005D3D49" w:rsidRPr="006E0F06" w:rsidRDefault="005D3D49" w:rsidP="000F41E3">
            <w:pPr>
              <w:pStyle w:val="BodyText"/>
              <w:keepNext/>
              <w:rPr>
                <w:color w:val="000000" w:themeColor="text1"/>
                <w:szCs w:val="24"/>
              </w:rPr>
            </w:pPr>
          </w:p>
        </w:tc>
      </w:tr>
      <w:tr w:rsidR="005D3D49" w:rsidRPr="006E0F06" w14:paraId="1AD5266D" w14:textId="77777777" w:rsidTr="000F41E3">
        <w:trPr>
          <w:cantSplit/>
          <w:trHeight w:val="143"/>
        </w:trPr>
        <w:tc>
          <w:tcPr>
            <w:tcW w:w="520" w:type="pct"/>
          </w:tcPr>
          <w:p w14:paraId="7EA06816" w14:textId="77777777" w:rsidR="005D3D49" w:rsidRPr="006E0F06" w:rsidRDefault="005D3D49" w:rsidP="000F41E3">
            <w:pPr>
              <w:rPr>
                <w:color w:val="000000" w:themeColor="text1"/>
              </w:rPr>
            </w:pPr>
          </w:p>
        </w:tc>
        <w:tc>
          <w:tcPr>
            <w:tcW w:w="4480" w:type="pct"/>
          </w:tcPr>
          <w:p w14:paraId="4CCACADC" w14:textId="6AF777C9" w:rsidR="00DD72D6" w:rsidRPr="006E0F06" w:rsidRDefault="00DD72D6" w:rsidP="00994E12">
            <w:pPr>
              <w:rPr>
                <w:color w:val="000000" w:themeColor="text1"/>
              </w:rPr>
            </w:pPr>
          </w:p>
        </w:tc>
      </w:tr>
      <w:bookmarkEnd w:id="13"/>
    </w:tbl>
    <w:p w14:paraId="2BFEF55C" w14:textId="77777777" w:rsidR="007D5319" w:rsidRPr="006E0F06" w:rsidRDefault="007D5319"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6E0F06" w14:paraId="0BF3F352" w14:textId="77777777" w:rsidTr="000F41E3">
        <w:trPr>
          <w:cantSplit/>
          <w:trHeight w:val="180"/>
        </w:trPr>
        <w:tc>
          <w:tcPr>
            <w:tcW w:w="520" w:type="pct"/>
          </w:tcPr>
          <w:p w14:paraId="6F17A528" w14:textId="77777777" w:rsidR="007D5319" w:rsidRPr="006E0F06" w:rsidRDefault="007D5319" w:rsidP="000F41E3">
            <w:pPr>
              <w:pStyle w:val="stepsnumbered"/>
              <w:keepNext/>
              <w:rPr>
                <w:color w:val="000000" w:themeColor="text1"/>
                <w:szCs w:val="24"/>
              </w:rPr>
            </w:pPr>
            <w:bookmarkStart w:id="14" w:name="Saf_HazMat_FA20_quid2"/>
          </w:p>
        </w:tc>
        <w:tc>
          <w:tcPr>
            <w:tcW w:w="4480" w:type="pct"/>
            <w:vAlign w:val="center"/>
          </w:tcPr>
          <w:p w14:paraId="7927EE75" w14:textId="3651965B" w:rsidR="007D5319" w:rsidRPr="006E0F06" w:rsidRDefault="00DE4FD3" w:rsidP="000F41E3">
            <w:pPr>
              <w:pStyle w:val="BodyText"/>
              <w:keepNext/>
              <w:rPr>
                <w:color w:val="000000" w:themeColor="text1"/>
                <w:szCs w:val="24"/>
              </w:rPr>
            </w:pPr>
            <w:r w:rsidRPr="006E0F06">
              <w:rPr>
                <w:color w:val="000000" w:themeColor="text1"/>
                <w:szCs w:val="24"/>
              </w:rPr>
              <w:t>What</w:t>
            </w:r>
            <w:r w:rsidR="007D5319" w:rsidRPr="006E0F06">
              <w:rPr>
                <w:color w:val="000000" w:themeColor="text1"/>
                <w:szCs w:val="24"/>
              </w:rPr>
              <w:t xml:space="preserve"> is the proper procedure for carrying bottles of chemicals?</w:t>
            </w:r>
          </w:p>
        </w:tc>
      </w:tr>
      <w:tr w:rsidR="007D5319" w:rsidRPr="006E0F06" w14:paraId="47FD8D3E" w14:textId="77777777" w:rsidTr="000F41E3">
        <w:trPr>
          <w:cantSplit/>
          <w:trHeight w:val="143"/>
        </w:trPr>
        <w:tc>
          <w:tcPr>
            <w:tcW w:w="520" w:type="pct"/>
          </w:tcPr>
          <w:p w14:paraId="28CA4B29" w14:textId="77777777" w:rsidR="007D5319" w:rsidRPr="006E0F06" w:rsidRDefault="007D5319" w:rsidP="000F41E3">
            <w:pPr>
              <w:rPr>
                <w:color w:val="000000" w:themeColor="text1"/>
              </w:rPr>
            </w:pPr>
          </w:p>
        </w:tc>
        <w:tc>
          <w:tcPr>
            <w:tcW w:w="4480" w:type="pct"/>
          </w:tcPr>
          <w:p w14:paraId="73B22A79" w14:textId="77777777" w:rsidR="007D5319" w:rsidRPr="006E0F06" w:rsidRDefault="007D5319" w:rsidP="00063799">
            <w:pPr>
              <w:numPr>
                <w:ilvl w:val="0"/>
                <w:numId w:val="16"/>
              </w:numPr>
              <w:rPr>
                <w:color w:val="000000" w:themeColor="text1"/>
              </w:rPr>
            </w:pPr>
            <w:r w:rsidRPr="006E0F06">
              <w:rPr>
                <w:color w:val="000000" w:themeColor="text1"/>
              </w:rPr>
              <w:t>Support from the bottom as well as from the neck</w:t>
            </w:r>
          </w:p>
          <w:p w14:paraId="15146835" w14:textId="77777777" w:rsidR="007D5319" w:rsidRPr="006E0F06" w:rsidRDefault="007D5319" w:rsidP="00063799">
            <w:pPr>
              <w:numPr>
                <w:ilvl w:val="0"/>
                <w:numId w:val="16"/>
              </w:numPr>
              <w:rPr>
                <w:color w:val="000000" w:themeColor="text1"/>
              </w:rPr>
            </w:pPr>
            <w:r w:rsidRPr="006E0F06">
              <w:rPr>
                <w:color w:val="000000" w:themeColor="text1"/>
              </w:rPr>
              <w:t>Hold the sides of the bottle with both hands</w:t>
            </w:r>
          </w:p>
          <w:p w14:paraId="4AEE83A8" w14:textId="77777777" w:rsidR="007D5319" w:rsidRPr="006E0F06" w:rsidRDefault="007D5319" w:rsidP="00063799">
            <w:pPr>
              <w:numPr>
                <w:ilvl w:val="0"/>
                <w:numId w:val="16"/>
              </w:numPr>
              <w:rPr>
                <w:color w:val="000000" w:themeColor="text1"/>
              </w:rPr>
            </w:pPr>
            <w:r w:rsidRPr="006E0F06">
              <w:rPr>
                <w:color w:val="000000" w:themeColor="text1"/>
              </w:rPr>
              <w:t>With you hand around the neck, hold securely against your body</w:t>
            </w:r>
          </w:p>
          <w:p w14:paraId="3B3DAC08" w14:textId="77777777" w:rsidR="007D5319" w:rsidRPr="006E0F06" w:rsidRDefault="007D5319" w:rsidP="00063799">
            <w:pPr>
              <w:numPr>
                <w:ilvl w:val="0"/>
                <w:numId w:val="16"/>
              </w:numPr>
              <w:rPr>
                <w:color w:val="000000" w:themeColor="text1"/>
              </w:rPr>
            </w:pPr>
            <w:r w:rsidRPr="006E0F06">
              <w:rPr>
                <w:color w:val="000000" w:themeColor="text1"/>
              </w:rPr>
              <w:t>A or C are both acceptable</w:t>
            </w:r>
          </w:p>
        </w:tc>
      </w:tr>
    </w:tbl>
    <w:p w14:paraId="010BC86B" w14:textId="77777777" w:rsidR="00F80D9B" w:rsidRPr="006E0F06" w:rsidRDefault="00F80D9B">
      <w:pPr>
        <w:rPr>
          <w:color w:val="000000" w:themeColor="text1"/>
        </w:rPr>
      </w:pPr>
      <w:bookmarkStart w:id="15" w:name="Saf_HazMat_FA20_quid22"/>
      <w:bookmarkEnd w:id="14"/>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6E0F06" w14:paraId="5275EE75" w14:textId="77777777" w:rsidTr="000F41E3">
        <w:trPr>
          <w:cantSplit/>
          <w:trHeight w:val="180"/>
        </w:trPr>
        <w:tc>
          <w:tcPr>
            <w:tcW w:w="520" w:type="pct"/>
          </w:tcPr>
          <w:p w14:paraId="3C146E76" w14:textId="77777777" w:rsidR="007D5319" w:rsidRPr="006E0F06" w:rsidRDefault="007D5319" w:rsidP="000F41E3">
            <w:pPr>
              <w:pStyle w:val="stepsnumbered"/>
              <w:keepNext/>
              <w:rPr>
                <w:color w:val="000000" w:themeColor="text1"/>
                <w:szCs w:val="24"/>
              </w:rPr>
            </w:pPr>
          </w:p>
        </w:tc>
        <w:tc>
          <w:tcPr>
            <w:tcW w:w="4480" w:type="pct"/>
            <w:vAlign w:val="center"/>
          </w:tcPr>
          <w:p w14:paraId="188BE1E2" w14:textId="77777777" w:rsidR="001D1775" w:rsidRPr="006E0F06" w:rsidRDefault="001D1775" w:rsidP="000F41E3">
            <w:pPr>
              <w:pStyle w:val="BodyText"/>
              <w:keepNext/>
              <w:rPr>
                <w:color w:val="000000" w:themeColor="text1"/>
                <w:szCs w:val="24"/>
              </w:rPr>
            </w:pPr>
            <w:r w:rsidRPr="006E0F06">
              <w:rPr>
                <w:color w:val="000000" w:themeColor="text1"/>
                <w:szCs w:val="24"/>
              </w:rPr>
              <w:t>Which of the following statements is NOT TRUE.</w:t>
            </w:r>
          </w:p>
          <w:p w14:paraId="589E8C29" w14:textId="593F0899" w:rsidR="001D1775" w:rsidRPr="006E0F06" w:rsidRDefault="001D1775" w:rsidP="001D1775">
            <w:pPr>
              <w:pStyle w:val="BodyText"/>
              <w:keepNext/>
              <w:numPr>
                <w:ilvl w:val="0"/>
                <w:numId w:val="32"/>
              </w:numPr>
              <w:rPr>
                <w:color w:val="000000" w:themeColor="text1"/>
                <w:szCs w:val="24"/>
              </w:rPr>
            </w:pPr>
            <w:r w:rsidRPr="006E0F06">
              <w:rPr>
                <w:color w:val="000000" w:themeColor="text1"/>
                <w:szCs w:val="24"/>
              </w:rPr>
              <w:t>Working with corrosives requires a face shield, chemical resistant apron, and appropriate chemical gloves.</w:t>
            </w:r>
          </w:p>
          <w:p w14:paraId="3CA6686B" w14:textId="77777777" w:rsidR="007D5319" w:rsidRPr="006E0F06" w:rsidRDefault="007D5319" w:rsidP="001D1775">
            <w:pPr>
              <w:pStyle w:val="BodyText"/>
              <w:keepNext/>
              <w:numPr>
                <w:ilvl w:val="0"/>
                <w:numId w:val="32"/>
              </w:numPr>
              <w:rPr>
                <w:color w:val="000000" w:themeColor="text1"/>
                <w:szCs w:val="24"/>
              </w:rPr>
            </w:pPr>
            <w:r w:rsidRPr="006E0F06">
              <w:rPr>
                <w:color w:val="000000" w:themeColor="text1"/>
                <w:szCs w:val="24"/>
              </w:rPr>
              <w:t>It is O.K. to walk with an open chemical container as long as it is not more than 75% full and is carried properly.</w:t>
            </w:r>
          </w:p>
          <w:p w14:paraId="6BE28892" w14:textId="77777777" w:rsidR="001D1775" w:rsidRPr="006E0F06" w:rsidRDefault="001D1775" w:rsidP="001D1775">
            <w:pPr>
              <w:pStyle w:val="BodyText"/>
              <w:keepNext/>
              <w:numPr>
                <w:ilvl w:val="0"/>
                <w:numId w:val="32"/>
              </w:numPr>
              <w:rPr>
                <w:color w:val="000000" w:themeColor="text1"/>
                <w:szCs w:val="24"/>
              </w:rPr>
            </w:pPr>
            <w:r w:rsidRPr="006E0F06">
              <w:rPr>
                <w:color w:val="000000" w:themeColor="text1"/>
                <w:szCs w:val="24"/>
              </w:rPr>
              <w:t>NEVER pour excess chemicals back into the stock bottle.</w:t>
            </w:r>
          </w:p>
          <w:p w14:paraId="76DE8A8B" w14:textId="6C9E4857" w:rsidR="001D1775" w:rsidRPr="006E0F06" w:rsidRDefault="001D1775" w:rsidP="001D1775">
            <w:pPr>
              <w:pStyle w:val="BodyText"/>
              <w:keepNext/>
              <w:numPr>
                <w:ilvl w:val="0"/>
                <w:numId w:val="32"/>
              </w:numPr>
              <w:rPr>
                <w:color w:val="000000" w:themeColor="text1"/>
                <w:szCs w:val="24"/>
              </w:rPr>
            </w:pPr>
            <w:r w:rsidRPr="006E0F06">
              <w:rPr>
                <w:color w:val="000000" w:themeColor="text1"/>
                <w:szCs w:val="24"/>
              </w:rPr>
              <w:t>Pour ONLY corrosive chemicals in the corrosive waste drain.</w:t>
            </w:r>
          </w:p>
        </w:tc>
      </w:tr>
      <w:tr w:rsidR="007D5319" w:rsidRPr="006E0F06" w14:paraId="0AF48174" w14:textId="77777777" w:rsidTr="000F41E3">
        <w:trPr>
          <w:cantSplit/>
          <w:trHeight w:val="143"/>
        </w:trPr>
        <w:tc>
          <w:tcPr>
            <w:tcW w:w="520" w:type="pct"/>
          </w:tcPr>
          <w:p w14:paraId="1149D101" w14:textId="49654B0E" w:rsidR="007D5319" w:rsidRPr="006E0F06" w:rsidRDefault="007D5319" w:rsidP="000F41E3">
            <w:pPr>
              <w:rPr>
                <w:color w:val="000000" w:themeColor="text1"/>
              </w:rPr>
            </w:pPr>
          </w:p>
        </w:tc>
        <w:tc>
          <w:tcPr>
            <w:tcW w:w="4480" w:type="pct"/>
          </w:tcPr>
          <w:p w14:paraId="583BD8AE" w14:textId="2E78D079" w:rsidR="007D5319" w:rsidRPr="006E0F06" w:rsidRDefault="007D5319" w:rsidP="001D1775">
            <w:pPr>
              <w:rPr>
                <w:color w:val="000000" w:themeColor="text1"/>
              </w:rPr>
            </w:pPr>
          </w:p>
        </w:tc>
      </w:tr>
      <w:bookmarkEnd w:id="15"/>
    </w:tbl>
    <w:p w14:paraId="66E07C54" w14:textId="77777777" w:rsidR="007D5319" w:rsidRPr="006E0F06" w:rsidRDefault="007D5319"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6E0F06" w14:paraId="2A88D97F" w14:textId="77777777" w:rsidTr="000F41E3">
        <w:trPr>
          <w:cantSplit/>
          <w:trHeight w:val="180"/>
        </w:trPr>
        <w:tc>
          <w:tcPr>
            <w:tcW w:w="520" w:type="pct"/>
          </w:tcPr>
          <w:p w14:paraId="4D0E7EFA" w14:textId="77777777" w:rsidR="007D5319" w:rsidRPr="006E0F06" w:rsidRDefault="007D5319" w:rsidP="000F41E3">
            <w:pPr>
              <w:pStyle w:val="stepsnumbered"/>
              <w:keepNext/>
              <w:rPr>
                <w:color w:val="000000" w:themeColor="text1"/>
                <w:szCs w:val="24"/>
              </w:rPr>
            </w:pPr>
            <w:bookmarkStart w:id="16" w:name="Saf_HazMat_FA20_quid21"/>
          </w:p>
        </w:tc>
        <w:tc>
          <w:tcPr>
            <w:tcW w:w="4480" w:type="pct"/>
            <w:vAlign w:val="center"/>
          </w:tcPr>
          <w:p w14:paraId="402A1C34" w14:textId="77777777" w:rsidR="007D5319" w:rsidRPr="006E0F06" w:rsidRDefault="007D5319" w:rsidP="000F41E3">
            <w:pPr>
              <w:pStyle w:val="BodyText"/>
              <w:keepNext/>
              <w:rPr>
                <w:color w:val="000000" w:themeColor="text1"/>
                <w:szCs w:val="24"/>
              </w:rPr>
            </w:pPr>
            <w:r w:rsidRPr="006E0F06">
              <w:rPr>
                <w:color w:val="000000" w:themeColor="text1"/>
                <w:szCs w:val="24"/>
              </w:rPr>
              <w:t>Scenario:  You smell chemicals and you notice that the acid bench exhaust is not working.  What do you do?</w:t>
            </w:r>
          </w:p>
        </w:tc>
      </w:tr>
      <w:tr w:rsidR="007D5319" w:rsidRPr="006E0F06" w14:paraId="326A2C94" w14:textId="77777777" w:rsidTr="000F41E3">
        <w:trPr>
          <w:cantSplit/>
          <w:trHeight w:val="143"/>
        </w:trPr>
        <w:tc>
          <w:tcPr>
            <w:tcW w:w="520" w:type="pct"/>
          </w:tcPr>
          <w:p w14:paraId="5F0CB879" w14:textId="77777777" w:rsidR="007D5319" w:rsidRPr="006E0F06" w:rsidRDefault="007D5319" w:rsidP="000F41E3">
            <w:pPr>
              <w:rPr>
                <w:color w:val="000000" w:themeColor="text1"/>
              </w:rPr>
            </w:pPr>
          </w:p>
        </w:tc>
        <w:tc>
          <w:tcPr>
            <w:tcW w:w="4480" w:type="pct"/>
          </w:tcPr>
          <w:p w14:paraId="060DE3E9" w14:textId="77777777" w:rsidR="007D5319" w:rsidRPr="006E0F06" w:rsidRDefault="007D5319" w:rsidP="00063799">
            <w:pPr>
              <w:numPr>
                <w:ilvl w:val="0"/>
                <w:numId w:val="18"/>
              </w:numPr>
              <w:rPr>
                <w:color w:val="000000" w:themeColor="text1"/>
              </w:rPr>
            </w:pPr>
            <w:r w:rsidRPr="006E0F06">
              <w:rPr>
                <w:color w:val="000000" w:themeColor="text1"/>
              </w:rPr>
              <w:t>Try to fix it.</w:t>
            </w:r>
          </w:p>
          <w:p w14:paraId="5DED0EFA" w14:textId="77777777" w:rsidR="007D5319" w:rsidRPr="006E0F06" w:rsidRDefault="007D5319" w:rsidP="00063799">
            <w:pPr>
              <w:numPr>
                <w:ilvl w:val="0"/>
                <w:numId w:val="18"/>
              </w:numPr>
              <w:rPr>
                <w:color w:val="000000" w:themeColor="text1"/>
              </w:rPr>
            </w:pPr>
            <w:r w:rsidRPr="006E0F06">
              <w:rPr>
                <w:color w:val="000000" w:themeColor="text1"/>
              </w:rPr>
              <w:t>Finish what you are working on then inform everyone else and leave the facility.</w:t>
            </w:r>
          </w:p>
          <w:p w14:paraId="6A646289" w14:textId="77777777" w:rsidR="007D5319" w:rsidRPr="006E0F06" w:rsidRDefault="007D5319" w:rsidP="00063799">
            <w:pPr>
              <w:numPr>
                <w:ilvl w:val="0"/>
                <w:numId w:val="18"/>
              </w:numPr>
              <w:rPr>
                <w:color w:val="000000" w:themeColor="text1"/>
              </w:rPr>
            </w:pPr>
            <w:r w:rsidRPr="006E0F06">
              <w:rPr>
                <w:color w:val="000000" w:themeColor="text1"/>
              </w:rPr>
              <w:t>Inform everyone in the facility that the exhaust is not working and exit the facility.</w:t>
            </w:r>
          </w:p>
          <w:p w14:paraId="28251A2E" w14:textId="77777777" w:rsidR="007D5319" w:rsidRPr="006E0F06" w:rsidRDefault="007D5319" w:rsidP="00063799">
            <w:pPr>
              <w:numPr>
                <w:ilvl w:val="0"/>
                <w:numId w:val="18"/>
              </w:numPr>
              <w:rPr>
                <w:color w:val="000000" w:themeColor="text1"/>
              </w:rPr>
            </w:pPr>
            <w:r w:rsidRPr="006E0F06">
              <w:rPr>
                <w:color w:val="000000" w:themeColor="text1"/>
              </w:rPr>
              <w:t>Quit working and leave the facility immediately.</w:t>
            </w:r>
          </w:p>
        </w:tc>
      </w:tr>
      <w:bookmarkEnd w:id="16"/>
    </w:tbl>
    <w:p w14:paraId="2DC6906F" w14:textId="77777777" w:rsidR="00C41002" w:rsidRPr="006E0F06" w:rsidRDefault="00C41002" w:rsidP="00DF54BA">
      <w:pPr>
        <w:rPr>
          <w:color w:val="000000" w:themeColor="text1"/>
        </w:rPr>
      </w:pPr>
    </w:p>
    <w:p w14:paraId="69F5A0AA" w14:textId="77777777" w:rsidR="000704FA" w:rsidRPr="006E0F06" w:rsidRDefault="000704FA"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7D5319" w:rsidRPr="006E0F06" w14:paraId="52725E7F" w14:textId="77777777" w:rsidTr="000F41E3">
        <w:trPr>
          <w:cantSplit/>
          <w:trHeight w:val="180"/>
        </w:trPr>
        <w:tc>
          <w:tcPr>
            <w:tcW w:w="520" w:type="pct"/>
          </w:tcPr>
          <w:p w14:paraId="2B348930" w14:textId="77777777" w:rsidR="007D5319" w:rsidRPr="006E0F06" w:rsidRDefault="007D5319" w:rsidP="000F41E3">
            <w:pPr>
              <w:pStyle w:val="stepsnumbered"/>
              <w:keepNext/>
              <w:rPr>
                <w:color w:val="000000" w:themeColor="text1"/>
                <w:szCs w:val="24"/>
              </w:rPr>
            </w:pPr>
            <w:bookmarkStart w:id="17" w:name="Saf_HazMat_FA20_quid9"/>
          </w:p>
        </w:tc>
        <w:tc>
          <w:tcPr>
            <w:tcW w:w="4480" w:type="pct"/>
            <w:vAlign w:val="center"/>
          </w:tcPr>
          <w:p w14:paraId="197FAF3C" w14:textId="77777777" w:rsidR="007D5319" w:rsidRPr="006E0F06" w:rsidRDefault="007D5319" w:rsidP="000F41E3">
            <w:pPr>
              <w:pStyle w:val="BodyText"/>
              <w:keepNext/>
              <w:rPr>
                <w:color w:val="000000" w:themeColor="text1"/>
                <w:szCs w:val="24"/>
              </w:rPr>
            </w:pPr>
            <w:r w:rsidRPr="006E0F06">
              <w:rPr>
                <w:color w:val="000000" w:themeColor="text1"/>
                <w:szCs w:val="24"/>
              </w:rPr>
              <w:t>Which of the following is NOT required before pouring a chemical into a secondary container?</w:t>
            </w:r>
          </w:p>
        </w:tc>
      </w:tr>
      <w:tr w:rsidR="007D5319" w:rsidRPr="006E0F06" w14:paraId="40E51582" w14:textId="77777777" w:rsidTr="000F41E3">
        <w:trPr>
          <w:cantSplit/>
          <w:trHeight w:val="143"/>
        </w:trPr>
        <w:tc>
          <w:tcPr>
            <w:tcW w:w="520" w:type="pct"/>
          </w:tcPr>
          <w:p w14:paraId="08A015D7" w14:textId="77777777" w:rsidR="007D5319" w:rsidRPr="006E0F06" w:rsidRDefault="007D5319" w:rsidP="000F41E3">
            <w:pPr>
              <w:rPr>
                <w:color w:val="000000" w:themeColor="text1"/>
              </w:rPr>
            </w:pPr>
          </w:p>
        </w:tc>
        <w:tc>
          <w:tcPr>
            <w:tcW w:w="4480" w:type="pct"/>
          </w:tcPr>
          <w:p w14:paraId="00729B92" w14:textId="77777777" w:rsidR="007D5319" w:rsidRPr="006E0F06" w:rsidRDefault="007D5319" w:rsidP="00063799">
            <w:pPr>
              <w:numPr>
                <w:ilvl w:val="0"/>
                <w:numId w:val="19"/>
              </w:numPr>
              <w:rPr>
                <w:color w:val="000000" w:themeColor="text1"/>
              </w:rPr>
            </w:pPr>
            <w:r w:rsidRPr="006E0F06">
              <w:rPr>
                <w:color w:val="000000" w:themeColor="text1"/>
              </w:rPr>
              <w:t>Check the surroundings for ignition sources or obstructions.</w:t>
            </w:r>
          </w:p>
          <w:p w14:paraId="47C6E7EF" w14:textId="77777777" w:rsidR="007D5319" w:rsidRPr="006E0F06" w:rsidRDefault="007D5319" w:rsidP="00063799">
            <w:pPr>
              <w:numPr>
                <w:ilvl w:val="0"/>
                <w:numId w:val="19"/>
              </w:numPr>
              <w:rPr>
                <w:color w:val="000000" w:themeColor="text1"/>
              </w:rPr>
            </w:pPr>
            <w:r w:rsidRPr="006E0F06">
              <w:rPr>
                <w:color w:val="000000" w:themeColor="text1"/>
              </w:rPr>
              <w:t>Aspirate the chemical from the original bottle.</w:t>
            </w:r>
          </w:p>
          <w:p w14:paraId="34BCA8FF" w14:textId="77777777" w:rsidR="007D5319" w:rsidRPr="006E0F06" w:rsidRDefault="007D5319" w:rsidP="00063799">
            <w:pPr>
              <w:numPr>
                <w:ilvl w:val="0"/>
                <w:numId w:val="19"/>
              </w:numPr>
              <w:rPr>
                <w:color w:val="000000" w:themeColor="text1"/>
              </w:rPr>
            </w:pPr>
            <w:r w:rsidRPr="006E0F06">
              <w:rPr>
                <w:color w:val="000000" w:themeColor="text1"/>
              </w:rPr>
              <w:t>Put on the proper PPE.</w:t>
            </w:r>
          </w:p>
          <w:p w14:paraId="6BF4F809" w14:textId="77777777" w:rsidR="007D5319" w:rsidRDefault="007D5319" w:rsidP="000704FA">
            <w:pPr>
              <w:numPr>
                <w:ilvl w:val="0"/>
                <w:numId w:val="19"/>
              </w:numPr>
              <w:rPr>
                <w:color w:val="000000" w:themeColor="text1"/>
              </w:rPr>
            </w:pPr>
            <w:r w:rsidRPr="006E0F06">
              <w:rPr>
                <w:color w:val="000000" w:themeColor="text1"/>
              </w:rPr>
              <w:t>Check to make sure the exhaust is working at the pouring station.</w:t>
            </w:r>
          </w:p>
          <w:p w14:paraId="18E9155B" w14:textId="5D10A60D" w:rsidR="006E0F06" w:rsidRPr="006E0F06" w:rsidRDefault="006E0F06" w:rsidP="006E0F06">
            <w:pPr>
              <w:ind w:left="720"/>
              <w:rPr>
                <w:color w:val="000000" w:themeColor="text1"/>
              </w:rPr>
            </w:pPr>
          </w:p>
        </w:tc>
      </w:tr>
      <w:tr w:rsidR="007D5319" w:rsidRPr="006E0F06" w14:paraId="7A16EF7B" w14:textId="77777777" w:rsidTr="000F41E3">
        <w:trPr>
          <w:cantSplit/>
          <w:trHeight w:val="720"/>
        </w:trPr>
        <w:tc>
          <w:tcPr>
            <w:tcW w:w="520" w:type="pct"/>
          </w:tcPr>
          <w:p w14:paraId="25AE18B8" w14:textId="77777777" w:rsidR="007D5319" w:rsidRPr="006E0F06" w:rsidRDefault="007D5319" w:rsidP="000F41E3">
            <w:pPr>
              <w:pStyle w:val="stepsnumbered"/>
              <w:rPr>
                <w:color w:val="000000" w:themeColor="text1"/>
                <w:szCs w:val="24"/>
              </w:rPr>
            </w:pPr>
            <w:bookmarkStart w:id="18" w:name="Saf_HazMat_FA20_quid24"/>
            <w:bookmarkEnd w:id="17"/>
          </w:p>
        </w:tc>
        <w:tc>
          <w:tcPr>
            <w:tcW w:w="4480" w:type="pct"/>
            <w:vAlign w:val="center"/>
          </w:tcPr>
          <w:p w14:paraId="22F708BD" w14:textId="364CF759" w:rsidR="007D5319" w:rsidRPr="006E0F06" w:rsidRDefault="007D5319" w:rsidP="006E0F06">
            <w:pPr>
              <w:pStyle w:val="BodyText"/>
              <w:rPr>
                <w:color w:val="000000" w:themeColor="text1"/>
                <w:szCs w:val="24"/>
              </w:rPr>
            </w:pPr>
            <w:r w:rsidRPr="006E0F06">
              <w:rPr>
                <w:color w:val="000000" w:themeColor="text1"/>
                <w:szCs w:val="24"/>
              </w:rPr>
              <w:t xml:space="preserve">For all chemicals, twist the bottle cap off ________________.  </w:t>
            </w:r>
          </w:p>
        </w:tc>
      </w:tr>
      <w:tr w:rsidR="00C5079B" w:rsidRPr="006E0F06" w14:paraId="7E187F86" w14:textId="77777777" w:rsidTr="000F41E3">
        <w:trPr>
          <w:cantSplit/>
          <w:trHeight w:val="180"/>
        </w:trPr>
        <w:tc>
          <w:tcPr>
            <w:tcW w:w="520" w:type="pct"/>
          </w:tcPr>
          <w:p w14:paraId="0EF08411" w14:textId="77777777" w:rsidR="00C5079B" w:rsidRPr="006E0F06" w:rsidRDefault="00C5079B" w:rsidP="000F41E3">
            <w:pPr>
              <w:pStyle w:val="stepsnumbered"/>
              <w:keepNext/>
              <w:rPr>
                <w:color w:val="000000" w:themeColor="text1"/>
                <w:szCs w:val="24"/>
              </w:rPr>
            </w:pPr>
            <w:bookmarkStart w:id="19" w:name="Saf_HazMat_FA20_quid10"/>
            <w:bookmarkEnd w:id="18"/>
          </w:p>
        </w:tc>
        <w:tc>
          <w:tcPr>
            <w:tcW w:w="4480" w:type="pct"/>
            <w:vAlign w:val="center"/>
          </w:tcPr>
          <w:p w14:paraId="3C074616" w14:textId="77777777" w:rsidR="00C5079B" w:rsidRPr="006E0F06" w:rsidRDefault="00C5079B" w:rsidP="000F41E3">
            <w:pPr>
              <w:pStyle w:val="BodyText"/>
              <w:keepNext/>
              <w:rPr>
                <w:color w:val="000000" w:themeColor="text1"/>
                <w:szCs w:val="24"/>
              </w:rPr>
            </w:pPr>
            <w:r w:rsidRPr="006E0F06">
              <w:rPr>
                <w:color w:val="000000" w:themeColor="text1"/>
                <w:szCs w:val="24"/>
              </w:rPr>
              <w:t xml:space="preserve">What is the proper method for diluting an acid?  </w:t>
            </w:r>
          </w:p>
        </w:tc>
      </w:tr>
      <w:tr w:rsidR="00C5079B" w:rsidRPr="006E0F06" w14:paraId="39A8F58F" w14:textId="77777777" w:rsidTr="000F41E3">
        <w:trPr>
          <w:cantSplit/>
          <w:trHeight w:val="143"/>
        </w:trPr>
        <w:tc>
          <w:tcPr>
            <w:tcW w:w="520" w:type="pct"/>
          </w:tcPr>
          <w:p w14:paraId="0CE1271A" w14:textId="77777777" w:rsidR="00C5079B" w:rsidRPr="006E0F06" w:rsidRDefault="00C5079B" w:rsidP="000F41E3">
            <w:pPr>
              <w:rPr>
                <w:color w:val="000000" w:themeColor="text1"/>
              </w:rPr>
            </w:pPr>
          </w:p>
        </w:tc>
        <w:tc>
          <w:tcPr>
            <w:tcW w:w="4480" w:type="pct"/>
          </w:tcPr>
          <w:p w14:paraId="34A5C7D1" w14:textId="77777777" w:rsidR="00C5079B" w:rsidRPr="006E0F06" w:rsidRDefault="00C5079B" w:rsidP="00063799">
            <w:pPr>
              <w:numPr>
                <w:ilvl w:val="0"/>
                <w:numId w:val="20"/>
              </w:numPr>
              <w:rPr>
                <w:color w:val="000000" w:themeColor="text1"/>
              </w:rPr>
            </w:pPr>
            <w:r w:rsidRPr="006E0F06">
              <w:rPr>
                <w:color w:val="000000" w:themeColor="text1"/>
              </w:rPr>
              <w:t>Acids should never be diluted with water</w:t>
            </w:r>
          </w:p>
          <w:p w14:paraId="56EF7FAE" w14:textId="77777777" w:rsidR="00C5079B" w:rsidRPr="006E0F06" w:rsidRDefault="00C5079B" w:rsidP="00063799">
            <w:pPr>
              <w:numPr>
                <w:ilvl w:val="0"/>
                <w:numId w:val="20"/>
              </w:numPr>
              <w:rPr>
                <w:color w:val="000000" w:themeColor="text1"/>
              </w:rPr>
            </w:pPr>
            <w:r w:rsidRPr="006E0F06">
              <w:rPr>
                <w:color w:val="000000" w:themeColor="text1"/>
              </w:rPr>
              <w:t>Always add water to acid</w:t>
            </w:r>
          </w:p>
          <w:p w14:paraId="3D021F7C" w14:textId="77777777" w:rsidR="00C5079B" w:rsidRPr="006E0F06" w:rsidRDefault="00C5079B" w:rsidP="00063799">
            <w:pPr>
              <w:numPr>
                <w:ilvl w:val="0"/>
                <w:numId w:val="20"/>
              </w:numPr>
              <w:rPr>
                <w:color w:val="000000" w:themeColor="text1"/>
              </w:rPr>
            </w:pPr>
            <w:r w:rsidRPr="006E0F06">
              <w:rPr>
                <w:color w:val="000000" w:themeColor="text1"/>
              </w:rPr>
              <w:t>Always add acid to water</w:t>
            </w:r>
          </w:p>
          <w:p w14:paraId="157EB9C2" w14:textId="77777777" w:rsidR="00C5079B" w:rsidRPr="006E0F06" w:rsidRDefault="00C5079B" w:rsidP="00063799">
            <w:pPr>
              <w:numPr>
                <w:ilvl w:val="0"/>
                <w:numId w:val="20"/>
              </w:numPr>
              <w:rPr>
                <w:color w:val="000000" w:themeColor="text1"/>
              </w:rPr>
            </w:pPr>
            <w:r w:rsidRPr="006E0F06">
              <w:rPr>
                <w:color w:val="000000" w:themeColor="text1"/>
              </w:rPr>
              <w:t>It does not matter which is added first</w:t>
            </w:r>
          </w:p>
        </w:tc>
      </w:tr>
      <w:bookmarkEnd w:id="19"/>
    </w:tbl>
    <w:p w14:paraId="6A7422C1" w14:textId="77777777" w:rsidR="00C5079B" w:rsidRPr="006E0F06" w:rsidRDefault="00C5079B"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6E0F06" w14:paraId="0D04A920" w14:textId="77777777" w:rsidTr="000F41E3">
        <w:trPr>
          <w:cantSplit/>
          <w:trHeight w:val="720"/>
        </w:trPr>
        <w:tc>
          <w:tcPr>
            <w:tcW w:w="520" w:type="pct"/>
          </w:tcPr>
          <w:p w14:paraId="0466377C" w14:textId="77777777" w:rsidR="00C5079B" w:rsidRPr="006E0F06" w:rsidRDefault="00C5079B" w:rsidP="000F41E3">
            <w:pPr>
              <w:pStyle w:val="stepsnumbered"/>
              <w:rPr>
                <w:color w:val="000000" w:themeColor="text1"/>
                <w:szCs w:val="24"/>
              </w:rPr>
            </w:pPr>
            <w:bookmarkStart w:id="20" w:name="Saf_HazMat_FA20_quid25"/>
          </w:p>
        </w:tc>
        <w:tc>
          <w:tcPr>
            <w:tcW w:w="4480" w:type="pct"/>
            <w:vAlign w:val="center"/>
          </w:tcPr>
          <w:p w14:paraId="606B3CB4" w14:textId="012A9C80" w:rsidR="00C5079B" w:rsidRPr="006E0F06" w:rsidRDefault="00C5079B" w:rsidP="000F41E3">
            <w:pPr>
              <w:pStyle w:val="BodyText"/>
              <w:rPr>
                <w:color w:val="000000" w:themeColor="text1"/>
                <w:szCs w:val="24"/>
              </w:rPr>
            </w:pPr>
            <w:r w:rsidRPr="006E0F06">
              <w:rPr>
                <w:color w:val="000000" w:themeColor="text1"/>
                <w:szCs w:val="24"/>
              </w:rPr>
              <w:t>Before heating a flammable, always know the chemical's _________________</w:t>
            </w:r>
            <w:r w:rsidR="000704FA" w:rsidRPr="006E0F06">
              <w:rPr>
                <w:color w:val="000000" w:themeColor="text1"/>
                <w:szCs w:val="24"/>
              </w:rPr>
              <w:t xml:space="preserve">______.  (One can refer to the </w:t>
            </w:r>
            <w:r w:rsidRPr="006E0F06">
              <w:rPr>
                <w:color w:val="000000" w:themeColor="text1"/>
                <w:szCs w:val="24"/>
              </w:rPr>
              <w:t>SDS)</w:t>
            </w:r>
          </w:p>
        </w:tc>
      </w:tr>
    </w:tbl>
    <w:tbl>
      <w:tblPr>
        <w:tblW w:w="5000" w:type="pct"/>
        <w:tblCellMar>
          <w:left w:w="115" w:type="dxa"/>
          <w:right w:w="115" w:type="dxa"/>
        </w:tblCellMar>
        <w:tblLook w:val="01E0" w:firstRow="1" w:lastRow="1" w:firstColumn="1" w:lastColumn="1" w:noHBand="0" w:noVBand="0"/>
      </w:tblPr>
      <w:tblGrid>
        <w:gridCol w:w="1125"/>
        <w:gridCol w:w="9905"/>
      </w:tblGrid>
      <w:tr w:rsidR="00C5079B" w:rsidRPr="006E0F06" w14:paraId="67009965" w14:textId="77777777" w:rsidTr="000F41E3">
        <w:trPr>
          <w:cantSplit/>
        </w:trPr>
        <w:tc>
          <w:tcPr>
            <w:tcW w:w="510" w:type="pct"/>
          </w:tcPr>
          <w:p w14:paraId="14FA1793" w14:textId="77777777" w:rsidR="00C5079B" w:rsidRPr="006E0F06" w:rsidRDefault="00C5079B" w:rsidP="002F0643">
            <w:pPr>
              <w:pStyle w:val="txtx1"/>
              <w:rPr>
                <w:i/>
                <w:color w:val="000000" w:themeColor="text1"/>
              </w:rPr>
            </w:pPr>
            <w:bookmarkStart w:id="21" w:name="Saf_HazMat_FA20_dldl184"/>
            <w:bookmarkEnd w:id="20"/>
          </w:p>
        </w:tc>
        <w:tc>
          <w:tcPr>
            <w:tcW w:w="4490" w:type="pct"/>
          </w:tcPr>
          <w:p w14:paraId="59673246" w14:textId="77777777" w:rsidR="00C5079B" w:rsidRPr="006E0F06" w:rsidRDefault="00C5079B" w:rsidP="00893937">
            <w:pPr>
              <w:rPr>
                <w:i/>
                <w:color w:val="000000" w:themeColor="text1"/>
              </w:rPr>
            </w:pPr>
          </w:p>
        </w:tc>
      </w:tr>
    </w:tbl>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6E0F06" w14:paraId="2C098B3D" w14:textId="77777777" w:rsidTr="000F41E3">
        <w:trPr>
          <w:cantSplit/>
          <w:trHeight w:val="180"/>
        </w:trPr>
        <w:tc>
          <w:tcPr>
            <w:tcW w:w="520" w:type="pct"/>
          </w:tcPr>
          <w:p w14:paraId="1D099C19" w14:textId="77777777" w:rsidR="00C5079B" w:rsidRPr="006E0F06" w:rsidRDefault="00C5079B" w:rsidP="000F41E3">
            <w:pPr>
              <w:pStyle w:val="stepsnumbered"/>
              <w:keepNext/>
              <w:rPr>
                <w:color w:val="000000" w:themeColor="text1"/>
                <w:szCs w:val="24"/>
              </w:rPr>
            </w:pPr>
            <w:bookmarkStart w:id="22" w:name="Saf_HazMat_FA20_quid26"/>
            <w:bookmarkEnd w:id="21"/>
          </w:p>
        </w:tc>
        <w:tc>
          <w:tcPr>
            <w:tcW w:w="4480" w:type="pct"/>
            <w:vAlign w:val="center"/>
          </w:tcPr>
          <w:p w14:paraId="14B62DD9" w14:textId="7648F06B" w:rsidR="00C5079B" w:rsidRPr="006E0F06" w:rsidRDefault="000704FA" w:rsidP="000F41E3">
            <w:pPr>
              <w:pStyle w:val="BodyText"/>
              <w:keepNext/>
              <w:rPr>
                <w:color w:val="000000" w:themeColor="text1"/>
                <w:szCs w:val="24"/>
              </w:rPr>
            </w:pPr>
            <w:r w:rsidRPr="006E0F06">
              <w:rPr>
                <w:color w:val="000000" w:themeColor="text1"/>
                <w:szCs w:val="24"/>
              </w:rPr>
              <w:t>Which of the following statements is TRUE?</w:t>
            </w:r>
          </w:p>
        </w:tc>
      </w:tr>
      <w:tr w:rsidR="00C5079B" w:rsidRPr="006E0F06" w14:paraId="0E16944F" w14:textId="77777777" w:rsidTr="000F41E3">
        <w:trPr>
          <w:cantSplit/>
          <w:trHeight w:val="143"/>
        </w:trPr>
        <w:tc>
          <w:tcPr>
            <w:tcW w:w="520" w:type="pct"/>
          </w:tcPr>
          <w:p w14:paraId="052F7FDA" w14:textId="77777777" w:rsidR="00C5079B" w:rsidRPr="006E0F06" w:rsidRDefault="00C5079B" w:rsidP="000F41E3">
            <w:pPr>
              <w:rPr>
                <w:color w:val="000000" w:themeColor="text1"/>
              </w:rPr>
            </w:pPr>
          </w:p>
        </w:tc>
        <w:tc>
          <w:tcPr>
            <w:tcW w:w="4480" w:type="pct"/>
          </w:tcPr>
          <w:p w14:paraId="0A4875C3" w14:textId="3C2B8D37" w:rsidR="00C5079B" w:rsidRPr="006E0F06" w:rsidRDefault="00047F92" w:rsidP="00063799">
            <w:pPr>
              <w:numPr>
                <w:ilvl w:val="0"/>
                <w:numId w:val="21"/>
              </w:numPr>
              <w:rPr>
                <w:color w:val="000000" w:themeColor="text1"/>
              </w:rPr>
            </w:pPr>
            <w:r w:rsidRPr="006E0F06">
              <w:rPr>
                <w:color w:val="000000" w:themeColor="text1"/>
              </w:rPr>
              <w:t>Adjust the ventilation sash if bench is not exhausting properly</w:t>
            </w:r>
          </w:p>
          <w:p w14:paraId="0A7C71FD" w14:textId="2B061FE9" w:rsidR="00C5079B" w:rsidRPr="006E0F06" w:rsidRDefault="00047F92" w:rsidP="00063799">
            <w:pPr>
              <w:numPr>
                <w:ilvl w:val="0"/>
                <w:numId w:val="21"/>
              </w:numPr>
              <w:rPr>
                <w:color w:val="000000" w:themeColor="text1"/>
              </w:rPr>
            </w:pPr>
            <w:r w:rsidRPr="006E0F06">
              <w:rPr>
                <w:color w:val="000000" w:themeColor="text1"/>
              </w:rPr>
              <w:t>A chemical can be set on a hot plate as long as the plate is off and cold.</w:t>
            </w:r>
          </w:p>
          <w:p w14:paraId="632DAE0E" w14:textId="6E20E37B" w:rsidR="00047F92" w:rsidRPr="006E0F06" w:rsidRDefault="00047F92" w:rsidP="00063799">
            <w:pPr>
              <w:numPr>
                <w:ilvl w:val="0"/>
                <w:numId w:val="21"/>
              </w:numPr>
              <w:rPr>
                <w:color w:val="000000" w:themeColor="text1"/>
              </w:rPr>
            </w:pPr>
            <w:r w:rsidRPr="006E0F06">
              <w:rPr>
                <w:color w:val="000000" w:themeColor="text1"/>
              </w:rPr>
              <w:t>Solvents and corrosives are stored in the same cabinet</w:t>
            </w:r>
          </w:p>
          <w:p w14:paraId="18DA69B9" w14:textId="02D3779B" w:rsidR="00047F92" w:rsidRPr="006E0F06" w:rsidRDefault="00047F92" w:rsidP="00063799">
            <w:pPr>
              <w:numPr>
                <w:ilvl w:val="0"/>
                <w:numId w:val="21"/>
              </w:numPr>
              <w:rPr>
                <w:color w:val="000000" w:themeColor="text1"/>
              </w:rPr>
            </w:pPr>
            <w:r w:rsidRPr="006E0F06">
              <w:rPr>
                <w:color w:val="000000" w:themeColor="text1"/>
              </w:rPr>
              <w:t>Never mix corrosives and solvents.</w:t>
            </w:r>
          </w:p>
        </w:tc>
      </w:tr>
    </w:tbl>
    <w:tbl>
      <w:tblPr>
        <w:tblW w:w="5000" w:type="pct"/>
        <w:tblCellMar>
          <w:left w:w="115" w:type="dxa"/>
          <w:right w:w="115" w:type="dxa"/>
        </w:tblCellMar>
        <w:tblLook w:val="01E0" w:firstRow="1" w:lastRow="1" w:firstColumn="1" w:lastColumn="1" w:noHBand="0" w:noVBand="0"/>
      </w:tblPr>
      <w:tblGrid>
        <w:gridCol w:w="1125"/>
        <w:gridCol w:w="9905"/>
      </w:tblGrid>
      <w:tr w:rsidR="00C5079B" w:rsidRPr="006E0F06" w14:paraId="5A2C777B" w14:textId="77777777" w:rsidTr="000F41E3">
        <w:trPr>
          <w:cantSplit/>
        </w:trPr>
        <w:tc>
          <w:tcPr>
            <w:tcW w:w="510" w:type="pct"/>
          </w:tcPr>
          <w:p w14:paraId="12BC197D" w14:textId="77777777" w:rsidR="00C5079B" w:rsidRPr="006E0F06" w:rsidRDefault="00C5079B" w:rsidP="002F0643">
            <w:pPr>
              <w:pStyle w:val="txtx1"/>
              <w:rPr>
                <w:i/>
                <w:color w:val="000000" w:themeColor="text1"/>
              </w:rPr>
            </w:pPr>
            <w:bookmarkStart w:id="23" w:name="Saf_HazMat_FA20_dldl186"/>
            <w:bookmarkEnd w:id="22"/>
          </w:p>
        </w:tc>
        <w:tc>
          <w:tcPr>
            <w:tcW w:w="4490" w:type="pct"/>
          </w:tcPr>
          <w:p w14:paraId="552A7DE4" w14:textId="77777777" w:rsidR="00C5079B" w:rsidRPr="006E0F06" w:rsidRDefault="00C5079B" w:rsidP="00893937">
            <w:pPr>
              <w:rPr>
                <w:i/>
                <w:color w:val="000000" w:themeColor="text1"/>
              </w:rPr>
            </w:pPr>
          </w:p>
        </w:tc>
      </w:tr>
    </w:tbl>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6E0F06" w14:paraId="66B70280" w14:textId="77777777" w:rsidTr="000F41E3">
        <w:trPr>
          <w:cantSplit/>
          <w:trHeight w:val="180"/>
        </w:trPr>
        <w:tc>
          <w:tcPr>
            <w:tcW w:w="520" w:type="pct"/>
          </w:tcPr>
          <w:p w14:paraId="76F099D9" w14:textId="77777777" w:rsidR="00C5079B" w:rsidRPr="006E0F06" w:rsidRDefault="00C5079B" w:rsidP="000F41E3">
            <w:pPr>
              <w:pStyle w:val="stepsnumbered"/>
              <w:keepNext/>
              <w:rPr>
                <w:color w:val="000000" w:themeColor="text1"/>
                <w:szCs w:val="24"/>
              </w:rPr>
            </w:pPr>
            <w:bookmarkStart w:id="24" w:name="Saf_HazMat_FA20_quid11"/>
            <w:bookmarkEnd w:id="23"/>
          </w:p>
        </w:tc>
        <w:tc>
          <w:tcPr>
            <w:tcW w:w="4480" w:type="pct"/>
            <w:vAlign w:val="center"/>
          </w:tcPr>
          <w:p w14:paraId="074B16D1" w14:textId="4FD4158E" w:rsidR="00C5079B" w:rsidRPr="006E0F06" w:rsidRDefault="00C5079B" w:rsidP="000F41E3">
            <w:pPr>
              <w:pStyle w:val="BodyText"/>
              <w:keepNext/>
              <w:rPr>
                <w:color w:val="000000" w:themeColor="text1"/>
                <w:szCs w:val="24"/>
              </w:rPr>
            </w:pPr>
            <w:r w:rsidRPr="006E0F06">
              <w:rPr>
                <w:color w:val="000000" w:themeColor="text1"/>
                <w:szCs w:val="24"/>
              </w:rPr>
              <w:t>When storing chemicals, which of the following statement</w:t>
            </w:r>
            <w:r w:rsidR="00D64F13" w:rsidRPr="006E0F06">
              <w:rPr>
                <w:color w:val="000000" w:themeColor="text1"/>
                <w:szCs w:val="24"/>
              </w:rPr>
              <w:t>s</w:t>
            </w:r>
            <w:r w:rsidRPr="006E0F06">
              <w:rPr>
                <w:color w:val="000000" w:themeColor="text1"/>
                <w:szCs w:val="24"/>
              </w:rPr>
              <w:t xml:space="preserve"> is NOT true.</w:t>
            </w:r>
          </w:p>
        </w:tc>
      </w:tr>
      <w:tr w:rsidR="00C5079B" w:rsidRPr="006E0F06" w14:paraId="7A000B73" w14:textId="77777777" w:rsidTr="000F41E3">
        <w:trPr>
          <w:cantSplit/>
          <w:trHeight w:val="143"/>
        </w:trPr>
        <w:tc>
          <w:tcPr>
            <w:tcW w:w="520" w:type="pct"/>
          </w:tcPr>
          <w:p w14:paraId="15E7D9A5" w14:textId="77777777" w:rsidR="00C5079B" w:rsidRPr="006E0F06" w:rsidRDefault="00C5079B" w:rsidP="000F41E3">
            <w:pPr>
              <w:rPr>
                <w:color w:val="000000" w:themeColor="text1"/>
              </w:rPr>
            </w:pPr>
          </w:p>
        </w:tc>
        <w:tc>
          <w:tcPr>
            <w:tcW w:w="4480" w:type="pct"/>
          </w:tcPr>
          <w:p w14:paraId="7A954D0E" w14:textId="77777777" w:rsidR="00C5079B" w:rsidRPr="006E0F06" w:rsidRDefault="00C5079B" w:rsidP="00063799">
            <w:pPr>
              <w:numPr>
                <w:ilvl w:val="0"/>
                <w:numId w:val="22"/>
              </w:numPr>
              <w:rPr>
                <w:color w:val="000000" w:themeColor="text1"/>
              </w:rPr>
            </w:pPr>
            <w:r w:rsidRPr="006E0F06">
              <w:rPr>
                <w:color w:val="000000" w:themeColor="text1"/>
              </w:rPr>
              <w:t>Chemicals should never be stored in the same cabinets as food or drink.</w:t>
            </w:r>
          </w:p>
          <w:p w14:paraId="4CBA022E" w14:textId="77777777" w:rsidR="00C5079B" w:rsidRPr="006E0F06" w:rsidRDefault="00C5079B" w:rsidP="00063799">
            <w:pPr>
              <w:numPr>
                <w:ilvl w:val="0"/>
                <w:numId w:val="22"/>
              </w:numPr>
              <w:rPr>
                <w:color w:val="000000" w:themeColor="text1"/>
              </w:rPr>
            </w:pPr>
            <w:r w:rsidRPr="006E0F06">
              <w:rPr>
                <w:color w:val="000000" w:themeColor="text1"/>
              </w:rPr>
              <w:t>Chemicals should be properly marked before returning them to storage.</w:t>
            </w:r>
          </w:p>
          <w:p w14:paraId="16F26E5D" w14:textId="77777777" w:rsidR="00C5079B" w:rsidRPr="006E0F06" w:rsidRDefault="00C5079B" w:rsidP="00063799">
            <w:pPr>
              <w:numPr>
                <w:ilvl w:val="0"/>
                <w:numId w:val="22"/>
              </w:numPr>
              <w:rPr>
                <w:color w:val="000000" w:themeColor="text1"/>
              </w:rPr>
            </w:pPr>
            <w:r w:rsidRPr="006E0F06">
              <w:rPr>
                <w:color w:val="000000" w:themeColor="text1"/>
              </w:rPr>
              <w:t>Solvents and corrosives can be stored in the same cabinet, but must be on different shelves.</w:t>
            </w:r>
          </w:p>
          <w:p w14:paraId="6D809C7B" w14:textId="77777777" w:rsidR="00C5079B" w:rsidRPr="006E0F06" w:rsidRDefault="00C5079B" w:rsidP="00063799">
            <w:pPr>
              <w:numPr>
                <w:ilvl w:val="0"/>
                <w:numId w:val="22"/>
              </w:numPr>
              <w:rPr>
                <w:color w:val="000000" w:themeColor="text1"/>
              </w:rPr>
            </w:pPr>
            <w:r w:rsidRPr="006E0F06">
              <w:rPr>
                <w:color w:val="000000" w:themeColor="text1"/>
              </w:rPr>
              <w:t>Chemical storage cabinets should ALWAYS be properly marked.</w:t>
            </w:r>
          </w:p>
        </w:tc>
      </w:tr>
      <w:bookmarkEnd w:id="24"/>
    </w:tbl>
    <w:p w14:paraId="0F20E931" w14:textId="77777777" w:rsidR="00C5079B" w:rsidRPr="006E0F06" w:rsidRDefault="00C5079B" w:rsidP="00DF54BA">
      <w:pPr>
        <w:rPr>
          <w:color w:val="000000" w:themeColor="text1"/>
        </w:rPr>
      </w:pPr>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C5079B" w:rsidRPr="006E0F06" w14:paraId="2E5A5668" w14:textId="77777777" w:rsidTr="000F41E3">
        <w:trPr>
          <w:cantSplit/>
          <w:trHeight w:val="180"/>
        </w:trPr>
        <w:tc>
          <w:tcPr>
            <w:tcW w:w="520" w:type="pct"/>
          </w:tcPr>
          <w:p w14:paraId="7C9EC1A8" w14:textId="77777777" w:rsidR="00C5079B" w:rsidRPr="006E0F06" w:rsidRDefault="00C5079B" w:rsidP="000F41E3">
            <w:pPr>
              <w:pStyle w:val="stepsnumbered"/>
              <w:keepNext/>
              <w:rPr>
                <w:color w:val="000000" w:themeColor="text1"/>
                <w:szCs w:val="24"/>
              </w:rPr>
            </w:pPr>
            <w:bookmarkStart w:id="25" w:name="Saf_HazMat_FA20_quid28"/>
          </w:p>
        </w:tc>
        <w:tc>
          <w:tcPr>
            <w:tcW w:w="4480" w:type="pct"/>
            <w:vAlign w:val="center"/>
          </w:tcPr>
          <w:p w14:paraId="71784775" w14:textId="70B51302" w:rsidR="00C5079B" w:rsidRPr="006E0F06" w:rsidRDefault="00AD167A" w:rsidP="000F41E3">
            <w:pPr>
              <w:pStyle w:val="BodyText"/>
              <w:keepNext/>
              <w:rPr>
                <w:color w:val="000000" w:themeColor="text1"/>
                <w:szCs w:val="24"/>
              </w:rPr>
            </w:pPr>
            <w:r w:rsidRPr="006E0F06">
              <w:rPr>
                <w:color w:val="000000" w:themeColor="text1"/>
                <w:szCs w:val="24"/>
              </w:rPr>
              <w:t xml:space="preserve">Which of the following chemical </w:t>
            </w:r>
            <w:proofErr w:type="gramStart"/>
            <w:r w:rsidRPr="006E0F06">
              <w:rPr>
                <w:color w:val="000000" w:themeColor="text1"/>
                <w:szCs w:val="24"/>
              </w:rPr>
              <w:t>can NOT</w:t>
            </w:r>
            <w:proofErr w:type="gramEnd"/>
            <w:r w:rsidRPr="006E0F06">
              <w:rPr>
                <w:color w:val="000000" w:themeColor="text1"/>
                <w:szCs w:val="24"/>
              </w:rPr>
              <w:t xml:space="preserve"> be poured at a caustic bench?</w:t>
            </w:r>
          </w:p>
        </w:tc>
      </w:tr>
      <w:tr w:rsidR="00C5079B" w:rsidRPr="006E0F06" w14:paraId="0ACB11F5" w14:textId="77777777" w:rsidTr="000F41E3">
        <w:trPr>
          <w:cantSplit/>
          <w:trHeight w:val="143"/>
        </w:trPr>
        <w:tc>
          <w:tcPr>
            <w:tcW w:w="520" w:type="pct"/>
          </w:tcPr>
          <w:p w14:paraId="5AB193D8" w14:textId="77777777" w:rsidR="00C5079B" w:rsidRPr="006E0F06" w:rsidRDefault="00C5079B" w:rsidP="000F41E3">
            <w:pPr>
              <w:rPr>
                <w:color w:val="000000" w:themeColor="text1"/>
              </w:rPr>
            </w:pPr>
          </w:p>
        </w:tc>
        <w:tc>
          <w:tcPr>
            <w:tcW w:w="4480" w:type="pct"/>
          </w:tcPr>
          <w:p w14:paraId="6981AAEB" w14:textId="6DA7253E" w:rsidR="00C5079B" w:rsidRPr="006E0F06" w:rsidRDefault="00AD167A" w:rsidP="00063799">
            <w:pPr>
              <w:numPr>
                <w:ilvl w:val="0"/>
                <w:numId w:val="23"/>
              </w:numPr>
              <w:rPr>
                <w:color w:val="000000" w:themeColor="text1"/>
              </w:rPr>
            </w:pPr>
            <w:r w:rsidRPr="006E0F06">
              <w:rPr>
                <w:color w:val="000000" w:themeColor="text1"/>
              </w:rPr>
              <w:t>Solvents</w:t>
            </w:r>
          </w:p>
          <w:p w14:paraId="404C9C8E" w14:textId="77777777" w:rsidR="00AD167A" w:rsidRPr="006E0F06" w:rsidRDefault="00AD167A" w:rsidP="00063799">
            <w:pPr>
              <w:numPr>
                <w:ilvl w:val="0"/>
                <w:numId w:val="23"/>
              </w:numPr>
              <w:rPr>
                <w:color w:val="000000" w:themeColor="text1"/>
              </w:rPr>
            </w:pPr>
            <w:r w:rsidRPr="006E0F06">
              <w:rPr>
                <w:color w:val="000000" w:themeColor="text1"/>
              </w:rPr>
              <w:t>Acids</w:t>
            </w:r>
          </w:p>
          <w:p w14:paraId="78091144" w14:textId="00AFBE54" w:rsidR="00AD167A" w:rsidRPr="006E0F06" w:rsidRDefault="00AD167A" w:rsidP="00063799">
            <w:pPr>
              <w:numPr>
                <w:ilvl w:val="0"/>
                <w:numId w:val="23"/>
              </w:numPr>
              <w:rPr>
                <w:color w:val="000000" w:themeColor="text1"/>
              </w:rPr>
            </w:pPr>
            <w:r w:rsidRPr="006E0F06">
              <w:rPr>
                <w:color w:val="000000" w:themeColor="text1"/>
              </w:rPr>
              <w:t>Flammables</w:t>
            </w:r>
          </w:p>
          <w:p w14:paraId="2E86F754" w14:textId="22D468C1" w:rsidR="00C5079B" w:rsidRPr="006E0F06" w:rsidRDefault="0024406E" w:rsidP="00063799">
            <w:pPr>
              <w:numPr>
                <w:ilvl w:val="0"/>
                <w:numId w:val="23"/>
              </w:numPr>
              <w:rPr>
                <w:color w:val="000000" w:themeColor="text1"/>
              </w:rPr>
            </w:pPr>
            <w:r w:rsidRPr="006E0F06">
              <w:rPr>
                <w:color w:val="000000" w:themeColor="text1"/>
              </w:rPr>
              <w:t>Water</w:t>
            </w:r>
          </w:p>
        </w:tc>
      </w:tr>
    </w:tbl>
    <w:p w14:paraId="6FEBBF8E" w14:textId="77777777" w:rsidR="0024406E" w:rsidRPr="006E0F06" w:rsidRDefault="0024406E">
      <w:pPr>
        <w:rPr>
          <w:color w:val="000000" w:themeColor="text1"/>
        </w:rPr>
      </w:pPr>
      <w:bookmarkStart w:id="26" w:name="Saf_HazMat_FA20_quid29"/>
      <w:bookmarkEnd w:id="25"/>
    </w:p>
    <w:tbl>
      <w:tblPr>
        <w:tblpPr w:leftFromText="180" w:rightFromText="180" w:vertAnchor="text" w:tblpY="1"/>
        <w:tblOverlap w:val="never"/>
        <w:tblW w:w="5000" w:type="pct"/>
        <w:tblCellMar>
          <w:left w:w="115" w:type="dxa"/>
          <w:right w:w="115" w:type="dxa"/>
        </w:tblCellMar>
        <w:tblLook w:val="01E0" w:firstRow="1" w:lastRow="1" w:firstColumn="1" w:lastColumn="1" w:noHBand="0" w:noVBand="0"/>
      </w:tblPr>
      <w:tblGrid>
        <w:gridCol w:w="1147"/>
        <w:gridCol w:w="9883"/>
      </w:tblGrid>
      <w:tr w:rsidR="00F32B73" w:rsidRPr="006E0F06" w14:paraId="5E3B99D1" w14:textId="77777777" w:rsidTr="00994E12">
        <w:trPr>
          <w:cantSplit/>
          <w:trHeight w:val="180"/>
        </w:trPr>
        <w:tc>
          <w:tcPr>
            <w:tcW w:w="520" w:type="pct"/>
          </w:tcPr>
          <w:p w14:paraId="3D29C2F2" w14:textId="77777777" w:rsidR="00F32B73" w:rsidRPr="006E0F06" w:rsidRDefault="00F32B73" w:rsidP="000F41E3">
            <w:pPr>
              <w:pStyle w:val="stepsnumbered"/>
              <w:keepNext/>
              <w:rPr>
                <w:color w:val="000000" w:themeColor="text1"/>
                <w:szCs w:val="24"/>
              </w:rPr>
            </w:pPr>
          </w:p>
        </w:tc>
        <w:tc>
          <w:tcPr>
            <w:tcW w:w="4480" w:type="pct"/>
            <w:vAlign w:val="center"/>
          </w:tcPr>
          <w:p w14:paraId="06289728" w14:textId="2E7D5525" w:rsidR="00F32B73" w:rsidRPr="006E0F06" w:rsidRDefault="00C41002" w:rsidP="00C41002">
            <w:pPr>
              <w:pStyle w:val="BodyText"/>
              <w:keepNext/>
              <w:rPr>
                <w:color w:val="000000" w:themeColor="text1"/>
                <w:szCs w:val="24"/>
              </w:rPr>
            </w:pPr>
            <w:r w:rsidRPr="006E0F06">
              <w:rPr>
                <w:color w:val="000000" w:themeColor="text1"/>
                <w:szCs w:val="24"/>
              </w:rPr>
              <w:t>Which of the following statements is NOT TRUE?</w:t>
            </w:r>
          </w:p>
        </w:tc>
      </w:tr>
      <w:tr w:rsidR="00F32B73" w:rsidRPr="006E0F06" w14:paraId="435E176E" w14:textId="77777777" w:rsidTr="00994E12">
        <w:trPr>
          <w:cantSplit/>
          <w:trHeight w:val="143"/>
        </w:trPr>
        <w:tc>
          <w:tcPr>
            <w:tcW w:w="520" w:type="pct"/>
          </w:tcPr>
          <w:p w14:paraId="2F88E149" w14:textId="77777777" w:rsidR="00F32B73" w:rsidRPr="006E0F06" w:rsidRDefault="00F32B73" w:rsidP="000F41E3">
            <w:pPr>
              <w:rPr>
                <w:color w:val="000000" w:themeColor="text1"/>
              </w:rPr>
            </w:pPr>
          </w:p>
        </w:tc>
        <w:tc>
          <w:tcPr>
            <w:tcW w:w="4480" w:type="pct"/>
          </w:tcPr>
          <w:p w14:paraId="313778C0" w14:textId="0FEA66FB" w:rsidR="00F32B73" w:rsidRPr="006E0F06" w:rsidRDefault="00C41002" w:rsidP="00063799">
            <w:pPr>
              <w:numPr>
                <w:ilvl w:val="0"/>
                <w:numId w:val="24"/>
              </w:numPr>
              <w:rPr>
                <w:color w:val="000000" w:themeColor="text1"/>
              </w:rPr>
            </w:pPr>
            <w:r w:rsidRPr="006E0F06">
              <w:rPr>
                <w:color w:val="000000" w:themeColor="text1"/>
              </w:rPr>
              <w:t>NEVER touch a common item such as a door handle or phone when wearing acid gloves.</w:t>
            </w:r>
          </w:p>
          <w:p w14:paraId="0D447439" w14:textId="162B646F" w:rsidR="00994E12" w:rsidRPr="006E0F06" w:rsidRDefault="00994E12" w:rsidP="00063799">
            <w:pPr>
              <w:numPr>
                <w:ilvl w:val="0"/>
                <w:numId w:val="24"/>
              </w:numPr>
              <w:rPr>
                <w:color w:val="000000" w:themeColor="text1"/>
              </w:rPr>
            </w:pPr>
            <w:r w:rsidRPr="006E0F06">
              <w:rPr>
                <w:color w:val="000000" w:themeColor="text1"/>
              </w:rPr>
              <w:t>Horseplay is allowed as long as it is controlled and does not endanger anyone.</w:t>
            </w:r>
          </w:p>
          <w:p w14:paraId="5D7C4322" w14:textId="77777777" w:rsidR="00F32B73" w:rsidRPr="006E0F06" w:rsidRDefault="00C41002" w:rsidP="00063799">
            <w:pPr>
              <w:numPr>
                <w:ilvl w:val="0"/>
                <w:numId w:val="24"/>
              </w:numPr>
              <w:rPr>
                <w:color w:val="000000" w:themeColor="text1"/>
              </w:rPr>
            </w:pPr>
            <w:r w:rsidRPr="006E0F06">
              <w:rPr>
                <w:color w:val="000000" w:themeColor="text1"/>
              </w:rPr>
              <w:t xml:space="preserve">There are different waste receptacles </w:t>
            </w:r>
            <w:r w:rsidR="00994E12" w:rsidRPr="006E0F06">
              <w:rPr>
                <w:color w:val="000000" w:themeColor="text1"/>
              </w:rPr>
              <w:t>for each type of waste in a chemical lab (corrosives, solvents, sharps, common waste).</w:t>
            </w:r>
          </w:p>
          <w:p w14:paraId="38201F50" w14:textId="3A799D24" w:rsidR="00994E12" w:rsidRPr="006E0F06" w:rsidRDefault="00994E12" w:rsidP="00063799">
            <w:pPr>
              <w:numPr>
                <w:ilvl w:val="0"/>
                <w:numId w:val="24"/>
              </w:numPr>
              <w:rPr>
                <w:color w:val="000000" w:themeColor="text1"/>
              </w:rPr>
            </w:pPr>
            <w:r w:rsidRPr="006E0F06">
              <w:rPr>
                <w:color w:val="000000" w:themeColor="text1"/>
              </w:rPr>
              <w:t>When the fire alarm goes off, get you and your buddy out of the facility and don’t wait for instructions.</w:t>
            </w:r>
          </w:p>
        </w:tc>
      </w:tr>
      <w:tr w:rsidR="00994E12" w:rsidRPr="006E0F06" w14:paraId="4E51A4B2" w14:textId="77777777" w:rsidTr="00994E12">
        <w:trPr>
          <w:gridAfter w:val="1"/>
          <w:wAfter w:w="4480" w:type="pct"/>
          <w:cantSplit/>
          <w:trHeight w:val="143"/>
        </w:trPr>
        <w:tc>
          <w:tcPr>
            <w:tcW w:w="520" w:type="pct"/>
          </w:tcPr>
          <w:p w14:paraId="0BCFB65A" w14:textId="77777777" w:rsidR="00994E12" w:rsidRPr="006E0F06" w:rsidRDefault="00994E12" w:rsidP="00994E12">
            <w:pPr>
              <w:widowControl/>
              <w:adjustRightInd/>
              <w:textAlignment w:val="auto"/>
              <w:rPr>
                <w:color w:val="000000" w:themeColor="text1"/>
              </w:rPr>
            </w:pPr>
            <w:bookmarkStart w:id="27" w:name="Saf_HazMat_FA20_quid30"/>
            <w:bookmarkEnd w:id="26"/>
          </w:p>
        </w:tc>
      </w:tr>
      <w:tr w:rsidR="00F32B73" w:rsidRPr="006E0F06" w14:paraId="6CEEF0AB" w14:textId="77777777" w:rsidTr="000F41E3">
        <w:trPr>
          <w:cantSplit/>
          <w:trHeight w:val="720"/>
        </w:trPr>
        <w:tc>
          <w:tcPr>
            <w:tcW w:w="520" w:type="pct"/>
          </w:tcPr>
          <w:p w14:paraId="0E94C8E3" w14:textId="77777777" w:rsidR="00F32B73" w:rsidRPr="006E0F06" w:rsidRDefault="00F32B73" w:rsidP="000F41E3">
            <w:pPr>
              <w:pStyle w:val="stepsnumbered"/>
              <w:rPr>
                <w:color w:val="000000" w:themeColor="text1"/>
                <w:szCs w:val="24"/>
              </w:rPr>
            </w:pPr>
            <w:bookmarkStart w:id="28" w:name="Saf_HazMat_FA20_quid3"/>
            <w:bookmarkEnd w:id="27"/>
          </w:p>
        </w:tc>
        <w:tc>
          <w:tcPr>
            <w:tcW w:w="4480" w:type="pct"/>
            <w:vAlign w:val="center"/>
          </w:tcPr>
          <w:p w14:paraId="29668DCC" w14:textId="77777777" w:rsidR="00F32B73" w:rsidRDefault="00F32B73" w:rsidP="006E0F06">
            <w:pPr>
              <w:pStyle w:val="lvl1Text"/>
              <w:rPr>
                <w:b w:val="0"/>
                <w:color w:val="000000" w:themeColor="text1"/>
                <w:sz w:val="24"/>
                <w:szCs w:val="24"/>
              </w:rPr>
            </w:pPr>
            <w:r w:rsidRPr="006E0F06">
              <w:rPr>
                <w:b w:val="0"/>
                <w:color w:val="000000" w:themeColor="text1"/>
                <w:sz w:val="24"/>
                <w:szCs w:val="24"/>
              </w:rPr>
              <w:t>A CO</w:t>
            </w:r>
            <w:r w:rsidRPr="006E0F06">
              <w:rPr>
                <w:b w:val="0"/>
                <w:color w:val="000000" w:themeColor="text1"/>
                <w:sz w:val="24"/>
                <w:szCs w:val="24"/>
                <w:vertAlign w:val="subscript"/>
              </w:rPr>
              <w:t>2</w:t>
            </w:r>
            <w:r w:rsidRPr="006E0F06">
              <w:rPr>
                <w:b w:val="0"/>
                <w:color w:val="000000" w:themeColor="text1"/>
                <w:sz w:val="24"/>
                <w:szCs w:val="24"/>
              </w:rPr>
              <w:t xml:space="preserve"> Suppression System is designed to deplete the environment of ________________________ when it is set off.</w:t>
            </w:r>
            <w:r w:rsidR="00816443" w:rsidRPr="006E0F06">
              <w:rPr>
                <w:b w:val="0"/>
                <w:color w:val="000000" w:themeColor="text1"/>
                <w:sz w:val="24"/>
                <w:szCs w:val="24"/>
              </w:rPr>
              <w:t xml:space="preserve"> </w:t>
            </w:r>
          </w:p>
          <w:p w14:paraId="7CEB60D6" w14:textId="10DDC93E" w:rsidR="006E0F06" w:rsidRPr="006E0F06" w:rsidRDefault="006E0F06" w:rsidP="006E0F06">
            <w:pPr>
              <w:pStyle w:val="lvl1Text"/>
              <w:rPr>
                <w:b w:val="0"/>
                <w:color w:val="000000" w:themeColor="text1"/>
                <w:sz w:val="24"/>
                <w:szCs w:val="24"/>
              </w:rPr>
            </w:pPr>
          </w:p>
        </w:tc>
      </w:tr>
      <w:tr w:rsidR="00F32B73" w:rsidRPr="006E0F06" w14:paraId="03B8FBC9" w14:textId="77777777" w:rsidTr="000F41E3">
        <w:trPr>
          <w:cantSplit/>
          <w:trHeight w:val="180"/>
        </w:trPr>
        <w:tc>
          <w:tcPr>
            <w:tcW w:w="520" w:type="pct"/>
          </w:tcPr>
          <w:p w14:paraId="567F3793" w14:textId="77777777" w:rsidR="00F32B73" w:rsidRPr="006E0F06" w:rsidRDefault="00F32B73" w:rsidP="000F41E3">
            <w:pPr>
              <w:pStyle w:val="stepsnumbered"/>
              <w:keepNext/>
              <w:rPr>
                <w:color w:val="000000" w:themeColor="text1"/>
                <w:szCs w:val="24"/>
              </w:rPr>
            </w:pPr>
            <w:bookmarkStart w:id="29" w:name="Saf_HazMat_FA20_quid31"/>
            <w:bookmarkEnd w:id="28"/>
          </w:p>
        </w:tc>
        <w:tc>
          <w:tcPr>
            <w:tcW w:w="4480" w:type="pct"/>
            <w:vAlign w:val="center"/>
          </w:tcPr>
          <w:p w14:paraId="6983E36F" w14:textId="77777777" w:rsidR="00F32B73" w:rsidRPr="006E0F06" w:rsidRDefault="00F32B73" w:rsidP="000F41E3">
            <w:pPr>
              <w:pStyle w:val="BodyText"/>
              <w:keepNext/>
              <w:rPr>
                <w:color w:val="000000" w:themeColor="text1"/>
                <w:szCs w:val="24"/>
              </w:rPr>
            </w:pPr>
            <w:r w:rsidRPr="006E0F06">
              <w:rPr>
                <w:color w:val="000000" w:themeColor="text1"/>
                <w:szCs w:val="24"/>
              </w:rPr>
              <w:t>Scenario: You arrive at your station and you see a clear liquid puddle on the floor.  How should you respond?</w:t>
            </w:r>
          </w:p>
        </w:tc>
      </w:tr>
      <w:tr w:rsidR="00F32B73" w:rsidRPr="006E0F06" w14:paraId="6599392F" w14:textId="77777777" w:rsidTr="000F41E3">
        <w:trPr>
          <w:cantSplit/>
          <w:trHeight w:val="143"/>
        </w:trPr>
        <w:tc>
          <w:tcPr>
            <w:tcW w:w="520" w:type="pct"/>
          </w:tcPr>
          <w:p w14:paraId="6A9FF50E" w14:textId="77777777" w:rsidR="00F32B73" w:rsidRPr="006E0F06" w:rsidRDefault="00F32B73" w:rsidP="000F41E3">
            <w:pPr>
              <w:rPr>
                <w:color w:val="000000" w:themeColor="text1"/>
              </w:rPr>
            </w:pPr>
          </w:p>
        </w:tc>
        <w:tc>
          <w:tcPr>
            <w:tcW w:w="4480" w:type="pct"/>
          </w:tcPr>
          <w:p w14:paraId="15890C48" w14:textId="77777777" w:rsidR="00F32B73" w:rsidRPr="006E0F06" w:rsidRDefault="00F32B73" w:rsidP="00063799">
            <w:pPr>
              <w:numPr>
                <w:ilvl w:val="0"/>
                <w:numId w:val="27"/>
              </w:numPr>
              <w:rPr>
                <w:color w:val="000000" w:themeColor="text1"/>
              </w:rPr>
            </w:pPr>
            <w:r w:rsidRPr="006E0F06">
              <w:rPr>
                <w:color w:val="000000" w:themeColor="text1"/>
              </w:rPr>
              <w:t>Avoid the spill and start work.</w:t>
            </w:r>
          </w:p>
          <w:p w14:paraId="45A8D2BD" w14:textId="77777777" w:rsidR="00F32B73" w:rsidRPr="006E0F06" w:rsidRDefault="00F32B73" w:rsidP="00063799">
            <w:pPr>
              <w:numPr>
                <w:ilvl w:val="0"/>
                <w:numId w:val="27"/>
              </w:numPr>
              <w:rPr>
                <w:color w:val="000000" w:themeColor="text1"/>
              </w:rPr>
            </w:pPr>
            <w:r w:rsidRPr="006E0F06">
              <w:rPr>
                <w:color w:val="000000" w:themeColor="text1"/>
              </w:rPr>
              <w:t>Check the spill with a pH strip and notify facility's management.</w:t>
            </w:r>
          </w:p>
          <w:p w14:paraId="78A9796B" w14:textId="77777777" w:rsidR="00F32B73" w:rsidRPr="006E0F06" w:rsidRDefault="00F32B73" w:rsidP="00063799">
            <w:pPr>
              <w:numPr>
                <w:ilvl w:val="0"/>
                <w:numId w:val="27"/>
              </w:numPr>
              <w:rPr>
                <w:color w:val="000000" w:themeColor="text1"/>
              </w:rPr>
            </w:pPr>
            <w:r w:rsidRPr="006E0F06">
              <w:rPr>
                <w:color w:val="000000" w:themeColor="text1"/>
              </w:rPr>
              <w:t>Check the pH and clean it up if it shows neutral.</w:t>
            </w:r>
          </w:p>
          <w:p w14:paraId="18A3F922" w14:textId="77777777" w:rsidR="00F32B73" w:rsidRPr="006E0F06" w:rsidRDefault="00F32B73" w:rsidP="00063799">
            <w:pPr>
              <w:numPr>
                <w:ilvl w:val="0"/>
                <w:numId w:val="27"/>
              </w:numPr>
              <w:rPr>
                <w:color w:val="000000" w:themeColor="text1"/>
              </w:rPr>
            </w:pPr>
            <w:r w:rsidRPr="006E0F06">
              <w:rPr>
                <w:color w:val="000000" w:themeColor="text1"/>
              </w:rPr>
              <w:t>Clean up the spill assuming it's water.</w:t>
            </w:r>
          </w:p>
        </w:tc>
      </w:tr>
    </w:tbl>
    <w:tbl>
      <w:tblPr>
        <w:tblW w:w="5000" w:type="pct"/>
        <w:tblCellMar>
          <w:left w:w="115" w:type="dxa"/>
          <w:right w:w="115" w:type="dxa"/>
        </w:tblCellMar>
        <w:tblLook w:val="01E0" w:firstRow="1" w:lastRow="1" w:firstColumn="1" w:lastColumn="1" w:noHBand="0" w:noVBand="0"/>
      </w:tblPr>
      <w:tblGrid>
        <w:gridCol w:w="1125"/>
        <w:gridCol w:w="9905"/>
      </w:tblGrid>
      <w:tr w:rsidR="002F0643" w:rsidRPr="006E0F06" w14:paraId="4662C562" w14:textId="77777777" w:rsidTr="000F41E3">
        <w:trPr>
          <w:cantSplit/>
          <w:trHeight w:val="143"/>
        </w:trPr>
        <w:tc>
          <w:tcPr>
            <w:tcW w:w="510" w:type="pct"/>
          </w:tcPr>
          <w:p w14:paraId="08AF0CC6" w14:textId="77777777" w:rsidR="002F0643" w:rsidRPr="006E0F06" w:rsidRDefault="002F0643" w:rsidP="00994E12">
            <w:pPr>
              <w:widowControl/>
              <w:adjustRightInd/>
              <w:textAlignment w:val="auto"/>
              <w:rPr>
                <w:color w:val="000000" w:themeColor="text1"/>
              </w:rPr>
            </w:pPr>
            <w:bookmarkStart w:id="30" w:name="Saf_HazMat_FA20_prid2"/>
            <w:bookmarkEnd w:id="29"/>
          </w:p>
        </w:tc>
        <w:tc>
          <w:tcPr>
            <w:tcW w:w="4490" w:type="pct"/>
          </w:tcPr>
          <w:p w14:paraId="3E89C54C" w14:textId="77777777" w:rsidR="002F0643" w:rsidRPr="006E0F06" w:rsidRDefault="002F0643" w:rsidP="000F41E3">
            <w:pPr>
              <w:pStyle w:val="xtLabel"/>
              <w:keepNext w:val="0"/>
              <w:rPr>
                <w:color w:val="000000" w:themeColor="text1"/>
                <w:sz w:val="24"/>
                <w:szCs w:val="24"/>
              </w:rPr>
            </w:pPr>
          </w:p>
        </w:tc>
      </w:tr>
      <w:tr w:rsidR="002F0643" w:rsidRPr="006E0F06" w14:paraId="64CE1B3D" w14:textId="77777777" w:rsidTr="000F41E3">
        <w:trPr>
          <w:cantSplit/>
          <w:trHeight w:val="143"/>
        </w:trPr>
        <w:tc>
          <w:tcPr>
            <w:tcW w:w="510" w:type="pct"/>
          </w:tcPr>
          <w:p w14:paraId="563B1319" w14:textId="77777777" w:rsidR="002F0643" w:rsidRPr="006E0F06" w:rsidRDefault="002F0643" w:rsidP="002F0643">
            <w:pPr>
              <w:rPr>
                <w:color w:val="000000" w:themeColor="text1"/>
              </w:rPr>
            </w:pPr>
          </w:p>
        </w:tc>
        <w:tc>
          <w:tcPr>
            <w:tcW w:w="4490" w:type="pct"/>
          </w:tcPr>
          <w:p w14:paraId="651C334F" w14:textId="77777777" w:rsidR="00893937" w:rsidRPr="006E0F06" w:rsidRDefault="00893937" w:rsidP="002F0643">
            <w:pPr>
              <w:rPr>
                <w:b/>
                <w:color w:val="000000" w:themeColor="text1"/>
                <w:sz w:val="28"/>
              </w:rPr>
            </w:pPr>
          </w:p>
          <w:p w14:paraId="05E953F1" w14:textId="77777777" w:rsidR="002F0643" w:rsidRPr="006E0F06" w:rsidRDefault="00893937" w:rsidP="002F0643">
            <w:pPr>
              <w:rPr>
                <w:b/>
                <w:color w:val="000000" w:themeColor="text1"/>
                <w:sz w:val="28"/>
              </w:rPr>
            </w:pPr>
            <w:r w:rsidRPr="006E0F06">
              <w:rPr>
                <w:b/>
                <w:color w:val="000000" w:themeColor="text1"/>
                <w:sz w:val="28"/>
              </w:rPr>
              <w:t>Chemical Lab Safety Rules Checklist Items</w:t>
            </w:r>
          </w:p>
          <w:tbl>
            <w:tblPr>
              <w:tblW w:w="4400" w:type="pct"/>
              <w:tblInd w:w="221" w:type="dxa"/>
              <w:tblCellMar>
                <w:left w:w="115" w:type="dxa"/>
                <w:right w:w="115" w:type="dxa"/>
              </w:tblCellMar>
              <w:tblLook w:val="01E0" w:firstRow="1" w:lastRow="1" w:firstColumn="1" w:lastColumn="1" w:noHBand="0" w:noVBand="0"/>
            </w:tblPr>
            <w:tblGrid>
              <w:gridCol w:w="8514"/>
            </w:tblGrid>
            <w:tr w:rsidR="002F0643" w:rsidRPr="006E0F06" w14:paraId="3F720536" w14:textId="77777777" w:rsidTr="000F41E3">
              <w:trPr>
                <w:cantSplit/>
                <w:trHeight w:val="346"/>
              </w:trPr>
              <w:tc>
                <w:tcPr>
                  <w:tcW w:w="5000" w:type="pct"/>
                </w:tcPr>
                <w:p w14:paraId="0C26CECA" w14:textId="77777777" w:rsidR="00893937" w:rsidRPr="006E0F06" w:rsidRDefault="00893937" w:rsidP="002F0643">
                  <w:pPr>
                    <w:pStyle w:val="BodyText"/>
                    <w:rPr>
                      <w:b/>
                      <w:color w:val="000000" w:themeColor="text1"/>
                      <w:szCs w:val="24"/>
                    </w:rPr>
                  </w:pPr>
                  <w:bookmarkStart w:id="31" w:name="dlstepsintro"/>
                  <w:bookmarkStart w:id="32" w:name="Saf_HazMat_FA20_dldl206"/>
                </w:p>
                <w:p w14:paraId="47D7DE25" w14:textId="77777777" w:rsidR="002F0643" w:rsidRPr="006E0F06" w:rsidRDefault="002F0643" w:rsidP="002F0643">
                  <w:pPr>
                    <w:pStyle w:val="BodyText"/>
                    <w:rPr>
                      <w:b/>
                      <w:color w:val="000000" w:themeColor="text1"/>
                      <w:szCs w:val="24"/>
                    </w:rPr>
                  </w:pPr>
                  <w:r w:rsidRPr="006E0F06">
                    <w:rPr>
                      <w:b/>
                      <w:color w:val="000000" w:themeColor="text1"/>
                      <w:szCs w:val="24"/>
                    </w:rPr>
                    <w:t>Description</w:t>
                  </w:r>
                </w:p>
              </w:tc>
            </w:tr>
            <w:tr w:rsidR="002F0643" w:rsidRPr="006E0F06" w14:paraId="47240F43" w14:textId="77777777" w:rsidTr="000F41E3">
              <w:trPr>
                <w:cantSplit/>
                <w:trHeight w:val="350"/>
              </w:trPr>
              <w:tc>
                <w:tcPr>
                  <w:tcW w:w="5000" w:type="pct"/>
                </w:tcPr>
                <w:p w14:paraId="143EC54E" w14:textId="77777777" w:rsidR="002F0643" w:rsidRPr="006E0F06" w:rsidRDefault="002F0643" w:rsidP="000F41E3">
                  <w:pPr>
                    <w:keepLines/>
                    <w:rPr>
                      <w:color w:val="000000" w:themeColor="text1"/>
                    </w:rPr>
                  </w:pPr>
                  <w:r w:rsidRPr="006E0F06">
                    <w:rPr>
                      <w:color w:val="000000" w:themeColor="text1"/>
                    </w:rPr>
                    <w:t>Score the individual on how they apply each of the following safety rules.</w:t>
                  </w:r>
                </w:p>
              </w:tc>
            </w:tr>
            <w:bookmarkEnd w:id="31"/>
            <w:bookmarkEnd w:id="32"/>
          </w:tbl>
          <w:p w14:paraId="03155798" w14:textId="77777777" w:rsidR="002F0643" w:rsidRPr="006E0F06" w:rsidRDefault="002F0643" w:rsidP="002F0643">
            <w:pPr>
              <w:rPr>
                <w:color w:val="000000" w:themeColor="text1"/>
              </w:rPr>
            </w:pPr>
          </w:p>
        </w:tc>
      </w:tr>
      <w:tr w:rsidR="002F0643" w:rsidRPr="006E0F06" w14:paraId="005E5F62" w14:textId="77777777" w:rsidTr="000F41E3">
        <w:trPr>
          <w:cantSplit/>
          <w:trHeight w:val="143"/>
        </w:trPr>
        <w:tc>
          <w:tcPr>
            <w:tcW w:w="510" w:type="pct"/>
          </w:tcPr>
          <w:p w14:paraId="51F7D5C4" w14:textId="77777777" w:rsidR="002F0643" w:rsidRPr="006E0F06" w:rsidRDefault="002F0643" w:rsidP="002F0643">
            <w:pPr>
              <w:pStyle w:val="BodyText"/>
              <w:rPr>
                <w:color w:val="000000" w:themeColor="text1"/>
                <w:szCs w:val="24"/>
              </w:rPr>
            </w:pPr>
          </w:p>
        </w:tc>
        <w:tc>
          <w:tcPr>
            <w:tcW w:w="4490" w:type="pct"/>
          </w:tcPr>
          <w:p w14:paraId="2BD0B28C" w14:textId="77777777" w:rsidR="002F0643" w:rsidRPr="006E0F06" w:rsidRDefault="002F0643" w:rsidP="002F0643">
            <w:pPr>
              <w:pStyle w:val="stepsbulleted"/>
              <w:rPr>
                <w:color w:val="000000" w:themeColor="text1"/>
              </w:rPr>
            </w:pPr>
            <w:r w:rsidRPr="006E0F06">
              <w:rPr>
                <w:color w:val="000000" w:themeColor="text1"/>
              </w:rPr>
              <w:t>Demonstrates an attitude of "safety first".</w:t>
            </w:r>
          </w:p>
        </w:tc>
      </w:tr>
      <w:tr w:rsidR="002F0643" w:rsidRPr="006E0F06" w14:paraId="19EFA6BB" w14:textId="77777777" w:rsidTr="000F41E3">
        <w:trPr>
          <w:cantSplit/>
          <w:trHeight w:val="143"/>
        </w:trPr>
        <w:tc>
          <w:tcPr>
            <w:tcW w:w="510" w:type="pct"/>
          </w:tcPr>
          <w:p w14:paraId="3F7DE0C2" w14:textId="77777777" w:rsidR="002F0643" w:rsidRPr="006E0F06" w:rsidRDefault="002F0643" w:rsidP="002F0643">
            <w:pPr>
              <w:pStyle w:val="BodyText"/>
              <w:rPr>
                <w:color w:val="000000" w:themeColor="text1"/>
                <w:szCs w:val="24"/>
              </w:rPr>
            </w:pPr>
          </w:p>
        </w:tc>
        <w:tc>
          <w:tcPr>
            <w:tcW w:w="4490" w:type="pct"/>
          </w:tcPr>
          <w:p w14:paraId="5B24481F" w14:textId="77777777" w:rsidR="002F0643" w:rsidRPr="006E0F06" w:rsidRDefault="002F0643" w:rsidP="002F0643">
            <w:pPr>
              <w:pStyle w:val="stepsbulleted"/>
              <w:rPr>
                <w:color w:val="000000" w:themeColor="text1"/>
              </w:rPr>
            </w:pPr>
            <w:r w:rsidRPr="006E0F06">
              <w:rPr>
                <w:color w:val="000000" w:themeColor="text1"/>
              </w:rPr>
              <w:t>Uses the buddy system when working with chemicals.</w:t>
            </w:r>
          </w:p>
        </w:tc>
      </w:tr>
      <w:tr w:rsidR="002F0643" w:rsidRPr="006E0F06" w14:paraId="74583E17" w14:textId="77777777" w:rsidTr="000F41E3">
        <w:trPr>
          <w:cantSplit/>
          <w:trHeight w:val="143"/>
        </w:trPr>
        <w:tc>
          <w:tcPr>
            <w:tcW w:w="510" w:type="pct"/>
          </w:tcPr>
          <w:p w14:paraId="19DC02C4" w14:textId="77777777" w:rsidR="002F0643" w:rsidRPr="006E0F06" w:rsidRDefault="002F0643" w:rsidP="002F0643">
            <w:pPr>
              <w:pStyle w:val="BodyText"/>
              <w:rPr>
                <w:color w:val="000000" w:themeColor="text1"/>
                <w:szCs w:val="24"/>
              </w:rPr>
            </w:pPr>
          </w:p>
        </w:tc>
        <w:tc>
          <w:tcPr>
            <w:tcW w:w="4490" w:type="pct"/>
          </w:tcPr>
          <w:p w14:paraId="2862E0D6" w14:textId="77777777" w:rsidR="002F0643" w:rsidRPr="006E0F06" w:rsidRDefault="002F0643" w:rsidP="002F0643">
            <w:pPr>
              <w:pStyle w:val="stepsbulleted"/>
              <w:rPr>
                <w:color w:val="000000" w:themeColor="text1"/>
              </w:rPr>
            </w:pPr>
            <w:r w:rsidRPr="006E0F06">
              <w:rPr>
                <w:color w:val="000000" w:themeColor="text1"/>
              </w:rPr>
              <w:t>Reads the label and MSDS before working with a specific chemical.</w:t>
            </w:r>
          </w:p>
        </w:tc>
      </w:tr>
      <w:tr w:rsidR="002F0643" w:rsidRPr="006E0F06" w14:paraId="0D1F78D5" w14:textId="77777777" w:rsidTr="000F41E3">
        <w:trPr>
          <w:cantSplit/>
          <w:trHeight w:val="143"/>
        </w:trPr>
        <w:tc>
          <w:tcPr>
            <w:tcW w:w="510" w:type="pct"/>
          </w:tcPr>
          <w:p w14:paraId="7852FC14" w14:textId="77777777" w:rsidR="002F0643" w:rsidRPr="006E0F06" w:rsidRDefault="002F0643" w:rsidP="002F0643">
            <w:pPr>
              <w:pStyle w:val="BodyText"/>
              <w:rPr>
                <w:color w:val="000000" w:themeColor="text1"/>
                <w:szCs w:val="24"/>
              </w:rPr>
            </w:pPr>
          </w:p>
        </w:tc>
        <w:tc>
          <w:tcPr>
            <w:tcW w:w="4490" w:type="pct"/>
          </w:tcPr>
          <w:p w14:paraId="229D71B2" w14:textId="77777777" w:rsidR="002F0643" w:rsidRPr="006E0F06" w:rsidRDefault="002F0643" w:rsidP="002F0643">
            <w:pPr>
              <w:pStyle w:val="stepsbulleted"/>
              <w:rPr>
                <w:color w:val="000000" w:themeColor="text1"/>
              </w:rPr>
            </w:pPr>
            <w:r w:rsidRPr="006E0F06">
              <w:rPr>
                <w:color w:val="000000" w:themeColor="text1"/>
              </w:rPr>
              <w:t>Executes the proper procedures for accidents and emergencies.</w:t>
            </w:r>
          </w:p>
        </w:tc>
      </w:tr>
      <w:tr w:rsidR="002F0643" w:rsidRPr="006E0F06" w14:paraId="4C3B5CEF" w14:textId="77777777" w:rsidTr="000F41E3">
        <w:trPr>
          <w:cantSplit/>
          <w:trHeight w:val="143"/>
        </w:trPr>
        <w:tc>
          <w:tcPr>
            <w:tcW w:w="510" w:type="pct"/>
          </w:tcPr>
          <w:p w14:paraId="0B6B3B94" w14:textId="77777777" w:rsidR="002F0643" w:rsidRPr="006E0F06" w:rsidRDefault="002F0643" w:rsidP="002F0643">
            <w:pPr>
              <w:pStyle w:val="BodyText"/>
              <w:rPr>
                <w:color w:val="000000" w:themeColor="text1"/>
                <w:szCs w:val="24"/>
              </w:rPr>
            </w:pPr>
          </w:p>
        </w:tc>
        <w:tc>
          <w:tcPr>
            <w:tcW w:w="4490" w:type="pct"/>
          </w:tcPr>
          <w:p w14:paraId="2BD95916" w14:textId="77777777" w:rsidR="002F0643" w:rsidRPr="006E0F06" w:rsidRDefault="002F0643" w:rsidP="002F0643">
            <w:pPr>
              <w:pStyle w:val="stepsbulleted"/>
              <w:rPr>
                <w:color w:val="000000" w:themeColor="text1"/>
              </w:rPr>
            </w:pPr>
            <w:r w:rsidRPr="006E0F06">
              <w:rPr>
                <w:color w:val="000000" w:themeColor="text1"/>
              </w:rPr>
              <w:t>Applies the basic rules for working with chemicals (never touches exposed skin, doesn’t eat or chew gum, etc.).</w:t>
            </w:r>
          </w:p>
        </w:tc>
      </w:tr>
      <w:tr w:rsidR="002F0643" w:rsidRPr="006E0F06" w14:paraId="60EB08DB" w14:textId="77777777" w:rsidTr="000F41E3">
        <w:trPr>
          <w:cantSplit/>
          <w:trHeight w:val="143"/>
        </w:trPr>
        <w:tc>
          <w:tcPr>
            <w:tcW w:w="510" w:type="pct"/>
          </w:tcPr>
          <w:p w14:paraId="1C6922A7" w14:textId="77777777" w:rsidR="002F0643" w:rsidRPr="006E0F06" w:rsidRDefault="002F0643" w:rsidP="002F0643">
            <w:pPr>
              <w:pStyle w:val="BodyText"/>
              <w:rPr>
                <w:color w:val="000000" w:themeColor="text1"/>
                <w:szCs w:val="24"/>
              </w:rPr>
            </w:pPr>
          </w:p>
        </w:tc>
        <w:tc>
          <w:tcPr>
            <w:tcW w:w="4490" w:type="pct"/>
          </w:tcPr>
          <w:p w14:paraId="086334BE" w14:textId="77777777" w:rsidR="002F0643" w:rsidRPr="006E0F06" w:rsidRDefault="002F0643" w:rsidP="002F0643">
            <w:pPr>
              <w:pStyle w:val="stepsbulleted"/>
              <w:rPr>
                <w:color w:val="000000" w:themeColor="text1"/>
              </w:rPr>
            </w:pPr>
            <w:r w:rsidRPr="006E0F06">
              <w:rPr>
                <w:color w:val="000000" w:themeColor="text1"/>
              </w:rPr>
              <w:t>Checks the exhaust and for heat sources or obstructions before working with a chemical.</w:t>
            </w:r>
          </w:p>
        </w:tc>
      </w:tr>
      <w:tr w:rsidR="002F0643" w:rsidRPr="006E0F06" w14:paraId="28C0996B" w14:textId="77777777" w:rsidTr="000F41E3">
        <w:trPr>
          <w:cantSplit/>
          <w:trHeight w:val="143"/>
        </w:trPr>
        <w:tc>
          <w:tcPr>
            <w:tcW w:w="510" w:type="pct"/>
          </w:tcPr>
          <w:p w14:paraId="33BF9D5D" w14:textId="77777777" w:rsidR="002F0643" w:rsidRPr="006E0F06" w:rsidRDefault="002F0643" w:rsidP="002F0643">
            <w:pPr>
              <w:pStyle w:val="BodyText"/>
              <w:rPr>
                <w:color w:val="000000" w:themeColor="text1"/>
                <w:szCs w:val="24"/>
              </w:rPr>
            </w:pPr>
          </w:p>
        </w:tc>
        <w:tc>
          <w:tcPr>
            <w:tcW w:w="4490" w:type="pct"/>
          </w:tcPr>
          <w:p w14:paraId="5904D086" w14:textId="77777777" w:rsidR="002F0643" w:rsidRPr="006E0F06" w:rsidRDefault="002F0643" w:rsidP="002F0643">
            <w:pPr>
              <w:pStyle w:val="stepsbulleted"/>
              <w:rPr>
                <w:color w:val="000000" w:themeColor="text1"/>
              </w:rPr>
            </w:pPr>
            <w:r w:rsidRPr="006E0F06">
              <w:rPr>
                <w:color w:val="000000" w:themeColor="text1"/>
              </w:rPr>
              <w:t>Wears the proper PPE when working with chemicals.</w:t>
            </w:r>
          </w:p>
        </w:tc>
      </w:tr>
      <w:tr w:rsidR="002F0643" w:rsidRPr="006E0F06" w14:paraId="286B14FE" w14:textId="77777777" w:rsidTr="000F41E3">
        <w:trPr>
          <w:cantSplit/>
          <w:trHeight w:val="143"/>
        </w:trPr>
        <w:tc>
          <w:tcPr>
            <w:tcW w:w="510" w:type="pct"/>
          </w:tcPr>
          <w:p w14:paraId="7FCA778F" w14:textId="77777777" w:rsidR="002F0643" w:rsidRPr="006E0F06" w:rsidRDefault="002F0643" w:rsidP="002F0643">
            <w:pPr>
              <w:pStyle w:val="BodyText"/>
              <w:rPr>
                <w:color w:val="000000" w:themeColor="text1"/>
                <w:szCs w:val="24"/>
              </w:rPr>
            </w:pPr>
          </w:p>
        </w:tc>
        <w:tc>
          <w:tcPr>
            <w:tcW w:w="4490" w:type="pct"/>
          </w:tcPr>
          <w:p w14:paraId="1559930D" w14:textId="77777777" w:rsidR="002F0643" w:rsidRPr="006E0F06" w:rsidRDefault="002F0643" w:rsidP="002F0643">
            <w:pPr>
              <w:pStyle w:val="stepsbulleted"/>
              <w:rPr>
                <w:color w:val="000000" w:themeColor="text1"/>
              </w:rPr>
            </w:pPr>
            <w:r w:rsidRPr="006E0F06">
              <w:rPr>
                <w:color w:val="000000" w:themeColor="text1"/>
              </w:rPr>
              <w:t>Properly transfers chemicals from one place to another.</w:t>
            </w:r>
          </w:p>
        </w:tc>
      </w:tr>
      <w:tr w:rsidR="002F0643" w:rsidRPr="006E0F06" w14:paraId="5E9DEAAF" w14:textId="77777777" w:rsidTr="000F41E3">
        <w:trPr>
          <w:cantSplit/>
          <w:trHeight w:val="143"/>
        </w:trPr>
        <w:tc>
          <w:tcPr>
            <w:tcW w:w="510" w:type="pct"/>
          </w:tcPr>
          <w:p w14:paraId="2F1121C0" w14:textId="77777777" w:rsidR="002F0643" w:rsidRPr="006E0F06" w:rsidRDefault="002F0643" w:rsidP="002F0643">
            <w:pPr>
              <w:pStyle w:val="BodyText"/>
              <w:rPr>
                <w:color w:val="000000" w:themeColor="text1"/>
                <w:szCs w:val="24"/>
              </w:rPr>
            </w:pPr>
          </w:p>
        </w:tc>
        <w:tc>
          <w:tcPr>
            <w:tcW w:w="4490" w:type="pct"/>
          </w:tcPr>
          <w:p w14:paraId="3F48958C" w14:textId="77777777" w:rsidR="002F0643" w:rsidRPr="006E0F06" w:rsidRDefault="002F0643" w:rsidP="002F0643">
            <w:pPr>
              <w:pStyle w:val="stepsbulleted"/>
              <w:rPr>
                <w:color w:val="000000" w:themeColor="text1"/>
              </w:rPr>
            </w:pPr>
            <w:r w:rsidRPr="006E0F06">
              <w:rPr>
                <w:color w:val="000000" w:themeColor="text1"/>
              </w:rPr>
              <w:t>Applies all the safety rules when pouring a chemical.</w:t>
            </w:r>
          </w:p>
        </w:tc>
      </w:tr>
      <w:tr w:rsidR="002F0643" w:rsidRPr="006E0F06" w14:paraId="18EDD271" w14:textId="77777777" w:rsidTr="000F41E3">
        <w:trPr>
          <w:cantSplit/>
          <w:trHeight w:val="143"/>
        </w:trPr>
        <w:tc>
          <w:tcPr>
            <w:tcW w:w="510" w:type="pct"/>
          </w:tcPr>
          <w:p w14:paraId="6B4118B5" w14:textId="77777777" w:rsidR="002F0643" w:rsidRPr="006E0F06" w:rsidRDefault="002F0643" w:rsidP="002F0643">
            <w:pPr>
              <w:pStyle w:val="BodyText"/>
              <w:rPr>
                <w:color w:val="000000" w:themeColor="text1"/>
                <w:szCs w:val="24"/>
              </w:rPr>
            </w:pPr>
          </w:p>
        </w:tc>
        <w:tc>
          <w:tcPr>
            <w:tcW w:w="4490" w:type="pct"/>
          </w:tcPr>
          <w:p w14:paraId="3B5DCF7D" w14:textId="77777777" w:rsidR="002F0643" w:rsidRPr="006E0F06" w:rsidRDefault="002F0643" w:rsidP="002F0643">
            <w:pPr>
              <w:pStyle w:val="stepsbulleted"/>
              <w:rPr>
                <w:color w:val="000000" w:themeColor="text1"/>
              </w:rPr>
            </w:pPr>
            <w:r w:rsidRPr="006E0F06">
              <w:rPr>
                <w:color w:val="000000" w:themeColor="text1"/>
              </w:rPr>
              <w:t>Follows the rules for correctly mixing chemicals or chemicals with water.</w:t>
            </w:r>
          </w:p>
        </w:tc>
      </w:tr>
      <w:tr w:rsidR="002F0643" w:rsidRPr="006E0F06" w14:paraId="648EC080" w14:textId="77777777" w:rsidTr="000F41E3">
        <w:trPr>
          <w:cantSplit/>
          <w:trHeight w:val="143"/>
        </w:trPr>
        <w:tc>
          <w:tcPr>
            <w:tcW w:w="510" w:type="pct"/>
          </w:tcPr>
          <w:p w14:paraId="76AEFF55" w14:textId="77777777" w:rsidR="002F0643" w:rsidRPr="006E0F06" w:rsidRDefault="002F0643" w:rsidP="002F0643">
            <w:pPr>
              <w:pStyle w:val="BodyText"/>
              <w:rPr>
                <w:color w:val="000000" w:themeColor="text1"/>
                <w:szCs w:val="24"/>
              </w:rPr>
            </w:pPr>
          </w:p>
        </w:tc>
        <w:tc>
          <w:tcPr>
            <w:tcW w:w="4490" w:type="pct"/>
          </w:tcPr>
          <w:p w14:paraId="32864841" w14:textId="77777777" w:rsidR="002F0643" w:rsidRPr="006E0F06" w:rsidRDefault="002F0643" w:rsidP="002F0643">
            <w:pPr>
              <w:pStyle w:val="stepsbulleted"/>
              <w:rPr>
                <w:color w:val="000000" w:themeColor="text1"/>
              </w:rPr>
            </w:pPr>
            <w:r w:rsidRPr="006E0F06">
              <w:rPr>
                <w:color w:val="000000" w:themeColor="text1"/>
              </w:rPr>
              <w:t>Disposes of contaminated material in the proper containers.</w:t>
            </w:r>
          </w:p>
        </w:tc>
      </w:tr>
      <w:tr w:rsidR="002F0643" w:rsidRPr="006E0F06" w14:paraId="3D51FBB4" w14:textId="77777777" w:rsidTr="000F41E3">
        <w:trPr>
          <w:cantSplit/>
          <w:trHeight w:val="143"/>
        </w:trPr>
        <w:tc>
          <w:tcPr>
            <w:tcW w:w="510" w:type="pct"/>
          </w:tcPr>
          <w:p w14:paraId="537BD500" w14:textId="77777777" w:rsidR="002F0643" w:rsidRPr="006E0F06" w:rsidRDefault="002F0643" w:rsidP="002F0643">
            <w:pPr>
              <w:pStyle w:val="BodyText"/>
              <w:rPr>
                <w:color w:val="000000" w:themeColor="text1"/>
                <w:szCs w:val="24"/>
              </w:rPr>
            </w:pPr>
          </w:p>
        </w:tc>
        <w:tc>
          <w:tcPr>
            <w:tcW w:w="4490" w:type="pct"/>
          </w:tcPr>
          <w:p w14:paraId="50A74D6C" w14:textId="77777777" w:rsidR="002F0643" w:rsidRPr="006E0F06" w:rsidRDefault="002F0643" w:rsidP="002F0643">
            <w:pPr>
              <w:pStyle w:val="stepsbulleted"/>
              <w:rPr>
                <w:color w:val="000000" w:themeColor="text1"/>
              </w:rPr>
            </w:pPr>
            <w:r w:rsidRPr="006E0F06">
              <w:rPr>
                <w:color w:val="000000" w:themeColor="text1"/>
              </w:rPr>
              <w:t>Disposes of chemicals in the proper drains.</w:t>
            </w:r>
          </w:p>
        </w:tc>
      </w:tr>
      <w:tr w:rsidR="002F0643" w:rsidRPr="006E0F06" w14:paraId="1BB87CBD" w14:textId="77777777" w:rsidTr="000F41E3">
        <w:trPr>
          <w:cantSplit/>
          <w:trHeight w:val="143"/>
        </w:trPr>
        <w:tc>
          <w:tcPr>
            <w:tcW w:w="510" w:type="pct"/>
          </w:tcPr>
          <w:p w14:paraId="0D320F92" w14:textId="77777777" w:rsidR="002F0643" w:rsidRPr="006E0F06" w:rsidRDefault="002F0643" w:rsidP="002F0643">
            <w:pPr>
              <w:pStyle w:val="BodyText"/>
              <w:rPr>
                <w:color w:val="000000" w:themeColor="text1"/>
                <w:szCs w:val="24"/>
              </w:rPr>
            </w:pPr>
          </w:p>
        </w:tc>
        <w:tc>
          <w:tcPr>
            <w:tcW w:w="4490" w:type="pct"/>
          </w:tcPr>
          <w:p w14:paraId="548C0C16" w14:textId="77777777" w:rsidR="002F0643" w:rsidRPr="006E0F06" w:rsidRDefault="002F0643" w:rsidP="002F0643">
            <w:pPr>
              <w:pStyle w:val="stepsbulleted"/>
              <w:rPr>
                <w:color w:val="000000" w:themeColor="text1"/>
              </w:rPr>
            </w:pPr>
            <w:r w:rsidRPr="006E0F06">
              <w:rPr>
                <w:color w:val="000000" w:themeColor="text1"/>
              </w:rPr>
              <w:t>Stores chemicals in their proper locations.</w:t>
            </w:r>
          </w:p>
        </w:tc>
      </w:tr>
      <w:tr w:rsidR="002F0643" w:rsidRPr="00586333" w14:paraId="247FDEF9" w14:textId="77777777" w:rsidTr="000F41E3">
        <w:trPr>
          <w:cantSplit/>
          <w:trHeight w:val="143"/>
        </w:trPr>
        <w:tc>
          <w:tcPr>
            <w:tcW w:w="510" w:type="pct"/>
          </w:tcPr>
          <w:p w14:paraId="0F9622D9" w14:textId="77777777" w:rsidR="002F0643" w:rsidRPr="00586333" w:rsidRDefault="002F0643" w:rsidP="002F0643">
            <w:pPr>
              <w:pStyle w:val="BodyText"/>
              <w:rPr>
                <w:szCs w:val="24"/>
              </w:rPr>
            </w:pPr>
          </w:p>
        </w:tc>
        <w:tc>
          <w:tcPr>
            <w:tcW w:w="4490" w:type="pct"/>
          </w:tcPr>
          <w:p w14:paraId="0DC39D8D" w14:textId="77777777" w:rsidR="002F0643" w:rsidRPr="00586333" w:rsidRDefault="002F0643" w:rsidP="002F0643">
            <w:pPr>
              <w:pStyle w:val="stepsbulleted"/>
            </w:pPr>
            <w:r w:rsidRPr="00586333">
              <w:t>Never attempts to clean up a spill before notifying the instructor / supervisor.</w:t>
            </w:r>
          </w:p>
        </w:tc>
      </w:tr>
      <w:tr w:rsidR="002F0643" w:rsidRPr="00586333" w14:paraId="487ABB8B" w14:textId="77777777" w:rsidTr="000F41E3">
        <w:trPr>
          <w:cantSplit/>
          <w:trHeight w:val="143"/>
        </w:trPr>
        <w:tc>
          <w:tcPr>
            <w:tcW w:w="510" w:type="pct"/>
          </w:tcPr>
          <w:p w14:paraId="5899CB80" w14:textId="77777777" w:rsidR="002F0643" w:rsidRPr="00586333" w:rsidRDefault="002F0643" w:rsidP="002F0643">
            <w:pPr>
              <w:pStyle w:val="BodyText"/>
              <w:rPr>
                <w:szCs w:val="24"/>
              </w:rPr>
            </w:pPr>
          </w:p>
        </w:tc>
        <w:tc>
          <w:tcPr>
            <w:tcW w:w="4490" w:type="pct"/>
          </w:tcPr>
          <w:p w14:paraId="1F20CD8F" w14:textId="77777777" w:rsidR="002F0643" w:rsidRPr="00586333" w:rsidRDefault="002F0643" w:rsidP="002F0643">
            <w:pPr>
              <w:pStyle w:val="stepsbulleted"/>
            </w:pPr>
            <w:r w:rsidRPr="00586333">
              <w:t>Always cleans the tools and station properly after use.</w:t>
            </w:r>
          </w:p>
        </w:tc>
      </w:tr>
      <w:tr w:rsidR="002F0643" w:rsidRPr="00586333" w14:paraId="1ED0E15B" w14:textId="77777777" w:rsidTr="000F41E3">
        <w:trPr>
          <w:cantSplit/>
          <w:trHeight w:val="143"/>
        </w:trPr>
        <w:tc>
          <w:tcPr>
            <w:tcW w:w="510" w:type="pct"/>
          </w:tcPr>
          <w:p w14:paraId="2779A01C" w14:textId="77777777" w:rsidR="002F0643" w:rsidRPr="00586333" w:rsidRDefault="002F0643" w:rsidP="002F0643">
            <w:pPr>
              <w:pStyle w:val="BodyText"/>
              <w:rPr>
                <w:szCs w:val="24"/>
              </w:rPr>
            </w:pPr>
          </w:p>
        </w:tc>
        <w:tc>
          <w:tcPr>
            <w:tcW w:w="4490" w:type="pct"/>
          </w:tcPr>
          <w:p w14:paraId="00001922" w14:textId="77777777" w:rsidR="002F0643" w:rsidRPr="00586333" w:rsidRDefault="002F0643" w:rsidP="002F0643">
            <w:pPr>
              <w:pStyle w:val="stepsbulleted"/>
            </w:pPr>
            <w:r w:rsidRPr="00586333">
              <w:t>Knows how to respond to an emergency situation.</w:t>
            </w:r>
          </w:p>
        </w:tc>
      </w:tr>
      <w:tr w:rsidR="002F0643" w:rsidRPr="00586333" w14:paraId="77CA595C" w14:textId="77777777" w:rsidTr="000F41E3">
        <w:trPr>
          <w:cantSplit/>
          <w:trHeight w:val="143"/>
        </w:trPr>
        <w:tc>
          <w:tcPr>
            <w:tcW w:w="510" w:type="pct"/>
          </w:tcPr>
          <w:p w14:paraId="4E6215C8" w14:textId="77777777" w:rsidR="002F0643" w:rsidRPr="00586333" w:rsidRDefault="002F0643" w:rsidP="002F0643">
            <w:pPr>
              <w:pStyle w:val="BodyText"/>
              <w:rPr>
                <w:szCs w:val="24"/>
              </w:rPr>
            </w:pPr>
          </w:p>
        </w:tc>
        <w:tc>
          <w:tcPr>
            <w:tcW w:w="4490" w:type="pct"/>
          </w:tcPr>
          <w:p w14:paraId="23EA8A5A" w14:textId="77777777" w:rsidR="002F0643" w:rsidRPr="00586333" w:rsidRDefault="002F0643" w:rsidP="002F0643">
            <w:pPr>
              <w:pStyle w:val="stepsbulleted"/>
            </w:pPr>
            <w:r w:rsidRPr="00586333">
              <w:t>Only performs tasks on which s/he has been trained.</w:t>
            </w:r>
          </w:p>
        </w:tc>
      </w:tr>
      <w:tr w:rsidR="002F0643" w:rsidRPr="00586333" w14:paraId="443B09AB" w14:textId="77777777" w:rsidTr="000F41E3">
        <w:trPr>
          <w:cantSplit/>
          <w:trHeight w:val="143"/>
        </w:trPr>
        <w:tc>
          <w:tcPr>
            <w:tcW w:w="510" w:type="pct"/>
          </w:tcPr>
          <w:p w14:paraId="28D3273E" w14:textId="77777777" w:rsidR="002F0643" w:rsidRPr="00586333" w:rsidRDefault="002F0643" w:rsidP="002F0643">
            <w:pPr>
              <w:pStyle w:val="BodyText"/>
              <w:rPr>
                <w:szCs w:val="24"/>
              </w:rPr>
            </w:pPr>
          </w:p>
        </w:tc>
        <w:tc>
          <w:tcPr>
            <w:tcW w:w="4490" w:type="pct"/>
          </w:tcPr>
          <w:p w14:paraId="47954313" w14:textId="77777777" w:rsidR="002F0643" w:rsidRPr="00586333" w:rsidRDefault="002F0643" w:rsidP="002F0643">
            <w:pPr>
              <w:pStyle w:val="stepsbulleted"/>
            </w:pPr>
            <w:r w:rsidRPr="00586333">
              <w:t>Follows the evacuation procedure for a fire alarm.</w:t>
            </w:r>
          </w:p>
        </w:tc>
      </w:tr>
      <w:tr w:rsidR="002F0643" w:rsidRPr="00586333" w14:paraId="373E8C1C" w14:textId="77777777" w:rsidTr="000F41E3">
        <w:trPr>
          <w:cantSplit/>
          <w:trHeight w:val="143"/>
        </w:trPr>
        <w:tc>
          <w:tcPr>
            <w:tcW w:w="510" w:type="pct"/>
          </w:tcPr>
          <w:p w14:paraId="27EEAFD4" w14:textId="77777777" w:rsidR="002F0643" w:rsidRPr="00586333" w:rsidRDefault="002F0643" w:rsidP="002F0643">
            <w:pPr>
              <w:pStyle w:val="BodyText"/>
              <w:rPr>
                <w:szCs w:val="24"/>
              </w:rPr>
            </w:pPr>
          </w:p>
        </w:tc>
        <w:tc>
          <w:tcPr>
            <w:tcW w:w="4490" w:type="pct"/>
          </w:tcPr>
          <w:p w14:paraId="0ADC0F2B" w14:textId="77777777" w:rsidR="002F0643" w:rsidRPr="00586333" w:rsidRDefault="002F0643" w:rsidP="002F0643">
            <w:pPr>
              <w:pStyle w:val="stepsbulleted"/>
            </w:pPr>
            <w:r w:rsidRPr="00586333">
              <w:t>Applies the rules for maintaining OSHA compliance.</w:t>
            </w:r>
          </w:p>
        </w:tc>
      </w:tr>
      <w:tr w:rsidR="002F0643" w:rsidRPr="00586333" w14:paraId="4A229BB8" w14:textId="77777777" w:rsidTr="000F41E3">
        <w:trPr>
          <w:cantSplit/>
          <w:trHeight w:val="143"/>
        </w:trPr>
        <w:tc>
          <w:tcPr>
            <w:tcW w:w="510" w:type="pct"/>
          </w:tcPr>
          <w:p w14:paraId="7591DD71" w14:textId="77777777" w:rsidR="002F0643" w:rsidRPr="00586333" w:rsidRDefault="002F0643" w:rsidP="002F0643">
            <w:pPr>
              <w:pStyle w:val="BodyText"/>
              <w:rPr>
                <w:szCs w:val="24"/>
              </w:rPr>
            </w:pPr>
          </w:p>
        </w:tc>
        <w:tc>
          <w:tcPr>
            <w:tcW w:w="4490" w:type="pct"/>
          </w:tcPr>
          <w:p w14:paraId="77E93EFE" w14:textId="77777777" w:rsidR="002F0643" w:rsidRPr="00586333" w:rsidRDefault="002F0643" w:rsidP="002F0643">
            <w:pPr>
              <w:pStyle w:val="stepsbulleted"/>
            </w:pPr>
            <w:r w:rsidRPr="00586333">
              <w:t>Works with others to ensure a safe environment.</w:t>
            </w:r>
          </w:p>
        </w:tc>
      </w:tr>
      <w:bookmarkEnd w:id="30"/>
    </w:tbl>
    <w:p w14:paraId="64791852" w14:textId="3B50A9BB" w:rsidR="00893937" w:rsidRPr="006E0F06" w:rsidRDefault="00893937" w:rsidP="006E0F06">
      <w:pPr>
        <w:rPr>
          <w:sz w:val="4"/>
        </w:rPr>
      </w:pPr>
    </w:p>
    <w:p w14:paraId="208C45E6" w14:textId="77777777" w:rsidR="006E0F06" w:rsidRDefault="006E0F06" w:rsidP="00893937">
      <w:pPr>
        <w:pStyle w:val="lvl1Text"/>
        <w:ind w:left="630"/>
        <w:rPr>
          <w:sz w:val="24"/>
          <w:szCs w:val="24"/>
        </w:rPr>
      </w:pPr>
    </w:p>
    <w:p w14:paraId="14A6F6C1" w14:textId="77777777" w:rsidR="00893937" w:rsidRPr="00B36F28" w:rsidRDefault="00893937" w:rsidP="00893937">
      <w:pPr>
        <w:pStyle w:val="lvl1Text"/>
        <w:ind w:left="630"/>
        <w:rPr>
          <w:b w:val="0"/>
          <w:sz w:val="24"/>
          <w:szCs w:val="24"/>
        </w:rPr>
      </w:pPr>
      <w:bookmarkStart w:id="33" w:name="_GoBack"/>
      <w:bookmarkEnd w:id="33"/>
      <w:r w:rsidRPr="00B36F28">
        <w:rPr>
          <w:sz w:val="24"/>
          <w:szCs w:val="24"/>
        </w:rPr>
        <w:t>Disclaimer</w:t>
      </w:r>
    </w:p>
    <w:p w14:paraId="64551258" w14:textId="77777777" w:rsidR="00893937" w:rsidRDefault="00893937" w:rsidP="00893937">
      <w:pPr>
        <w:pStyle w:val="lvl1Text"/>
        <w:ind w:left="630"/>
        <w:rPr>
          <w:b w:val="0"/>
          <w:iCs/>
          <w:szCs w:val="20"/>
        </w:rPr>
      </w:pPr>
      <w:r w:rsidRPr="00B36F28">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p w14:paraId="2EAD97B5" w14:textId="77777777" w:rsidR="00893937" w:rsidRDefault="00893937" w:rsidP="00893937">
      <w:pPr>
        <w:pStyle w:val="lvl1Text"/>
        <w:ind w:left="630"/>
        <w:rPr>
          <w:b w:val="0"/>
          <w:iCs/>
          <w:szCs w:val="20"/>
        </w:rPr>
      </w:pPr>
    </w:p>
    <w:p w14:paraId="54A1B725" w14:textId="7C5066A0" w:rsidR="00172E99" w:rsidRPr="002F0643" w:rsidRDefault="00893937" w:rsidP="00893937">
      <w:pPr>
        <w:ind w:left="630"/>
        <w:rPr>
          <w:sz w:val="4"/>
        </w:rPr>
      </w:pPr>
      <w:r w:rsidRPr="00EE4CC1">
        <w:rPr>
          <w:i/>
        </w:rPr>
        <w:t>Support for this work was provided by the National Science Foundation's Advanced Technological Education (ATE) Program.</w:t>
      </w:r>
      <w:r w:rsidR="00AC3C57">
        <w:rPr>
          <w:i/>
        </w:rPr>
        <w:t xml:space="preserve">  For more safety learning modules and other module relative to microtechnology, please check out the SCME website (</w:t>
      </w:r>
      <w:hyperlink r:id="rId13" w:history="1">
        <w:r w:rsidR="00AC3C57" w:rsidRPr="00F07FFC">
          <w:rPr>
            <w:rStyle w:val="Hyperlink"/>
            <w:i/>
          </w:rPr>
          <w:t>http://scme-nm.org</w:t>
        </w:r>
      </w:hyperlink>
      <w:r w:rsidR="00AC3C57">
        <w:rPr>
          <w:i/>
        </w:rPr>
        <w:t xml:space="preserve">). </w:t>
      </w:r>
    </w:p>
    <w:sectPr w:rsidR="00172E99" w:rsidRPr="002F0643" w:rsidSect="001E11EE">
      <w:headerReference w:type="default" r:id="rId14"/>
      <w:type w:val="continuous"/>
      <w:pgSz w:w="12240" w:h="15840"/>
      <w:pgMar w:top="1440" w:right="720" w:bottom="1440" w:left="720" w:header="720"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0AF7F" w14:textId="77777777" w:rsidR="00C41002" w:rsidRDefault="00C41002">
      <w:r>
        <w:separator/>
      </w:r>
    </w:p>
  </w:endnote>
  <w:endnote w:type="continuationSeparator" w:id="0">
    <w:p w14:paraId="24C10F19" w14:textId="77777777" w:rsidR="00C41002" w:rsidRDefault="00C41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09830" w14:textId="77777777" w:rsidR="00C41002" w:rsidRDefault="00C41002">
    <w:pPr>
      <w:pStyle w:val="Footer"/>
    </w:pPr>
  </w:p>
  <w:p w14:paraId="01EB5F9B" w14:textId="77777777" w:rsidR="00C41002" w:rsidRDefault="00C41002" w:rsidP="00EC6A39">
    <w:pPr>
      <w:pStyle w:val="Footer"/>
      <w:jc w:val="right"/>
    </w:pPr>
    <w:r>
      <w:rPr>
        <w:noProof/>
      </w:rPr>
      <w:drawing>
        <wp:inline distT="0" distB="0" distL="0" distR="0" wp14:anchorId="4872097C" wp14:editId="59E2B250">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C0529" w14:textId="77777777" w:rsidR="00C41002" w:rsidRPr="00063D19" w:rsidRDefault="00C41002" w:rsidP="00586333">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6E0F06">
      <w:rPr>
        <w:b/>
        <w:i/>
        <w:noProof/>
        <w:sz w:val="22"/>
      </w:rPr>
      <w:t>4</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6E0F06">
      <w:rPr>
        <w:b/>
        <w:i/>
        <w:noProof/>
        <w:sz w:val="22"/>
      </w:rPr>
      <w:t>4</w:t>
    </w:r>
    <w:r w:rsidRPr="004B6382">
      <w:rPr>
        <w:b/>
        <w:i/>
        <w:sz w:val="22"/>
      </w:rPr>
      <w:fldChar w:fldCharType="end"/>
    </w:r>
  </w:p>
  <w:p w14:paraId="40CEF187" w14:textId="77777777" w:rsidR="00C41002" w:rsidRPr="009D2F35" w:rsidRDefault="00C41002" w:rsidP="009D2F35">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6E0F06">
      <w:rPr>
        <w:i/>
        <w:noProof/>
        <w:sz w:val="22"/>
      </w:rPr>
      <w:t>Saf_HazMat_FA20_PG_Mar2017.docx</w:t>
    </w:r>
    <w:r w:rsidRPr="004B6382">
      <w:rPr>
        <w:i/>
        <w:sz w:val="22"/>
      </w:rPr>
      <w:fldChar w:fldCharType="end"/>
    </w:r>
    <w:r w:rsidRPr="004B6382">
      <w:rPr>
        <w:i/>
        <w:sz w:val="22"/>
      </w:rPr>
      <w:tab/>
    </w:r>
    <w:r w:rsidRPr="004B6382">
      <w:rPr>
        <w:b/>
        <w:i/>
        <w:sz w:val="22"/>
      </w:rPr>
      <w:tab/>
    </w:r>
    <w:r>
      <w:rPr>
        <w:b/>
        <w:i/>
        <w:sz w:val="22"/>
      </w:rPr>
      <w:t>Chemical Lab Safety Rules Assessment - IG</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1E398" w14:textId="77777777" w:rsidR="00C41002" w:rsidRDefault="00C41002">
    <w:pPr>
      <w:pStyle w:val="Footer"/>
    </w:pPr>
  </w:p>
  <w:p w14:paraId="2BD51D14" w14:textId="77777777" w:rsidR="00C41002" w:rsidRDefault="00C41002"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BEFB7" w14:textId="77777777" w:rsidR="00C41002" w:rsidRDefault="00C41002">
      <w:r>
        <w:separator/>
      </w:r>
    </w:p>
  </w:footnote>
  <w:footnote w:type="continuationSeparator" w:id="0">
    <w:p w14:paraId="348E02E2" w14:textId="77777777" w:rsidR="00C41002" w:rsidRDefault="00C410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1B834" w14:textId="77777777" w:rsidR="00C41002" w:rsidRDefault="00C41002" w:rsidP="00EC6A39">
    <w:pPr>
      <w:pStyle w:val="Header"/>
      <w:jc w:val="right"/>
    </w:pPr>
    <w:r>
      <w:rPr>
        <w:noProof/>
      </w:rPr>
      <w:drawing>
        <wp:inline distT="0" distB="0" distL="0" distR="0" wp14:anchorId="0B43C1A0" wp14:editId="4167DC0F">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03749FFD" w14:textId="77777777" w:rsidR="00C41002" w:rsidRDefault="00C4100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9BFEA" w14:textId="77777777" w:rsidR="00C41002" w:rsidRDefault="00C41002" w:rsidP="00EC6A39">
    <w:pPr>
      <w:pStyle w:val="Header"/>
      <w:jc w:val="right"/>
    </w:pPr>
  </w:p>
  <w:p w14:paraId="60744980" w14:textId="77777777" w:rsidR="00C41002" w:rsidRDefault="00C4100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3A54" w14:textId="77777777" w:rsidR="00C41002" w:rsidRDefault="00C410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0C22D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41646F"/>
    <w:multiLevelType w:val="hybridMultilevel"/>
    <w:tmpl w:val="64EC13F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F2612F"/>
    <w:multiLevelType w:val="hybridMultilevel"/>
    <w:tmpl w:val="3D9E4A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3E2FEC"/>
    <w:multiLevelType w:val="hybridMultilevel"/>
    <w:tmpl w:val="5EF666D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30046"/>
    <w:multiLevelType w:val="hybridMultilevel"/>
    <w:tmpl w:val="352C5A1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4F65259"/>
    <w:multiLevelType w:val="hybridMultilevel"/>
    <w:tmpl w:val="B61E124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40691B"/>
    <w:multiLevelType w:val="hybridMultilevel"/>
    <w:tmpl w:val="FE8C009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9">
    <w:nsid w:val="22460BCE"/>
    <w:multiLevelType w:val="hybridMultilevel"/>
    <w:tmpl w:val="04161CC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E67D8A"/>
    <w:multiLevelType w:val="hybridMultilevel"/>
    <w:tmpl w:val="E1448C6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2AFA6F57"/>
    <w:multiLevelType w:val="hybridMultilevel"/>
    <w:tmpl w:val="60A6258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F96F42"/>
    <w:multiLevelType w:val="hybridMultilevel"/>
    <w:tmpl w:val="F8E2C0F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3A4B07EE"/>
    <w:multiLevelType w:val="hybridMultilevel"/>
    <w:tmpl w:val="F154C57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B44649"/>
    <w:multiLevelType w:val="hybridMultilevel"/>
    <w:tmpl w:val="2E0E331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2D10A40"/>
    <w:multiLevelType w:val="hybridMultilevel"/>
    <w:tmpl w:val="D1E2403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D71C7B"/>
    <w:multiLevelType w:val="hybridMultilevel"/>
    <w:tmpl w:val="A352FB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1">
    <w:nsid w:val="4DFC06E1"/>
    <w:multiLevelType w:val="hybridMultilevel"/>
    <w:tmpl w:val="070827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B2155E"/>
    <w:multiLevelType w:val="hybridMultilevel"/>
    <w:tmpl w:val="60A6258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9A3DCE"/>
    <w:multiLevelType w:val="hybridMultilevel"/>
    <w:tmpl w:val="95EAD5D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F91163"/>
    <w:multiLevelType w:val="hybridMultilevel"/>
    <w:tmpl w:val="5614D95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6">
    <w:nsid w:val="6528792B"/>
    <w:multiLevelType w:val="hybridMultilevel"/>
    <w:tmpl w:val="4E2427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5DF6B11"/>
    <w:multiLevelType w:val="hybridMultilevel"/>
    <w:tmpl w:val="64E4D74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CC21AF5"/>
    <w:multiLevelType w:val="hybridMultilevel"/>
    <w:tmpl w:val="D018BEA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D134558"/>
    <w:multiLevelType w:val="hybridMultilevel"/>
    <w:tmpl w:val="FC2499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A740E26"/>
    <w:multiLevelType w:val="hybridMultilevel"/>
    <w:tmpl w:val="12EEB80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1"/>
  </w:num>
  <w:num w:numId="3">
    <w:abstractNumId w:val="20"/>
  </w:num>
  <w:num w:numId="4">
    <w:abstractNumId w:val="14"/>
  </w:num>
  <w:num w:numId="5">
    <w:abstractNumId w:val="8"/>
  </w:num>
  <w:num w:numId="6">
    <w:abstractNumId w:val="30"/>
  </w:num>
  <w:num w:numId="7">
    <w:abstractNumId w:val="25"/>
  </w:num>
  <w:num w:numId="8">
    <w:abstractNumId w:val="5"/>
  </w:num>
  <w:num w:numId="9">
    <w:abstractNumId w:val="10"/>
  </w:num>
  <w:num w:numId="10">
    <w:abstractNumId w:val="23"/>
  </w:num>
  <w:num w:numId="11">
    <w:abstractNumId w:val="28"/>
  </w:num>
  <w:num w:numId="12">
    <w:abstractNumId w:val="1"/>
  </w:num>
  <w:num w:numId="13">
    <w:abstractNumId w:val="24"/>
  </w:num>
  <w:num w:numId="14">
    <w:abstractNumId w:val="12"/>
  </w:num>
  <w:num w:numId="15">
    <w:abstractNumId w:val="2"/>
  </w:num>
  <w:num w:numId="16">
    <w:abstractNumId w:val="16"/>
  </w:num>
  <w:num w:numId="17">
    <w:abstractNumId w:val="13"/>
  </w:num>
  <w:num w:numId="18">
    <w:abstractNumId w:val="17"/>
  </w:num>
  <w:num w:numId="19">
    <w:abstractNumId w:val="6"/>
  </w:num>
  <w:num w:numId="20">
    <w:abstractNumId w:val="3"/>
  </w:num>
  <w:num w:numId="21">
    <w:abstractNumId w:val="27"/>
  </w:num>
  <w:num w:numId="22">
    <w:abstractNumId w:val="7"/>
  </w:num>
  <w:num w:numId="23">
    <w:abstractNumId w:val="9"/>
  </w:num>
  <w:num w:numId="24">
    <w:abstractNumId w:val="31"/>
  </w:num>
  <w:num w:numId="25">
    <w:abstractNumId w:val="18"/>
  </w:num>
  <w:num w:numId="26">
    <w:abstractNumId w:val="15"/>
  </w:num>
  <w:num w:numId="27">
    <w:abstractNumId w:val="29"/>
  </w:num>
  <w:num w:numId="28">
    <w:abstractNumId w:val="4"/>
  </w:num>
  <w:num w:numId="29">
    <w:abstractNumId w:val="0"/>
  </w:num>
  <w:num w:numId="30">
    <w:abstractNumId w:val="26"/>
  </w:num>
  <w:num w:numId="31">
    <w:abstractNumId w:val="22"/>
  </w:num>
  <w:num w:numId="3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7F92"/>
    <w:rsid w:val="000519F8"/>
    <w:rsid w:val="00063799"/>
    <w:rsid w:val="00063D19"/>
    <w:rsid w:val="000704FA"/>
    <w:rsid w:val="00097CC8"/>
    <w:rsid w:val="000C04B3"/>
    <w:rsid w:val="000C4088"/>
    <w:rsid w:val="000F1F79"/>
    <w:rsid w:val="000F2FF0"/>
    <w:rsid w:val="000F41E3"/>
    <w:rsid w:val="000F73EB"/>
    <w:rsid w:val="00111E39"/>
    <w:rsid w:val="001131A8"/>
    <w:rsid w:val="0012192B"/>
    <w:rsid w:val="0013288F"/>
    <w:rsid w:val="0014607B"/>
    <w:rsid w:val="00155C96"/>
    <w:rsid w:val="00172A45"/>
    <w:rsid w:val="00172E99"/>
    <w:rsid w:val="00190D4B"/>
    <w:rsid w:val="001A7425"/>
    <w:rsid w:val="001B3108"/>
    <w:rsid w:val="001B5C94"/>
    <w:rsid w:val="001D1775"/>
    <w:rsid w:val="001E11EE"/>
    <w:rsid w:val="0024406E"/>
    <w:rsid w:val="00256435"/>
    <w:rsid w:val="00260895"/>
    <w:rsid w:val="0029621F"/>
    <w:rsid w:val="002A1736"/>
    <w:rsid w:val="002A582C"/>
    <w:rsid w:val="002A5E43"/>
    <w:rsid w:val="002A67A1"/>
    <w:rsid w:val="002B64EE"/>
    <w:rsid w:val="002F0643"/>
    <w:rsid w:val="002F7867"/>
    <w:rsid w:val="003531C6"/>
    <w:rsid w:val="00355290"/>
    <w:rsid w:val="00367CCC"/>
    <w:rsid w:val="00395585"/>
    <w:rsid w:val="003A0197"/>
    <w:rsid w:val="003A23E4"/>
    <w:rsid w:val="003A52A8"/>
    <w:rsid w:val="003A5B8A"/>
    <w:rsid w:val="003E3BB8"/>
    <w:rsid w:val="003E42A7"/>
    <w:rsid w:val="00401B67"/>
    <w:rsid w:val="0043567D"/>
    <w:rsid w:val="00456E84"/>
    <w:rsid w:val="0046023B"/>
    <w:rsid w:val="00476BBB"/>
    <w:rsid w:val="00480769"/>
    <w:rsid w:val="004A55B0"/>
    <w:rsid w:val="004B741F"/>
    <w:rsid w:val="004C5C4E"/>
    <w:rsid w:val="004E43AF"/>
    <w:rsid w:val="004E489A"/>
    <w:rsid w:val="00525AEF"/>
    <w:rsid w:val="005262A4"/>
    <w:rsid w:val="00526947"/>
    <w:rsid w:val="00530481"/>
    <w:rsid w:val="00543FA0"/>
    <w:rsid w:val="005460FD"/>
    <w:rsid w:val="00586333"/>
    <w:rsid w:val="0058718D"/>
    <w:rsid w:val="005A0723"/>
    <w:rsid w:val="005C593C"/>
    <w:rsid w:val="005D0DFB"/>
    <w:rsid w:val="005D25E4"/>
    <w:rsid w:val="005D3D49"/>
    <w:rsid w:val="005F0D7E"/>
    <w:rsid w:val="005F2B0F"/>
    <w:rsid w:val="0062015A"/>
    <w:rsid w:val="006217F2"/>
    <w:rsid w:val="006736B5"/>
    <w:rsid w:val="00686C57"/>
    <w:rsid w:val="006922A2"/>
    <w:rsid w:val="006B5FBE"/>
    <w:rsid w:val="006C324F"/>
    <w:rsid w:val="006E0F06"/>
    <w:rsid w:val="00700BB6"/>
    <w:rsid w:val="007113A2"/>
    <w:rsid w:val="007216D7"/>
    <w:rsid w:val="007261A6"/>
    <w:rsid w:val="00754242"/>
    <w:rsid w:val="00772352"/>
    <w:rsid w:val="007914DB"/>
    <w:rsid w:val="007B60F8"/>
    <w:rsid w:val="007C638B"/>
    <w:rsid w:val="007D5319"/>
    <w:rsid w:val="00810584"/>
    <w:rsid w:val="00816443"/>
    <w:rsid w:val="00832BA3"/>
    <w:rsid w:val="00857197"/>
    <w:rsid w:val="00881286"/>
    <w:rsid w:val="00893937"/>
    <w:rsid w:val="008A148A"/>
    <w:rsid w:val="008C7A99"/>
    <w:rsid w:val="008F6A44"/>
    <w:rsid w:val="0093397E"/>
    <w:rsid w:val="00943632"/>
    <w:rsid w:val="009475C1"/>
    <w:rsid w:val="00966CAA"/>
    <w:rsid w:val="00973FF2"/>
    <w:rsid w:val="00994E12"/>
    <w:rsid w:val="0099738E"/>
    <w:rsid w:val="009A257F"/>
    <w:rsid w:val="009A79C4"/>
    <w:rsid w:val="009C2F47"/>
    <w:rsid w:val="009D2F35"/>
    <w:rsid w:val="009F1EA9"/>
    <w:rsid w:val="00A31583"/>
    <w:rsid w:val="00A33552"/>
    <w:rsid w:val="00A52691"/>
    <w:rsid w:val="00A85982"/>
    <w:rsid w:val="00AC3C57"/>
    <w:rsid w:val="00AD14AE"/>
    <w:rsid w:val="00AD167A"/>
    <w:rsid w:val="00AD63A2"/>
    <w:rsid w:val="00B05761"/>
    <w:rsid w:val="00B717FD"/>
    <w:rsid w:val="00B72FA6"/>
    <w:rsid w:val="00BD0D14"/>
    <w:rsid w:val="00BD7D04"/>
    <w:rsid w:val="00BF4FEC"/>
    <w:rsid w:val="00BF5C1E"/>
    <w:rsid w:val="00BF762F"/>
    <w:rsid w:val="00C41002"/>
    <w:rsid w:val="00C461F7"/>
    <w:rsid w:val="00C5079B"/>
    <w:rsid w:val="00C61365"/>
    <w:rsid w:val="00C779C0"/>
    <w:rsid w:val="00C81EB5"/>
    <w:rsid w:val="00C90A22"/>
    <w:rsid w:val="00CA03F1"/>
    <w:rsid w:val="00CA38E0"/>
    <w:rsid w:val="00CB5329"/>
    <w:rsid w:val="00CC6B4B"/>
    <w:rsid w:val="00CE1B11"/>
    <w:rsid w:val="00CE4AC4"/>
    <w:rsid w:val="00CF44FE"/>
    <w:rsid w:val="00D066B5"/>
    <w:rsid w:val="00D11481"/>
    <w:rsid w:val="00D13A0A"/>
    <w:rsid w:val="00D15029"/>
    <w:rsid w:val="00D64F13"/>
    <w:rsid w:val="00D7491B"/>
    <w:rsid w:val="00D83870"/>
    <w:rsid w:val="00D96550"/>
    <w:rsid w:val="00DD25B4"/>
    <w:rsid w:val="00DD72D6"/>
    <w:rsid w:val="00DE4FD3"/>
    <w:rsid w:val="00DF54BA"/>
    <w:rsid w:val="00E23E88"/>
    <w:rsid w:val="00E54B53"/>
    <w:rsid w:val="00EA31C9"/>
    <w:rsid w:val="00EB55E0"/>
    <w:rsid w:val="00EC364A"/>
    <w:rsid w:val="00EC58CF"/>
    <w:rsid w:val="00EC6A39"/>
    <w:rsid w:val="00EE47F6"/>
    <w:rsid w:val="00EE4CC1"/>
    <w:rsid w:val="00F27397"/>
    <w:rsid w:val="00F32980"/>
    <w:rsid w:val="00F32B73"/>
    <w:rsid w:val="00F473EE"/>
    <w:rsid w:val="00F545D7"/>
    <w:rsid w:val="00F65E74"/>
    <w:rsid w:val="00F72140"/>
    <w:rsid w:val="00F7215A"/>
    <w:rsid w:val="00F77B61"/>
    <w:rsid w:val="00F80D9B"/>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38B1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2352"/>
    <w:pPr>
      <w:widowControl w:val="0"/>
      <w:adjustRightInd w:val="0"/>
      <w:textAlignment w:val="baseline"/>
    </w:pPr>
    <w:rPr>
      <w:sz w:val="24"/>
      <w:szCs w:val="24"/>
    </w:rPr>
  </w:style>
  <w:style w:type="paragraph" w:styleId="Heading1">
    <w:name w:val="heading 1"/>
    <w:basedOn w:val="Normal"/>
    <w:next w:val="Normal"/>
    <w:qFormat/>
    <w:rsid w:val="0077235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7235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7235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72352"/>
    <w:pPr>
      <w:keepNext/>
      <w:numPr>
        <w:ilvl w:val="3"/>
        <w:numId w:val="4"/>
      </w:numPr>
      <w:spacing w:before="240" w:after="60"/>
      <w:outlineLvl w:val="3"/>
    </w:pPr>
    <w:rPr>
      <w:b/>
      <w:bCs/>
      <w:sz w:val="28"/>
      <w:szCs w:val="28"/>
    </w:rPr>
  </w:style>
  <w:style w:type="paragraph" w:styleId="Heading5">
    <w:name w:val="heading 5"/>
    <w:basedOn w:val="Normal"/>
    <w:next w:val="Normal"/>
    <w:qFormat/>
    <w:rsid w:val="00772352"/>
    <w:pPr>
      <w:numPr>
        <w:ilvl w:val="4"/>
        <w:numId w:val="4"/>
      </w:numPr>
      <w:spacing w:before="240" w:after="60"/>
      <w:outlineLvl w:val="4"/>
    </w:pPr>
    <w:rPr>
      <w:b/>
      <w:bCs/>
      <w:i/>
      <w:iCs/>
      <w:sz w:val="26"/>
      <w:szCs w:val="26"/>
    </w:rPr>
  </w:style>
  <w:style w:type="paragraph" w:styleId="Heading6">
    <w:name w:val="heading 6"/>
    <w:basedOn w:val="Normal"/>
    <w:next w:val="Normal"/>
    <w:qFormat/>
    <w:rsid w:val="00772352"/>
    <w:pPr>
      <w:numPr>
        <w:ilvl w:val="5"/>
        <w:numId w:val="4"/>
      </w:numPr>
      <w:spacing w:before="240" w:after="60"/>
      <w:outlineLvl w:val="5"/>
    </w:pPr>
    <w:rPr>
      <w:b/>
      <w:bCs/>
      <w:sz w:val="22"/>
      <w:szCs w:val="22"/>
    </w:rPr>
  </w:style>
  <w:style w:type="paragraph" w:styleId="Heading7">
    <w:name w:val="heading 7"/>
    <w:basedOn w:val="Normal"/>
    <w:next w:val="Normal"/>
    <w:qFormat/>
    <w:rsid w:val="00772352"/>
    <w:pPr>
      <w:numPr>
        <w:ilvl w:val="6"/>
        <w:numId w:val="4"/>
      </w:numPr>
      <w:spacing w:before="240" w:after="60"/>
      <w:outlineLvl w:val="6"/>
    </w:pPr>
  </w:style>
  <w:style w:type="paragraph" w:styleId="Heading8">
    <w:name w:val="heading 8"/>
    <w:basedOn w:val="Normal"/>
    <w:next w:val="Normal"/>
    <w:qFormat/>
    <w:rsid w:val="00772352"/>
    <w:pPr>
      <w:numPr>
        <w:ilvl w:val="7"/>
        <w:numId w:val="4"/>
      </w:numPr>
      <w:spacing w:before="240" w:after="60"/>
      <w:outlineLvl w:val="7"/>
    </w:pPr>
    <w:rPr>
      <w:i/>
      <w:iCs/>
    </w:rPr>
  </w:style>
  <w:style w:type="paragraph" w:styleId="Heading9">
    <w:name w:val="heading 9"/>
    <w:basedOn w:val="Normal"/>
    <w:next w:val="Normal"/>
    <w:qFormat/>
    <w:rsid w:val="0077235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7235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72352"/>
    <w:rPr>
      <w:rFonts w:ascii="Arial Narrow" w:hAnsi="Arial Narrow"/>
      <w:sz w:val="20"/>
    </w:rPr>
  </w:style>
  <w:style w:type="paragraph" w:customStyle="1" w:styleId="xtLabel">
    <w:name w:val="xtLabel"/>
    <w:basedOn w:val="Normal"/>
    <w:rsid w:val="0077235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72352"/>
    <w:rPr>
      <w:color w:val="800080"/>
      <w:u w:val="single"/>
    </w:rPr>
  </w:style>
  <w:style w:type="character" w:styleId="Hyperlink">
    <w:name w:val="Hyperlink"/>
    <w:basedOn w:val="DefaultParagraphFont"/>
    <w:rsid w:val="0077235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72352"/>
  </w:style>
  <w:style w:type="paragraph" w:styleId="TOC2">
    <w:name w:val="toc 2"/>
    <w:basedOn w:val="Normal"/>
    <w:next w:val="Normal"/>
    <w:autoRedefine/>
    <w:semiHidden/>
    <w:rsid w:val="00772352"/>
    <w:pPr>
      <w:ind w:left="240"/>
    </w:pPr>
  </w:style>
  <w:style w:type="paragraph" w:styleId="TOC3">
    <w:name w:val="toc 3"/>
    <w:basedOn w:val="Normal"/>
    <w:next w:val="Normal"/>
    <w:autoRedefine/>
    <w:semiHidden/>
    <w:rsid w:val="0077235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72352"/>
    <w:pPr>
      <w:keepLines/>
    </w:pPr>
    <w:rPr>
      <w:color w:val="000000"/>
    </w:rPr>
  </w:style>
  <w:style w:type="paragraph" w:customStyle="1" w:styleId="dldl1">
    <w:name w:val="dldl1"/>
    <w:basedOn w:val="BodyText"/>
    <w:rsid w:val="0077235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72352"/>
    <w:pPr>
      <w:numPr>
        <w:ilvl w:val="1"/>
      </w:numPr>
      <w:tabs>
        <w:tab w:val="clear" w:pos="1440"/>
      </w:tabs>
      <w:outlineLvl w:val="1"/>
    </w:pPr>
  </w:style>
  <w:style w:type="paragraph" w:customStyle="1" w:styleId="dldl3">
    <w:name w:val="dldl3"/>
    <w:basedOn w:val="dldl1"/>
    <w:rsid w:val="00772352"/>
    <w:pPr>
      <w:numPr>
        <w:ilvl w:val="2"/>
      </w:numPr>
      <w:tabs>
        <w:tab w:val="clear" w:pos="2160"/>
      </w:tabs>
      <w:outlineLvl w:val="2"/>
    </w:pPr>
  </w:style>
  <w:style w:type="paragraph" w:customStyle="1" w:styleId="dldl4">
    <w:name w:val="dldl4"/>
    <w:basedOn w:val="dldl1"/>
    <w:rsid w:val="00772352"/>
    <w:pPr>
      <w:numPr>
        <w:ilvl w:val="3"/>
      </w:numPr>
      <w:tabs>
        <w:tab w:val="clear" w:pos="1440"/>
        <w:tab w:val="clear" w:pos="2880"/>
      </w:tabs>
      <w:outlineLvl w:val="3"/>
    </w:pPr>
  </w:style>
  <w:style w:type="paragraph" w:customStyle="1" w:styleId="dldl5">
    <w:name w:val="dldl5"/>
    <w:basedOn w:val="dldl1"/>
    <w:rsid w:val="00772352"/>
    <w:pPr>
      <w:numPr>
        <w:ilvl w:val="4"/>
      </w:numPr>
      <w:tabs>
        <w:tab w:val="clear" w:pos="1440"/>
      </w:tabs>
      <w:outlineLvl w:val="4"/>
    </w:pPr>
  </w:style>
  <w:style w:type="paragraph" w:customStyle="1" w:styleId="dldl6">
    <w:name w:val="dldl6"/>
    <w:basedOn w:val="dldl1"/>
    <w:rsid w:val="00772352"/>
    <w:pPr>
      <w:numPr>
        <w:ilvl w:val="5"/>
      </w:numPr>
      <w:tabs>
        <w:tab w:val="clear" w:pos="2160"/>
      </w:tabs>
      <w:outlineLvl w:val="5"/>
    </w:pPr>
  </w:style>
  <w:style w:type="paragraph" w:customStyle="1" w:styleId="dldl7">
    <w:name w:val="dldl7"/>
    <w:basedOn w:val="dldl1"/>
    <w:rsid w:val="00772352"/>
    <w:pPr>
      <w:numPr>
        <w:ilvl w:val="6"/>
      </w:numPr>
      <w:outlineLvl w:val="6"/>
    </w:pPr>
  </w:style>
  <w:style w:type="paragraph" w:customStyle="1" w:styleId="dldl8">
    <w:name w:val="dldl8"/>
    <w:basedOn w:val="dldl1"/>
    <w:rsid w:val="00772352"/>
    <w:pPr>
      <w:numPr>
        <w:ilvl w:val="7"/>
      </w:numPr>
      <w:tabs>
        <w:tab w:val="clear" w:pos="2880"/>
      </w:tabs>
      <w:outlineLvl w:val="7"/>
    </w:pPr>
  </w:style>
  <w:style w:type="paragraph" w:customStyle="1" w:styleId="dldl9">
    <w:name w:val="dldl9"/>
    <w:basedOn w:val="dldl1"/>
    <w:rsid w:val="0077235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72352"/>
    <w:pPr>
      <w:keepNext/>
      <w:keepLines/>
      <w:spacing w:before="60" w:after="60"/>
    </w:pPr>
    <w:rPr>
      <w:b/>
      <w:sz w:val="22"/>
      <w:szCs w:val="22"/>
    </w:rPr>
  </w:style>
  <w:style w:type="table" w:customStyle="1" w:styleId="TablePlain">
    <w:name w:val="Table Plain"/>
    <w:basedOn w:val="TableNormal"/>
    <w:rsid w:val="00772352"/>
    <w:tblPr>
      <w:tblInd w:w="0" w:type="dxa"/>
      <w:tblCellMar>
        <w:top w:w="0" w:type="dxa"/>
        <w:left w:w="108" w:type="dxa"/>
        <w:bottom w:w="0" w:type="dxa"/>
        <w:right w:w="108" w:type="dxa"/>
      </w:tblCellMar>
    </w:tblPr>
  </w:style>
  <w:style w:type="paragraph" w:customStyle="1" w:styleId="lvlSteps">
    <w:name w:val="lvlSteps"/>
    <w:basedOn w:val="Normal"/>
    <w:rsid w:val="00772352"/>
    <w:pPr>
      <w:spacing w:before="40" w:after="40"/>
    </w:pPr>
    <w:rPr>
      <w:sz w:val="22"/>
      <w:szCs w:val="22"/>
    </w:rPr>
  </w:style>
  <w:style w:type="paragraph" w:customStyle="1" w:styleId="nBodyText">
    <w:name w:val="nBody Text"/>
    <w:basedOn w:val="Normal"/>
    <w:rsid w:val="00772352"/>
    <w:pPr>
      <w:numPr>
        <w:numId w:val="3"/>
      </w:numPr>
      <w:ind w:left="0" w:firstLine="0"/>
    </w:pPr>
    <w:rPr>
      <w:sz w:val="22"/>
      <w:szCs w:val="22"/>
    </w:rPr>
  </w:style>
  <w:style w:type="paragraph" w:customStyle="1" w:styleId="OITitle">
    <w:name w:val="OI_Title"/>
    <w:basedOn w:val="Normal"/>
    <w:rsid w:val="00772352"/>
    <w:pPr>
      <w:jc w:val="center"/>
    </w:pPr>
    <w:rPr>
      <w:b/>
    </w:rPr>
  </w:style>
  <w:style w:type="numbering" w:styleId="111111">
    <w:name w:val="Outline List 2"/>
    <w:basedOn w:val="NoList"/>
    <w:rsid w:val="00772352"/>
    <w:pPr>
      <w:numPr>
        <w:numId w:val="2"/>
      </w:numPr>
    </w:pPr>
  </w:style>
  <w:style w:type="paragraph" w:customStyle="1" w:styleId="OINumber">
    <w:name w:val="OI_Number"/>
    <w:basedOn w:val="Normal"/>
    <w:rsid w:val="00772352"/>
    <w:pPr>
      <w:spacing w:before="80"/>
    </w:pPr>
    <w:rPr>
      <w:b/>
      <w:sz w:val="16"/>
    </w:rPr>
  </w:style>
  <w:style w:type="paragraph" w:styleId="BodyText">
    <w:name w:val="Body Text"/>
    <w:basedOn w:val="Normal"/>
    <w:rsid w:val="00772352"/>
    <w:rPr>
      <w:szCs w:val="22"/>
    </w:rPr>
  </w:style>
  <w:style w:type="paragraph" w:styleId="BodyText2">
    <w:name w:val="Body Text 2"/>
    <w:basedOn w:val="Normal"/>
    <w:rsid w:val="00772352"/>
    <w:pPr>
      <w:spacing w:after="120" w:line="480" w:lineRule="auto"/>
    </w:pPr>
  </w:style>
  <w:style w:type="paragraph" w:customStyle="1" w:styleId="EffectiveDate0">
    <w:name w:val="Effective_Date"/>
    <w:basedOn w:val="Normal"/>
    <w:rsid w:val="00772352"/>
    <w:pPr>
      <w:spacing w:before="80"/>
    </w:pPr>
    <w:rPr>
      <w:sz w:val="16"/>
    </w:rPr>
  </w:style>
  <w:style w:type="paragraph" w:customStyle="1" w:styleId="stepsbulleted">
    <w:name w:val="steps_bulleted"/>
    <w:basedOn w:val="Normal"/>
    <w:rsid w:val="00772352"/>
    <w:pPr>
      <w:keepLines/>
      <w:numPr>
        <w:numId w:val="6"/>
      </w:numPr>
      <w:spacing w:before="40" w:after="40"/>
    </w:pPr>
    <w:rPr>
      <w:color w:val="000000"/>
    </w:rPr>
  </w:style>
  <w:style w:type="paragraph" w:customStyle="1" w:styleId="stepsnumbered">
    <w:name w:val="steps_numbered"/>
    <w:basedOn w:val="BodyText"/>
    <w:rsid w:val="00772352"/>
    <w:pPr>
      <w:numPr>
        <w:numId w:val="8"/>
      </w:numPr>
    </w:pPr>
  </w:style>
  <w:style w:type="paragraph" w:customStyle="1" w:styleId="ColumnHeader">
    <w:name w:val="ColumnHeader"/>
    <w:basedOn w:val="BodyText"/>
    <w:rsid w:val="0077235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7235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FooterChar">
    <w:name w:val="Footer Char"/>
    <w:basedOn w:val="DefaultParagraphFont"/>
    <w:link w:val="Footer"/>
    <w:rsid w:val="0058633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2352"/>
    <w:pPr>
      <w:widowControl w:val="0"/>
      <w:adjustRightInd w:val="0"/>
      <w:textAlignment w:val="baseline"/>
    </w:pPr>
    <w:rPr>
      <w:sz w:val="24"/>
      <w:szCs w:val="24"/>
    </w:rPr>
  </w:style>
  <w:style w:type="paragraph" w:styleId="Heading1">
    <w:name w:val="heading 1"/>
    <w:basedOn w:val="Normal"/>
    <w:next w:val="Normal"/>
    <w:qFormat/>
    <w:rsid w:val="00772352"/>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772352"/>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772352"/>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772352"/>
    <w:pPr>
      <w:keepNext/>
      <w:numPr>
        <w:ilvl w:val="3"/>
        <w:numId w:val="4"/>
      </w:numPr>
      <w:spacing w:before="240" w:after="60"/>
      <w:outlineLvl w:val="3"/>
    </w:pPr>
    <w:rPr>
      <w:b/>
      <w:bCs/>
      <w:sz w:val="28"/>
      <w:szCs w:val="28"/>
    </w:rPr>
  </w:style>
  <w:style w:type="paragraph" w:styleId="Heading5">
    <w:name w:val="heading 5"/>
    <w:basedOn w:val="Normal"/>
    <w:next w:val="Normal"/>
    <w:qFormat/>
    <w:rsid w:val="00772352"/>
    <w:pPr>
      <w:numPr>
        <w:ilvl w:val="4"/>
        <w:numId w:val="4"/>
      </w:numPr>
      <w:spacing w:before="240" w:after="60"/>
      <w:outlineLvl w:val="4"/>
    </w:pPr>
    <w:rPr>
      <w:b/>
      <w:bCs/>
      <w:i/>
      <w:iCs/>
      <w:sz w:val="26"/>
      <w:szCs w:val="26"/>
    </w:rPr>
  </w:style>
  <w:style w:type="paragraph" w:styleId="Heading6">
    <w:name w:val="heading 6"/>
    <w:basedOn w:val="Normal"/>
    <w:next w:val="Normal"/>
    <w:qFormat/>
    <w:rsid w:val="00772352"/>
    <w:pPr>
      <w:numPr>
        <w:ilvl w:val="5"/>
        <w:numId w:val="4"/>
      </w:numPr>
      <w:spacing w:before="240" w:after="60"/>
      <w:outlineLvl w:val="5"/>
    </w:pPr>
    <w:rPr>
      <w:b/>
      <w:bCs/>
      <w:sz w:val="22"/>
      <w:szCs w:val="22"/>
    </w:rPr>
  </w:style>
  <w:style w:type="paragraph" w:styleId="Heading7">
    <w:name w:val="heading 7"/>
    <w:basedOn w:val="Normal"/>
    <w:next w:val="Normal"/>
    <w:qFormat/>
    <w:rsid w:val="00772352"/>
    <w:pPr>
      <w:numPr>
        <w:ilvl w:val="6"/>
        <w:numId w:val="4"/>
      </w:numPr>
      <w:spacing w:before="240" w:after="60"/>
      <w:outlineLvl w:val="6"/>
    </w:pPr>
  </w:style>
  <w:style w:type="paragraph" w:styleId="Heading8">
    <w:name w:val="heading 8"/>
    <w:basedOn w:val="Normal"/>
    <w:next w:val="Normal"/>
    <w:qFormat/>
    <w:rsid w:val="00772352"/>
    <w:pPr>
      <w:numPr>
        <w:ilvl w:val="7"/>
        <w:numId w:val="4"/>
      </w:numPr>
      <w:spacing w:before="240" w:after="60"/>
      <w:outlineLvl w:val="7"/>
    </w:pPr>
    <w:rPr>
      <w:i/>
      <w:iCs/>
    </w:rPr>
  </w:style>
  <w:style w:type="paragraph" w:styleId="Heading9">
    <w:name w:val="heading 9"/>
    <w:basedOn w:val="Normal"/>
    <w:next w:val="Normal"/>
    <w:qFormat/>
    <w:rsid w:val="00772352"/>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772352"/>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772352"/>
    <w:rPr>
      <w:rFonts w:ascii="Arial Narrow" w:hAnsi="Arial Narrow"/>
      <w:sz w:val="20"/>
    </w:rPr>
  </w:style>
  <w:style w:type="paragraph" w:customStyle="1" w:styleId="xtLabel">
    <w:name w:val="xtLabel"/>
    <w:basedOn w:val="Normal"/>
    <w:rsid w:val="00772352"/>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772352"/>
    <w:rPr>
      <w:color w:val="800080"/>
      <w:u w:val="single"/>
    </w:rPr>
  </w:style>
  <w:style w:type="character" w:styleId="Hyperlink">
    <w:name w:val="Hyperlink"/>
    <w:basedOn w:val="DefaultParagraphFont"/>
    <w:rsid w:val="00772352"/>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772352"/>
  </w:style>
  <w:style w:type="paragraph" w:styleId="TOC2">
    <w:name w:val="toc 2"/>
    <w:basedOn w:val="Normal"/>
    <w:next w:val="Normal"/>
    <w:autoRedefine/>
    <w:semiHidden/>
    <w:rsid w:val="00772352"/>
    <w:pPr>
      <w:ind w:left="240"/>
    </w:pPr>
  </w:style>
  <w:style w:type="paragraph" w:styleId="TOC3">
    <w:name w:val="toc 3"/>
    <w:basedOn w:val="Normal"/>
    <w:next w:val="Normal"/>
    <w:autoRedefine/>
    <w:semiHidden/>
    <w:rsid w:val="00772352"/>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772352"/>
    <w:pPr>
      <w:keepLines/>
    </w:pPr>
    <w:rPr>
      <w:color w:val="000000"/>
    </w:rPr>
  </w:style>
  <w:style w:type="paragraph" w:customStyle="1" w:styleId="dldl1">
    <w:name w:val="dldl1"/>
    <w:basedOn w:val="BodyText"/>
    <w:rsid w:val="00772352"/>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772352"/>
    <w:pPr>
      <w:numPr>
        <w:ilvl w:val="1"/>
      </w:numPr>
      <w:tabs>
        <w:tab w:val="clear" w:pos="1440"/>
      </w:tabs>
      <w:outlineLvl w:val="1"/>
    </w:pPr>
  </w:style>
  <w:style w:type="paragraph" w:customStyle="1" w:styleId="dldl3">
    <w:name w:val="dldl3"/>
    <w:basedOn w:val="dldl1"/>
    <w:rsid w:val="00772352"/>
    <w:pPr>
      <w:numPr>
        <w:ilvl w:val="2"/>
      </w:numPr>
      <w:tabs>
        <w:tab w:val="clear" w:pos="2160"/>
      </w:tabs>
      <w:outlineLvl w:val="2"/>
    </w:pPr>
  </w:style>
  <w:style w:type="paragraph" w:customStyle="1" w:styleId="dldl4">
    <w:name w:val="dldl4"/>
    <w:basedOn w:val="dldl1"/>
    <w:rsid w:val="00772352"/>
    <w:pPr>
      <w:numPr>
        <w:ilvl w:val="3"/>
      </w:numPr>
      <w:tabs>
        <w:tab w:val="clear" w:pos="1440"/>
        <w:tab w:val="clear" w:pos="2880"/>
      </w:tabs>
      <w:outlineLvl w:val="3"/>
    </w:pPr>
  </w:style>
  <w:style w:type="paragraph" w:customStyle="1" w:styleId="dldl5">
    <w:name w:val="dldl5"/>
    <w:basedOn w:val="dldl1"/>
    <w:rsid w:val="00772352"/>
    <w:pPr>
      <w:numPr>
        <w:ilvl w:val="4"/>
      </w:numPr>
      <w:tabs>
        <w:tab w:val="clear" w:pos="1440"/>
      </w:tabs>
      <w:outlineLvl w:val="4"/>
    </w:pPr>
  </w:style>
  <w:style w:type="paragraph" w:customStyle="1" w:styleId="dldl6">
    <w:name w:val="dldl6"/>
    <w:basedOn w:val="dldl1"/>
    <w:rsid w:val="00772352"/>
    <w:pPr>
      <w:numPr>
        <w:ilvl w:val="5"/>
      </w:numPr>
      <w:tabs>
        <w:tab w:val="clear" w:pos="2160"/>
      </w:tabs>
      <w:outlineLvl w:val="5"/>
    </w:pPr>
  </w:style>
  <w:style w:type="paragraph" w:customStyle="1" w:styleId="dldl7">
    <w:name w:val="dldl7"/>
    <w:basedOn w:val="dldl1"/>
    <w:rsid w:val="00772352"/>
    <w:pPr>
      <w:numPr>
        <w:ilvl w:val="6"/>
      </w:numPr>
      <w:outlineLvl w:val="6"/>
    </w:pPr>
  </w:style>
  <w:style w:type="paragraph" w:customStyle="1" w:styleId="dldl8">
    <w:name w:val="dldl8"/>
    <w:basedOn w:val="dldl1"/>
    <w:rsid w:val="00772352"/>
    <w:pPr>
      <w:numPr>
        <w:ilvl w:val="7"/>
      </w:numPr>
      <w:tabs>
        <w:tab w:val="clear" w:pos="2880"/>
      </w:tabs>
      <w:outlineLvl w:val="7"/>
    </w:pPr>
  </w:style>
  <w:style w:type="paragraph" w:customStyle="1" w:styleId="dldl9">
    <w:name w:val="dldl9"/>
    <w:basedOn w:val="dldl1"/>
    <w:rsid w:val="00772352"/>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772352"/>
    <w:pPr>
      <w:keepNext/>
      <w:keepLines/>
      <w:spacing w:before="60" w:after="60"/>
    </w:pPr>
    <w:rPr>
      <w:b/>
      <w:sz w:val="22"/>
      <w:szCs w:val="22"/>
    </w:rPr>
  </w:style>
  <w:style w:type="table" w:customStyle="1" w:styleId="TablePlain">
    <w:name w:val="Table Plain"/>
    <w:basedOn w:val="TableNormal"/>
    <w:rsid w:val="00772352"/>
    <w:tblPr>
      <w:tblInd w:w="0" w:type="dxa"/>
      <w:tblCellMar>
        <w:top w:w="0" w:type="dxa"/>
        <w:left w:w="108" w:type="dxa"/>
        <w:bottom w:w="0" w:type="dxa"/>
        <w:right w:w="108" w:type="dxa"/>
      </w:tblCellMar>
    </w:tblPr>
  </w:style>
  <w:style w:type="paragraph" w:customStyle="1" w:styleId="lvlSteps">
    <w:name w:val="lvlSteps"/>
    <w:basedOn w:val="Normal"/>
    <w:rsid w:val="00772352"/>
    <w:pPr>
      <w:spacing w:before="40" w:after="40"/>
    </w:pPr>
    <w:rPr>
      <w:sz w:val="22"/>
      <w:szCs w:val="22"/>
    </w:rPr>
  </w:style>
  <w:style w:type="paragraph" w:customStyle="1" w:styleId="nBodyText">
    <w:name w:val="nBody Text"/>
    <w:basedOn w:val="Normal"/>
    <w:rsid w:val="00772352"/>
    <w:pPr>
      <w:numPr>
        <w:numId w:val="3"/>
      </w:numPr>
      <w:ind w:left="0" w:firstLine="0"/>
    </w:pPr>
    <w:rPr>
      <w:sz w:val="22"/>
      <w:szCs w:val="22"/>
    </w:rPr>
  </w:style>
  <w:style w:type="paragraph" w:customStyle="1" w:styleId="OITitle">
    <w:name w:val="OI_Title"/>
    <w:basedOn w:val="Normal"/>
    <w:rsid w:val="00772352"/>
    <w:pPr>
      <w:jc w:val="center"/>
    </w:pPr>
    <w:rPr>
      <w:b/>
    </w:rPr>
  </w:style>
  <w:style w:type="numbering" w:styleId="111111">
    <w:name w:val="Outline List 2"/>
    <w:basedOn w:val="NoList"/>
    <w:rsid w:val="00772352"/>
    <w:pPr>
      <w:numPr>
        <w:numId w:val="2"/>
      </w:numPr>
    </w:pPr>
  </w:style>
  <w:style w:type="paragraph" w:customStyle="1" w:styleId="OINumber">
    <w:name w:val="OI_Number"/>
    <w:basedOn w:val="Normal"/>
    <w:rsid w:val="00772352"/>
    <w:pPr>
      <w:spacing w:before="80"/>
    </w:pPr>
    <w:rPr>
      <w:b/>
      <w:sz w:val="16"/>
    </w:rPr>
  </w:style>
  <w:style w:type="paragraph" w:styleId="BodyText">
    <w:name w:val="Body Text"/>
    <w:basedOn w:val="Normal"/>
    <w:rsid w:val="00772352"/>
    <w:rPr>
      <w:szCs w:val="22"/>
    </w:rPr>
  </w:style>
  <w:style w:type="paragraph" w:styleId="BodyText2">
    <w:name w:val="Body Text 2"/>
    <w:basedOn w:val="Normal"/>
    <w:rsid w:val="00772352"/>
    <w:pPr>
      <w:spacing w:after="120" w:line="480" w:lineRule="auto"/>
    </w:pPr>
  </w:style>
  <w:style w:type="paragraph" w:customStyle="1" w:styleId="EffectiveDate0">
    <w:name w:val="Effective_Date"/>
    <w:basedOn w:val="Normal"/>
    <w:rsid w:val="00772352"/>
    <w:pPr>
      <w:spacing w:before="80"/>
    </w:pPr>
    <w:rPr>
      <w:sz w:val="16"/>
    </w:rPr>
  </w:style>
  <w:style w:type="paragraph" w:customStyle="1" w:styleId="stepsbulleted">
    <w:name w:val="steps_bulleted"/>
    <w:basedOn w:val="Normal"/>
    <w:rsid w:val="00772352"/>
    <w:pPr>
      <w:keepLines/>
      <w:numPr>
        <w:numId w:val="6"/>
      </w:numPr>
      <w:spacing w:before="40" w:after="40"/>
    </w:pPr>
    <w:rPr>
      <w:color w:val="000000"/>
    </w:rPr>
  </w:style>
  <w:style w:type="paragraph" w:customStyle="1" w:styleId="stepsnumbered">
    <w:name w:val="steps_numbered"/>
    <w:basedOn w:val="BodyText"/>
    <w:rsid w:val="00772352"/>
    <w:pPr>
      <w:numPr>
        <w:numId w:val="8"/>
      </w:numPr>
    </w:pPr>
  </w:style>
  <w:style w:type="paragraph" w:customStyle="1" w:styleId="ColumnHeader">
    <w:name w:val="ColumnHeader"/>
    <w:basedOn w:val="BodyText"/>
    <w:rsid w:val="00772352"/>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772352"/>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character" w:customStyle="1" w:styleId="FooterChar">
    <w:name w:val="Footer Char"/>
    <w:basedOn w:val="DefaultParagraphFont"/>
    <w:link w:val="Footer"/>
    <w:rsid w:val="005863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4</TotalTime>
  <Pages>4</Pages>
  <Words>1072</Words>
  <Characters>6112</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7170</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3</cp:revision>
  <cp:lastPrinted>2005-02-21T18:30:00Z</cp:lastPrinted>
  <dcterms:created xsi:type="dcterms:W3CDTF">2017-03-14T21:13:00Z</dcterms:created>
  <dcterms:modified xsi:type="dcterms:W3CDTF">2017-03-14T21:17:00Z</dcterms:modified>
</cp:coreProperties>
</file>