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512813" w:rsidRPr="00512813" w14:paraId="4C5B8458" w14:textId="77777777" w:rsidTr="00765862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46264CB9" w14:textId="77777777" w:rsidR="006217F2" w:rsidRPr="00512813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65A1C64" w14:textId="77777777" w:rsidR="006217F2" w:rsidRPr="00512813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9FFF13D" w14:textId="77777777" w:rsidR="006217F2" w:rsidRPr="00512813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3AD65A85" w14:textId="77777777" w:rsidR="006217F2" w:rsidRPr="00512813" w:rsidRDefault="006217F2" w:rsidP="00DF54BA"/>
        </w:tc>
      </w:tr>
    </w:tbl>
    <w:p w14:paraId="6DF1109D" w14:textId="77777777" w:rsidR="00700BB6" w:rsidRPr="00512813" w:rsidRDefault="00F14F1B" w:rsidP="001A7425">
      <w:pPr>
        <w:jc w:val="center"/>
        <w:rPr>
          <w:b/>
          <w:sz w:val="48"/>
          <w:szCs w:val="48"/>
        </w:rPr>
      </w:pPr>
      <w:r w:rsidRPr="00512813">
        <w:rPr>
          <w:b/>
          <w:sz w:val="48"/>
          <w:szCs w:val="48"/>
        </w:rPr>
        <w:t>Microc</w:t>
      </w:r>
      <w:r w:rsidR="00EE66C8" w:rsidRPr="00512813">
        <w:rPr>
          <w:b/>
          <w:sz w:val="48"/>
          <w:szCs w:val="48"/>
        </w:rPr>
        <w:t xml:space="preserve">antilevers </w:t>
      </w:r>
      <w:r w:rsidR="001C23EE" w:rsidRPr="00512813">
        <w:rPr>
          <w:b/>
          <w:sz w:val="48"/>
          <w:szCs w:val="48"/>
        </w:rPr>
        <w:t>Final Assessment</w:t>
      </w:r>
    </w:p>
    <w:p w14:paraId="54173F69" w14:textId="77777777" w:rsidR="00EC58CF" w:rsidRPr="00512813" w:rsidRDefault="001C23EE" w:rsidP="00FC3127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512813">
        <w:rPr>
          <w:b/>
          <w:sz w:val="36"/>
          <w:szCs w:val="36"/>
        </w:rPr>
        <w:t>Participant</w:t>
      </w:r>
      <w:r w:rsidR="00EC58CF" w:rsidRPr="00512813">
        <w:rPr>
          <w:b/>
          <w:sz w:val="36"/>
          <w:szCs w:val="36"/>
        </w:rPr>
        <w:t xml:space="preserve"> Guide</w:t>
      </w:r>
    </w:p>
    <w:p w14:paraId="1AE87A09" w14:textId="77777777" w:rsidR="00EC58CF" w:rsidRPr="00512813" w:rsidRDefault="00EC58CF" w:rsidP="00EC58CF">
      <w:pPr>
        <w:jc w:val="center"/>
        <w:rPr>
          <w:b/>
          <w:sz w:val="48"/>
          <w:szCs w:val="48"/>
        </w:rPr>
        <w:sectPr w:rsidR="00EC58CF" w:rsidRPr="00512813" w:rsidSect="001C23EE">
          <w:headerReference w:type="even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720" w:right="720" w:bottom="1170" w:left="720" w:header="432" w:footer="576" w:gutter="0"/>
          <w:cols w:space="720"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512813" w:rsidRPr="00512813" w14:paraId="311CDB5D" w14:textId="77777777" w:rsidTr="00765862">
        <w:trPr>
          <w:cantSplit/>
          <w:trHeight w:val="576"/>
        </w:trPr>
        <w:tc>
          <w:tcPr>
            <w:tcW w:w="1125" w:type="dxa"/>
            <w:vAlign w:val="bottom"/>
          </w:tcPr>
          <w:p w14:paraId="639E6B68" w14:textId="77777777" w:rsidR="00D956E6" w:rsidRPr="00512813" w:rsidRDefault="00D956E6" w:rsidP="00765862">
            <w:pPr>
              <w:pStyle w:val="BodyText"/>
              <w:keepNext/>
              <w:keepLines/>
              <w:rPr>
                <w:szCs w:val="24"/>
              </w:rPr>
            </w:pPr>
            <w:bookmarkStart w:id="1" w:name="App_CantiL_KP10_dldl76"/>
          </w:p>
        </w:tc>
        <w:tc>
          <w:tcPr>
            <w:tcW w:w="9905" w:type="dxa"/>
            <w:vAlign w:val="bottom"/>
          </w:tcPr>
          <w:p w14:paraId="4F8B6134" w14:textId="77777777" w:rsidR="00D956E6" w:rsidRPr="00512813" w:rsidRDefault="00D956E6" w:rsidP="00EE66C8">
            <w:pPr>
              <w:pStyle w:val="lvl1Text"/>
              <w:rPr>
                <w:sz w:val="24"/>
                <w:szCs w:val="24"/>
              </w:rPr>
            </w:pPr>
            <w:r w:rsidRPr="00512813">
              <w:rPr>
                <w:sz w:val="24"/>
                <w:szCs w:val="24"/>
              </w:rPr>
              <w:t>Introduction</w:t>
            </w:r>
          </w:p>
        </w:tc>
      </w:tr>
      <w:tr w:rsidR="00512813" w:rsidRPr="00512813" w14:paraId="5B503661" w14:textId="77777777" w:rsidTr="00765862">
        <w:tc>
          <w:tcPr>
            <w:tcW w:w="1125" w:type="dxa"/>
          </w:tcPr>
          <w:p w14:paraId="3B183F99" w14:textId="77777777" w:rsidR="00D956E6" w:rsidRPr="00512813" w:rsidRDefault="00D956E6" w:rsidP="00D956E6">
            <w:pPr>
              <w:pStyle w:val="txtx1"/>
              <w:rPr>
                <w:color w:val="auto"/>
              </w:rPr>
            </w:pPr>
          </w:p>
        </w:tc>
        <w:tc>
          <w:tcPr>
            <w:tcW w:w="9905" w:type="dxa"/>
          </w:tcPr>
          <w:p w14:paraId="2C4CAEFE" w14:textId="77777777" w:rsidR="00D956E6" w:rsidRPr="00512813" w:rsidRDefault="00D956E6" w:rsidP="00765862">
            <w:pPr>
              <w:keepNext/>
              <w:keepLines/>
            </w:pPr>
          </w:p>
          <w:p w14:paraId="14E21B05" w14:textId="77777777" w:rsidR="00D956E6" w:rsidRPr="00512813" w:rsidRDefault="00D956E6" w:rsidP="00765862">
            <w:pPr>
              <w:keepNext/>
              <w:keepLines/>
            </w:pPr>
            <w:r w:rsidRPr="00512813">
              <w:t xml:space="preserve">The purpose of this assessment is to determine your understanding of cantilevers </w:t>
            </w:r>
            <w:r w:rsidR="00E908CB" w:rsidRPr="00512813">
              <w:t xml:space="preserve">after having completed the </w:t>
            </w:r>
            <w:r w:rsidR="00E908CB" w:rsidRPr="00512813">
              <w:rPr>
                <w:u w:val="single"/>
              </w:rPr>
              <w:t>Microcantilevers Learning Module</w:t>
            </w:r>
            <w:r w:rsidR="00E908CB" w:rsidRPr="00512813">
              <w:t>.</w:t>
            </w:r>
          </w:p>
          <w:p w14:paraId="41335300" w14:textId="77777777" w:rsidR="00EB69FE" w:rsidRPr="00512813" w:rsidRDefault="00EB69FE" w:rsidP="00765862">
            <w:pPr>
              <w:keepNext/>
              <w:keepLines/>
            </w:pPr>
          </w:p>
          <w:p w14:paraId="69040C13" w14:textId="77777777" w:rsidR="00EB69FE" w:rsidRPr="00512813" w:rsidRDefault="00EB69FE" w:rsidP="000929F1">
            <w:pPr>
              <w:keepNext/>
              <w:keepLines/>
            </w:pPr>
            <w:r w:rsidRPr="00512813">
              <w:t xml:space="preserve">There are </w:t>
            </w:r>
            <w:r w:rsidR="000929F1" w:rsidRPr="00512813">
              <w:t>15</w:t>
            </w:r>
            <w:r w:rsidRPr="00512813">
              <w:t xml:space="preserve"> questions.</w:t>
            </w:r>
          </w:p>
        </w:tc>
      </w:tr>
    </w:tbl>
    <w:p w14:paraId="2F42FC49" w14:textId="77777777" w:rsidR="00007AE6" w:rsidRPr="00512813" w:rsidRDefault="00007AE6" w:rsidP="001C23EE">
      <w:pPr>
        <w:pStyle w:val="BodyText"/>
      </w:pPr>
      <w:bookmarkStart w:id="2" w:name="App_CantiL_KP10_quid18"/>
      <w:bookmarkEnd w:id="1"/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512813" w:rsidRPr="00512813" w14:paraId="64D1DEF1" w14:textId="77777777" w:rsidTr="00765862">
        <w:trPr>
          <w:cantSplit/>
          <w:trHeight w:val="576"/>
        </w:trPr>
        <w:tc>
          <w:tcPr>
            <w:tcW w:w="1147" w:type="dxa"/>
            <w:tcMar>
              <w:top w:w="230" w:type="dxa"/>
            </w:tcMar>
          </w:tcPr>
          <w:p w14:paraId="37D53637" w14:textId="77777777" w:rsidR="00D956E6" w:rsidRPr="00512813" w:rsidRDefault="00D956E6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  <w:tc>
          <w:tcPr>
            <w:tcW w:w="9883" w:type="dxa"/>
            <w:tcMar>
              <w:top w:w="230" w:type="dxa"/>
            </w:tcMar>
          </w:tcPr>
          <w:p w14:paraId="098DB094" w14:textId="77777777" w:rsidR="003E36D1" w:rsidRPr="00512813" w:rsidRDefault="00D956E6" w:rsidP="00007AE6">
            <w:pPr>
              <w:pStyle w:val="BodyText"/>
              <w:numPr>
                <w:ilvl w:val="0"/>
                <w:numId w:val="31"/>
              </w:numPr>
              <w:rPr>
                <w:szCs w:val="24"/>
              </w:rPr>
            </w:pPr>
            <w:r w:rsidRPr="00512813">
              <w:rPr>
                <w:szCs w:val="24"/>
              </w:rPr>
              <w:t>What is a cantilever?</w:t>
            </w:r>
          </w:p>
          <w:p w14:paraId="1BBBD404" w14:textId="77777777" w:rsidR="003E36D1" w:rsidRPr="00512813" w:rsidRDefault="003E36D1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512813">
              <w:rPr>
                <w:szCs w:val="24"/>
              </w:rPr>
              <w:t>A device used to apply torque to an object (e.g., wrench, screwdriver)</w:t>
            </w:r>
          </w:p>
          <w:p w14:paraId="0FC1646A" w14:textId="77777777" w:rsidR="003E36D1" w:rsidRPr="00512813" w:rsidRDefault="003E36D1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512813">
              <w:rPr>
                <w:szCs w:val="24"/>
              </w:rPr>
              <w:t>A type of beam that is constrained at both ends but able to flex in the middle.</w:t>
            </w:r>
          </w:p>
          <w:p w14:paraId="0935EA83" w14:textId="77777777" w:rsidR="003E36D1" w:rsidRPr="00512813" w:rsidRDefault="003E36D1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512813">
              <w:rPr>
                <w:szCs w:val="24"/>
              </w:rPr>
              <w:t>A type of beam constrained at one end and suspended freely at the other end.</w:t>
            </w:r>
          </w:p>
          <w:p w14:paraId="74725950" w14:textId="77777777" w:rsidR="00D956E6" w:rsidRPr="00512813" w:rsidRDefault="00655C73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512813">
              <w:rPr>
                <w:szCs w:val="24"/>
              </w:rPr>
              <w:t xml:space="preserve">A device used to measure micro-size contaminants </w:t>
            </w:r>
          </w:p>
          <w:p w14:paraId="61D934F7" w14:textId="77777777" w:rsidR="00655C73" w:rsidRPr="00512813" w:rsidRDefault="00655C73" w:rsidP="00655C73">
            <w:pPr>
              <w:pStyle w:val="BodyText"/>
              <w:ind w:left="720"/>
              <w:rPr>
                <w:szCs w:val="24"/>
              </w:rPr>
            </w:pPr>
          </w:p>
        </w:tc>
      </w:tr>
      <w:tr w:rsidR="00512813" w:rsidRPr="00512813" w14:paraId="194A91FF" w14:textId="77777777" w:rsidTr="00765862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62629D03" w14:textId="77777777" w:rsidR="00D956E6" w:rsidRPr="00512813" w:rsidRDefault="00D956E6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  <w:bookmarkStart w:id="3" w:name="App_CantiL_KP10_quid21"/>
            <w:bookmarkEnd w:id="2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7C2E77A5" w14:textId="77777777" w:rsidR="00D956E6" w:rsidRPr="00512813" w:rsidRDefault="00D956E6" w:rsidP="00007AE6">
            <w:pPr>
              <w:pStyle w:val="BodyText"/>
              <w:numPr>
                <w:ilvl w:val="0"/>
                <w:numId w:val="31"/>
              </w:numPr>
              <w:rPr>
                <w:szCs w:val="24"/>
              </w:rPr>
            </w:pPr>
            <w:r w:rsidRPr="00512813">
              <w:rPr>
                <w:szCs w:val="24"/>
              </w:rPr>
              <w:t>Which of the following is NOT a cantilever?</w:t>
            </w:r>
          </w:p>
          <w:p w14:paraId="1DB0E2F0" w14:textId="77777777" w:rsidR="00007AE6" w:rsidRPr="00512813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512813">
              <w:rPr>
                <w:szCs w:val="24"/>
              </w:rPr>
              <w:t>Jet’s wing</w:t>
            </w:r>
          </w:p>
          <w:p w14:paraId="25FEDD8B" w14:textId="77777777" w:rsidR="00007AE6" w:rsidRPr="00512813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512813">
              <w:rPr>
                <w:szCs w:val="24"/>
              </w:rPr>
              <w:t>Balcony</w:t>
            </w:r>
          </w:p>
          <w:p w14:paraId="3D85D47E" w14:textId="77777777" w:rsidR="00007AE6" w:rsidRPr="00512813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512813">
              <w:rPr>
                <w:szCs w:val="24"/>
              </w:rPr>
              <w:t>Diving board</w:t>
            </w:r>
          </w:p>
          <w:p w14:paraId="5235CC0D" w14:textId="77777777" w:rsidR="00007AE6" w:rsidRPr="00512813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512813">
              <w:rPr>
                <w:szCs w:val="24"/>
              </w:rPr>
              <w:t>Bridge</w:t>
            </w:r>
          </w:p>
          <w:p w14:paraId="74E1E63C" w14:textId="77777777" w:rsidR="00007AE6" w:rsidRPr="00512813" w:rsidRDefault="00007AE6" w:rsidP="00007AE6">
            <w:pPr>
              <w:pStyle w:val="BodyText"/>
              <w:rPr>
                <w:szCs w:val="24"/>
              </w:rPr>
            </w:pPr>
          </w:p>
        </w:tc>
      </w:tr>
      <w:tr w:rsidR="00512813" w:rsidRPr="00512813" w14:paraId="50244D2C" w14:textId="77777777" w:rsidTr="00765862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5CCFA366" w14:textId="77777777" w:rsidR="00D956E6" w:rsidRPr="00512813" w:rsidRDefault="00D956E6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  <w:bookmarkStart w:id="4" w:name="App_CantiL_KP10_quid17"/>
            <w:bookmarkEnd w:id="3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24BC7000" w14:textId="77777777" w:rsidR="00D956E6" w:rsidRPr="00512813" w:rsidRDefault="00655C73" w:rsidP="00007AE6">
            <w:pPr>
              <w:pStyle w:val="BodyText"/>
              <w:numPr>
                <w:ilvl w:val="0"/>
                <w:numId w:val="31"/>
              </w:numPr>
              <w:rPr>
                <w:szCs w:val="24"/>
              </w:rPr>
            </w:pPr>
            <w:r w:rsidRPr="00512813">
              <w:rPr>
                <w:szCs w:val="24"/>
              </w:rPr>
              <w:t>Which of the following MEMS would be LEAST likely to use a micro-sized cantilever as a sensing or transducing component?</w:t>
            </w:r>
          </w:p>
          <w:p w14:paraId="6C2171B6" w14:textId="77777777" w:rsidR="00007AE6" w:rsidRPr="00512813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512813">
              <w:rPr>
                <w:szCs w:val="24"/>
              </w:rPr>
              <w:t>Airbag actuating sensor</w:t>
            </w:r>
          </w:p>
          <w:p w14:paraId="5A14386B" w14:textId="77777777" w:rsidR="00007AE6" w:rsidRPr="00512813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512813">
              <w:rPr>
                <w:szCs w:val="24"/>
              </w:rPr>
              <w:t>Ammonia detector</w:t>
            </w:r>
          </w:p>
          <w:p w14:paraId="54C550E3" w14:textId="77777777" w:rsidR="00007AE6" w:rsidRPr="00512813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512813">
              <w:rPr>
                <w:szCs w:val="24"/>
              </w:rPr>
              <w:t>Virus detector</w:t>
            </w:r>
          </w:p>
          <w:p w14:paraId="30BD0383" w14:textId="77777777" w:rsidR="00007AE6" w:rsidRPr="00512813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512813">
              <w:rPr>
                <w:szCs w:val="24"/>
              </w:rPr>
              <w:t>Neural probe</w:t>
            </w:r>
          </w:p>
          <w:p w14:paraId="5E3C7368" w14:textId="77777777" w:rsidR="00007AE6" w:rsidRPr="00512813" w:rsidRDefault="00007AE6" w:rsidP="00007AE6">
            <w:pPr>
              <w:pStyle w:val="BodyText"/>
              <w:rPr>
                <w:szCs w:val="24"/>
              </w:rPr>
            </w:pPr>
          </w:p>
        </w:tc>
      </w:tr>
      <w:tr w:rsidR="00512813" w:rsidRPr="00512813" w14:paraId="1DB587DE" w14:textId="77777777" w:rsidTr="00765862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1BB17C82" w14:textId="77777777" w:rsidR="00D956E6" w:rsidRPr="00512813" w:rsidRDefault="00D956E6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  <w:bookmarkStart w:id="5" w:name="App_CantiL_KP10_quid22"/>
            <w:bookmarkEnd w:id="4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030253CF" w14:textId="77777777" w:rsidR="00007AE6" w:rsidRPr="00512813" w:rsidRDefault="00D956E6" w:rsidP="00007AE6">
            <w:pPr>
              <w:pStyle w:val="BodyText"/>
              <w:numPr>
                <w:ilvl w:val="0"/>
                <w:numId w:val="31"/>
              </w:numPr>
              <w:rPr>
                <w:szCs w:val="24"/>
              </w:rPr>
            </w:pPr>
            <w:r w:rsidRPr="00512813">
              <w:rPr>
                <w:szCs w:val="24"/>
              </w:rPr>
              <w:t>Which of the following materials has the highest E value (based on Young's Modulus of Elasticity)?</w:t>
            </w:r>
          </w:p>
          <w:p w14:paraId="0B55D1BE" w14:textId="77777777" w:rsidR="00007AE6" w:rsidRPr="00512813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512813">
              <w:rPr>
                <w:szCs w:val="24"/>
              </w:rPr>
              <w:t>Glass</w:t>
            </w:r>
          </w:p>
          <w:p w14:paraId="765C1993" w14:textId="77777777" w:rsidR="00007AE6" w:rsidRPr="00512813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512813">
              <w:rPr>
                <w:szCs w:val="24"/>
              </w:rPr>
              <w:t>Plastic</w:t>
            </w:r>
          </w:p>
          <w:p w14:paraId="464E0C09" w14:textId="77777777" w:rsidR="00007AE6" w:rsidRPr="00512813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512813">
              <w:rPr>
                <w:szCs w:val="24"/>
              </w:rPr>
              <w:t>Wood</w:t>
            </w:r>
          </w:p>
          <w:p w14:paraId="3B3098B3" w14:textId="77777777" w:rsidR="00007AE6" w:rsidRPr="00512813" w:rsidRDefault="00007AE6" w:rsidP="00007AE6">
            <w:pPr>
              <w:pStyle w:val="BodyText"/>
              <w:numPr>
                <w:ilvl w:val="1"/>
                <w:numId w:val="31"/>
              </w:numPr>
              <w:ind w:left="1103"/>
              <w:rPr>
                <w:szCs w:val="24"/>
              </w:rPr>
            </w:pPr>
            <w:r w:rsidRPr="00512813">
              <w:rPr>
                <w:szCs w:val="24"/>
              </w:rPr>
              <w:t>Diamond</w:t>
            </w:r>
          </w:p>
          <w:p w14:paraId="525EE64A" w14:textId="77777777" w:rsidR="00007AE6" w:rsidRPr="00512813" w:rsidRDefault="00007AE6" w:rsidP="00007AE6">
            <w:pPr>
              <w:pStyle w:val="BodyText"/>
              <w:rPr>
                <w:szCs w:val="24"/>
              </w:rPr>
            </w:pPr>
          </w:p>
        </w:tc>
      </w:tr>
    </w:tbl>
    <w:p w14:paraId="582A011A" w14:textId="77777777" w:rsidR="001C23EE" w:rsidRPr="00512813" w:rsidRDefault="001C23EE">
      <w:bookmarkStart w:id="6" w:name="App_CantiL_KP10_quid23"/>
      <w:bookmarkEnd w:id="5"/>
      <w:r w:rsidRPr="00512813">
        <w:br w:type="page"/>
      </w: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512813" w:rsidRPr="00512813" w14:paraId="51B21242" w14:textId="77777777" w:rsidTr="00765862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5E7917C9" w14:textId="77777777" w:rsidR="00D956E6" w:rsidRPr="00512813" w:rsidRDefault="00D956E6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669275F3" w14:textId="77777777" w:rsidR="00D956E6" w:rsidRPr="00512813" w:rsidRDefault="00D956E6" w:rsidP="00007AE6">
            <w:pPr>
              <w:pStyle w:val="BodyText"/>
              <w:numPr>
                <w:ilvl w:val="0"/>
                <w:numId w:val="31"/>
              </w:numPr>
              <w:rPr>
                <w:szCs w:val="24"/>
              </w:rPr>
            </w:pPr>
            <w:r w:rsidRPr="00512813">
              <w:rPr>
                <w:szCs w:val="24"/>
              </w:rPr>
              <w:t>Given four cantilevers of the same material, length and width but different thicknesses – which</w:t>
            </w:r>
            <w:r w:rsidR="00A62530" w:rsidRPr="00512813">
              <w:rPr>
                <w:szCs w:val="24"/>
              </w:rPr>
              <w:t xml:space="preserve"> thickness </w:t>
            </w:r>
            <w:r w:rsidRPr="00512813">
              <w:rPr>
                <w:szCs w:val="24"/>
              </w:rPr>
              <w:t>would provide the highest flexibility?</w:t>
            </w:r>
          </w:p>
          <w:p w14:paraId="1BC3D5C1" w14:textId="77777777" w:rsidR="00007AE6" w:rsidRPr="00512813" w:rsidRDefault="00007AE6" w:rsidP="00007AE6">
            <w:pPr>
              <w:keepLines/>
              <w:numPr>
                <w:ilvl w:val="1"/>
                <w:numId w:val="31"/>
              </w:numPr>
              <w:ind w:left="1103"/>
            </w:pPr>
            <w:r w:rsidRPr="00512813">
              <w:t>0.5 microns</w:t>
            </w:r>
          </w:p>
          <w:p w14:paraId="42EC04DC" w14:textId="77777777" w:rsidR="00007AE6" w:rsidRPr="00512813" w:rsidRDefault="00007AE6" w:rsidP="00007AE6">
            <w:pPr>
              <w:keepLines/>
              <w:numPr>
                <w:ilvl w:val="1"/>
                <w:numId w:val="31"/>
              </w:numPr>
              <w:ind w:left="1103"/>
            </w:pPr>
            <w:r w:rsidRPr="00512813">
              <w:t>1 micron</w:t>
            </w:r>
          </w:p>
          <w:p w14:paraId="73834B27" w14:textId="77777777" w:rsidR="00007AE6" w:rsidRPr="00512813" w:rsidRDefault="00007AE6" w:rsidP="00007AE6">
            <w:pPr>
              <w:keepLines/>
              <w:numPr>
                <w:ilvl w:val="1"/>
                <w:numId w:val="31"/>
              </w:numPr>
              <w:ind w:left="1103"/>
            </w:pPr>
            <w:r w:rsidRPr="00512813">
              <w:t>3 microns</w:t>
            </w:r>
          </w:p>
          <w:p w14:paraId="0EE71234" w14:textId="77777777" w:rsidR="00007AE6" w:rsidRPr="00512813" w:rsidRDefault="00007AE6" w:rsidP="00007AE6">
            <w:pPr>
              <w:keepLines/>
              <w:numPr>
                <w:ilvl w:val="1"/>
                <w:numId w:val="31"/>
              </w:numPr>
              <w:ind w:left="1103"/>
            </w:pPr>
            <w:r w:rsidRPr="00512813">
              <w:t>5 microns</w:t>
            </w:r>
          </w:p>
        </w:tc>
      </w:tr>
    </w:tbl>
    <w:p w14:paraId="37733EC0" w14:textId="77777777" w:rsidR="001C23EE" w:rsidRPr="00512813" w:rsidRDefault="001C23EE">
      <w:bookmarkStart w:id="7" w:name="App_CantiL_KP10_quid20"/>
      <w:bookmarkEnd w:id="6"/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512813" w:rsidRPr="00512813" w14:paraId="27453D74" w14:textId="77777777" w:rsidTr="00765862">
        <w:trPr>
          <w:cantSplit/>
          <w:trHeight w:val="576"/>
        </w:trPr>
        <w:tc>
          <w:tcPr>
            <w:tcW w:w="1147" w:type="dxa"/>
            <w:tcMar>
              <w:top w:w="230" w:type="dxa"/>
            </w:tcMar>
          </w:tcPr>
          <w:p w14:paraId="5B3B1E3F" w14:textId="77777777" w:rsidR="00682E8C" w:rsidRPr="00512813" w:rsidRDefault="00682E8C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  <w:tc>
          <w:tcPr>
            <w:tcW w:w="9883" w:type="dxa"/>
            <w:tcMar>
              <w:top w:w="230" w:type="dxa"/>
            </w:tcMar>
          </w:tcPr>
          <w:p w14:paraId="06043035" w14:textId="77777777" w:rsidR="000A39AA" w:rsidRPr="00512813" w:rsidRDefault="000A39AA" w:rsidP="000A39AA">
            <w:pPr>
              <w:pStyle w:val="BodyText"/>
              <w:numPr>
                <w:ilvl w:val="0"/>
                <w:numId w:val="31"/>
              </w:numPr>
              <w:rPr>
                <w:szCs w:val="24"/>
              </w:rPr>
            </w:pPr>
            <w:r w:rsidRPr="00512813">
              <w:rPr>
                <w:szCs w:val="24"/>
              </w:rPr>
              <w:t xml:space="preserve">What is the relationship between a </w:t>
            </w:r>
            <w:proofErr w:type="spellStart"/>
            <w:r w:rsidRPr="00512813">
              <w:rPr>
                <w:szCs w:val="24"/>
              </w:rPr>
              <w:t>microcantilever’s</w:t>
            </w:r>
            <w:proofErr w:type="spellEnd"/>
            <w:r w:rsidRPr="00512813">
              <w:rPr>
                <w:szCs w:val="24"/>
              </w:rPr>
              <w:t xml:space="preserve"> spring constant (k) and its resonant frequency?</w:t>
            </w:r>
          </w:p>
          <w:p w14:paraId="69BA0225" w14:textId="77777777" w:rsidR="000A39AA" w:rsidRPr="00512813" w:rsidRDefault="000A39AA" w:rsidP="000A39AA">
            <w:pPr>
              <w:pStyle w:val="BodyText"/>
              <w:numPr>
                <w:ilvl w:val="1"/>
                <w:numId w:val="31"/>
              </w:numPr>
              <w:rPr>
                <w:szCs w:val="20"/>
              </w:rPr>
            </w:pPr>
            <w:r w:rsidRPr="00512813">
              <w:rPr>
                <w:szCs w:val="20"/>
              </w:rPr>
              <w:t>The higher the “k”, the higher the resonant frequency for the same mass.</w:t>
            </w:r>
          </w:p>
          <w:p w14:paraId="1FF13BAE" w14:textId="77777777" w:rsidR="000A39AA" w:rsidRPr="00512813" w:rsidRDefault="000A39AA" w:rsidP="000A39AA">
            <w:pPr>
              <w:pStyle w:val="BodyText"/>
              <w:numPr>
                <w:ilvl w:val="1"/>
                <w:numId w:val="31"/>
              </w:numPr>
              <w:rPr>
                <w:szCs w:val="20"/>
              </w:rPr>
            </w:pPr>
            <w:r w:rsidRPr="00512813">
              <w:rPr>
                <w:szCs w:val="20"/>
              </w:rPr>
              <w:t>The higher the “k”, the lower the resonant frequency for the same mass.</w:t>
            </w:r>
          </w:p>
          <w:p w14:paraId="048B4DD1" w14:textId="77777777" w:rsidR="000A39AA" w:rsidRPr="00512813" w:rsidRDefault="000A39AA" w:rsidP="000A39AA">
            <w:pPr>
              <w:pStyle w:val="BodyText"/>
              <w:numPr>
                <w:ilvl w:val="1"/>
                <w:numId w:val="31"/>
              </w:numPr>
              <w:rPr>
                <w:szCs w:val="20"/>
              </w:rPr>
            </w:pPr>
            <w:r w:rsidRPr="00512813">
              <w:rPr>
                <w:szCs w:val="20"/>
              </w:rPr>
              <w:t xml:space="preserve">Spring constant (k) has no effect on the </w:t>
            </w:r>
            <w:proofErr w:type="spellStart"/>
            <w:r w:rsidRPr="00512813">
              <w:rPr>
                <w:szCs w:val="20"/>
              </w:rPr>
              <w:t>microcantilever’s</w:t>
            </w:r>
            <w:proofErr w:type="spellEnd"/>
            <w:r w:rsidRPr="00512813">
              <w:rPr>
                <w:szCs w:val="20"/>
              </w:rPr>
              <w:t xml:space="preserve"> resonant frequency</w:t>
            </w:r>
          </w:p>
          <w:p w14:paraId="6F3508F7" w14:textId="77777777" w:rsidR="00D730C2" w:rsidRPr="00512813" w:rsidRDefault="00D730C2" w:rsidP="00D730C2">
            <w:pPr>
              <w:pStyle w:val="BodyText"/>
              <w:ind w:left="1260"/>
              <w:rPr>
                <w:szCs w:val="20"/>
              </w:rPr>
            </w:pPr>
          </w:p>
          <w:p w14:paraId="60A5D4DA" w14:textId="77777777" w:rsidR="00682E8C" w:rsidRPr="00512813" w:rsidRDefault="00682E8C" w:rsidP="000A39AA">
            <w:pPr>
              <w:pStyle w:val="BodyText"/>
              <w:numPr>
                <w:ilvl w:val="0"/>
                <w:numId w:val="31"/>
              </w:numPr>
              <w:rPr>
                <w:szCs w:val="24"/>
              </w:rPr>
            </w:pPr>
            <w:r w:rsidRPr="00512813">
              <w:rPr>
                <w:szCs w:val="24"/>
              </w:rPr>
              <w:t>What does CSA stand for?</w:t>
            </w:r>
          </w:p>
          <w:p w14:paraId="54E3A967" w14:textId="77777777" w:rsidR="003850C3" w:rsidRPr="00512813" w:rsidRDefault="003850C3" w:rsidP="000A39AA">
            <w:pPr>
              <w:pStyle w:val="BodyText"/>
              <w:numPr>
                <w:ilvl w:val="1"/>
                <w:numId w:val="31"/>
              </w:numPr>
              <w:rPr>
                <w:szCs w:val="24"/>
              </w:rPr>
            </w:pPr>
            <w:r w:rsidRPr="00512813">
              <w:rPr>
                <w:szCs w:val="24"/>
              </w:rPr>
              <w:t>Cantilever Sensor Array</w:t>
            </w:r>
          </w:p>
          <w:p w14:paraId="3CE6B813" w14:textId="77777777" w:rsidR="003850C3" w:rsidRPr="00512813" w:rsidRDefault="003850C3" w:rsidP="000A39AA">
            <w:pPr>
              <w:pStyle w:val="BodyText"/>
              <w:numPr>
                <w:ilvl w:val="1"/>
                <w:numId w:val="31"/>
              </w:numPr>
              <w:rPr>
                <w:szCs w:val="24"/>
              </w:rPr>
            </w:pPr>
            <w:r w:rsidRPr="00512813">
              <w:rPr>
                <w:szCs w:val="24"/>
              </w:rPr>
              <w:t>Chemical Sensor Array</w:t>
            </w:r>
          </w:p>
          <w:p w14:paraId="7A307AB4" w14:textId="77777777" w:rsidR="003850C3" w:rsidRPr="00512813" w:rsidRDefault="003850C3" w:rsidP="000A39AA">
            <w:pPr>
              <w:pStyle w:val="BodyText"/>
              <w:numPr>
                <w:ilvl w:val="1"/>
                <w:numId w:val="31"/>
              </w:numPr>
              <w:rPr>
                <w:szCs w:val="24"/>
              </w:rPr>
            </w:pPr>
            <w:r w:rsidRPr="00512813">
              <w:rPr>
                <w:szCs w:val="24"/>
              </w:rPr>
              <w:t>Cantilever Static Applications</w:t>
            </w:r>
          </w:p>
          <w:p w14:paraId="30E0485F" w14:textId="77777777" w:rsidR="00682E8C" w:rsidRPr="00512813" w:rsidRDefault="003850C3" w:rsidP="000A39AA">
            <w:pPr>
              <w:pStyle w:val="BodyText"/>
              <w:numPr>
                <w:ilvl w:val="1"/>
                <w:numId w:val="31"/>
              </w:numPr>
              <w:rPr>
                <w:szCs w:val="24"/>
              </w:rPr>
            </w:pPr>
            <w:r w:rsidRPr="00512813">
              <w:rPr>
                <w:szCs w:val="24"/>
              </w:rPr>
              <w:t>Cantilever Systems Array</w:t>
            </w:r>
          </w:p>
        </w:tc>
      </w:tr>
    </w:tbl>
    <w:p w14:paraId="265355EC" w14:textId="77777777" w:rsidR="00426ABC" w:rsidRPr="00512813" w:rsidRDefault="00426ABC">
      <w:bookmarkStart w:id="8" w:name="App_CantiL_KP10_quid24"/>
      <w:bookmarkEnd w:id="7"/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512813" w:rsidRPr="00512813" w14:paraId="6FD5A4B7" w14:textId="77777777" w:rsidTr="00765862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6613FCD9" w14:textId="77777777" w:rsidR="00682E8C" w:rsidRPr="00512813" w:rsidRDefault="00682E8C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27D800ED" w14:textId="77777777" w:rsidR="00682E8C" w:rsidRPr="00512813" w:rsidRDefault="00682E8C" w:rsidP="00426ABC">
            <w:pPr>
              <w:pStyle w:val="BodyText"/>
              <w:numPr>
                <w:ilvl w:val="0"/>
                <w:numId w:val="31"/>
              </w:numPr>
              <w:rPr>
                <w:szCs w:val="24"/>
              </w:rPr>
            </w:pPr>
            <w:r w:rsidRPr="00512813">
              <w:rPr>
                <w:szCs w:val="24"/>
              </w:rPr>
              <w:t>Which of the following cantilever properties is measured in the dynamic mode of operation?</w:t>
            </w:r>
          </w:p>
          <w:p w14:paraId="24A853C0" w14:textId="77777777" w:rsidR="00007AE6" w:rsidRPr="00512813" w:rsidRDefault="00007AE6" w:rsidP="00426ABC">
            <w:pPr>
              <w:keepLines/>
              <w:numPr>
                <w:ilvl w:val="1"/>
                <w:numId w:val="31"/>
              </w:numPr>
            </w:pPr>
            <w:r w:rsidRPr="00512813">
              <w:t>Angular deflection</w:t>
            </w:r>
          </w:p>
          <w:p w14:paraId="68A1A372" w14:textId="77777777" w:rsidR="00007AE6" w:rsidRPr="00512813" w:rsidRDefault="00007AE6" w:rsidP="00426ABC">
            <w:pPr>
              <w:keepLines/>
              <w:numPr>
                <w:ilvl w:val="1"/>
                <w:numId w:val="31"/>
              </w:numPr>
            </w:pPr>
            <w:r w:rsidRPr="00512813">
              <w:t>Resistance</w:t>
            </w:r>
          </w:p>
          <w:p w14:paraId="1C083D2F" w14:textId="77777777" w:rsidR="00007AE6" w:rsidRPr="00512813" w:rsidRDefault="00007AE6" w:rsidP="00426ABC">
            <w:pPr>
              <w:keepLines/>
              <w:numPr>
                <w:ilvl w:val="1"/>
                <w:numId w:val="31"/>
              </w:numPr>
            </w:pPr>
            <w:r w:rsidRPr="00512813">
              <w:t>Resonant Frequency</w:t>
            </w:r>
          </w:p>
          <w:p w14:paraId="031FF5B7" w14:textId="77777777" w:rsidR="00007AE6" w:rsidRPr="00512813" w:rsidRDefault="00007AE6" w:rsidP="00426ABC">
            <w:pPr>
              <w:keepLines/>
              <w:numPr>
                <w:ilvl w:val="1"/>
                <w:numId w:val="31"/>
              </w:numPr>
            </w:pPr>
            <w:r w:rsidRPr="00512813">
              <w:t>Flexibility</w:t>
            </w:r>
          </w:p>
          <w:p w14:paraId="7C222573" w14:textId="77777777" w:rsidR="00D730C2" w:rsidRPr="00512813" w:rsidRDefault="00D730C2" w:rsidP="00D730C2">
            <w:pPr>
              <w:keepLines/>
              <w:ind w:left="1260"/>
            </w:pPr>
          </w:p>
          <w:p w14:paraId="4503A0EB" w14:textId="77777777" w:rsidR="00426ABC" w:rsidRPr="00512813" w:rsidRDefault="00426ABC" w:rsidP="00426ABC">
            <w:pPr>
              <w:keepLines/>
              <w:numPr>
                <w:ilvl w:val="0"/>
                <w:numId w:val="31"/>
              </w:numPr>
            </w:pPr>
            <w:r w:rsidRPr="00512813">
              <w:t>What type of thin film material is used as a strain gauge in cantilevers operating in the static mode?</w:t>
            </w:r>
          </w:p>
          <w:p w14:paraId="374136C1" w14:textId="77777777" w:rsidR="00426ABC" w:rsidRPr="00512813" w:rsidRDefault="00426ABC" w:rsidP="00426ABC">
            <w:pPr>
              <w:keepLines/>
              <w:numPr>
                <w:ilvl w:val="1"/>
                <w:numId w:val="31"/>
              </w:numPr>
            </w:pPr>
            <w:r w:rsidRPr="00512813">
              <w:t>Crystalline</w:t>
            </w:r>
          </w:p>
          <w:p w14:paraId="5BDE6CB8" w14:textId="77777777" w:rsidR="00426ABC" w:rsidRPr="00512813" w:rsidRDefault="00426ABC" w:rsidP="00426ABC">
            <w:pPr>
              <w:keepLines/>
              <w:numPr>
                <w:ilvl w:val="1"/>
                <w:numId w:val="31"/>
              </w:numPr>
            </w:pPr>
            <w:r w:rsidRPr="00512813">
              <w:t>Piezoresistive</w:t>
            </w:r>
          </w:p>
          <w:p w14:paraId="7EFDAA2E" w14:textId="77777777" w:rsidR="00426ABC" w:rsidRPr="00512813" w:rsidRDefault="00426ABC" w:rsidP="00426ABC">
            <w:pPr>
              <w:keepLines/>
              <w:numPr>
                <w:ilvl w:val="1"/>
                <w:numId w:val="31"/>
              </w:numPr>
            </w:pPr>
            <w:r w:rsidRPr="00512813">
              <w:t>piezoelectric</w:t>
            </w:r>
          </w:p>
          <w:p w14:paraId="647690A8" w14:textId="77777777" w:rsidR="00426ABC" w:rsidRPr="00512813" w:rsidRDefault="00426ABC" w:rsidP="00426ABC">
            <w:pPr>
              <w:keepLines/>
              <w:numPr>
                <w:ilvl w:val="1"/>
                <w:numId w:val="31"/>
              </w:numPr>
            </w:pPr>
            <w:r w:rsidRPr="00512813">
              <w:t>thermodynamic</w:t>
            </w:r>
          </w:p>
          <w:p w14:paraId="3398773E" w14:textId="77777777" w:rsidR="00D730C2" w:rsidRPr="00512813" w:rsidRDefault="00D730C2" w:rsidP="00D730C2">
            <w:pPr>
              <w:keepLines/>
              <w:ind w:left="1260"/>
            </w:pPr>
          </w:p>
          <w:p w14:paraId="7B2342D0" w14:textId="77777777" w:rsidR="00426ABC" w:rsidRPr="00512813" w:rsidRDefault="00426ABC" w:rsidP="00426ABC">
            <w:pPr>
              <w:keepLines/>
              <w:numPr>
                <w:ilvl w:val="0"/>
                <w:numId w:val="31"/>
              </w:numPr>
            </w:pPr>
            <w:r w:rsidRPr="00512813">
              <w:t>Which of the following would NOT affect the movement of a microcantilever?</w:t>
            </w:r>
          </w:p>
          <w:p w14:paraId="12C715BC" w14:textId="77777777" w:rsidR="00426ABC" w:rsidRPr="00512813" w:rsidRDefault="00426ABC" w:rsidP="00426ABC">
            <w:pPr>
              <w:keepLines/>
              <w:numPr>
                <w:ilvl w:val="1"/>
                <w:numId w:val="31"/>
              </w:numPr>
            </w:pPr>
            <w:r w:rsidRPr="00512813">
              <w:t>Electrostatic force</w:t>
            </w:r>
          </w:p>
          <w:p w14:paraId="7A997D9F" w14:textId="77777777" w:rsidR="00426ABC" w:rsidRPr="00512813" w:rsidRDefault="00426ABC" w:rsidP="00426ABC">
            <w:pPr>
              <w:keepLines/>
              <w:numPr>
                <w:ilvl w:val="1"/>
                <w:numId w:val="31"/>
              </w:numPr>
            </w:pPr>
            <w:r w:rsidRPr="00512813">
              <w:t>Mass</w:t>
            </w:r>
          </w:p>
          <w:p w14:paraId="6D754308" w14:textId="77777777" w:rsidR="00426ABC" w:rsidRPr="00512813" w:rsidRDefault="00426ABC" w:rsidP="00426ABC">
            <w:pPr>
              <w:keepLines/>
              <w:numPr>
                <w:ilvl w:val="1"/>
                <w:numId w:val="31"/>
              </w:numPr>
            </w:pPr>
            <w:r w:rsidRPr="00512813">
              <w:t>Gravity</w:t>
            </w:r>
          </w:p>
          <w:p w14:paraId="469976ED" w14:textId="77777777" w:rsidR="00426ABC" w:rsidRPr="00512813" w:rsidRDefault="00426ABC" w:rsidP="00426ABC">
            <w:pPr>
              <w:keepLines/>
              <w:numPr>
                <w:ilvl w:val="1"/>
                <w:numId w:val="31"/>
              </w:numPr>
            </w:pPr>
            <w:r w:rsidRPr="00512813">
              <w:t>Heat</w:t>
            </w:r>
          </w:p>
          <w:p w14:paraId="08744708" w14:textId="77777777" w:rsidR="00007AE6" w:rsidRPr="00512813" w:rsidRDefault="00007AE6" w:rsidP="00D730C2">
            <w:pPr>
              <w:keepLines/>
              <w:ind w:left="1260"/>
            </w:pPr>
          </w:p>
        </w:tc>
      </w:tr>
    </w:tbl>
    <w:p w14:paraId="721D0420" w14:textId="77777777" w:rsidR="001C23EE" w:rsidRPr="00512813" w:rsidRDefault="001C23EE">
      <w:r w:rsidRPr="00512813">
        <w:br w:type="page"/>
      </w: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512813" w:rsidRPr="00512813" w14:paraId="1C15660B" w14:textId="77777777" w:rsidTr="00765862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5E34455F" w14:textId="77777777" w:rsidR="00D730C2" w:rsidRPr="00512813" w:rsidRDefault="00D730C2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16563032" w14:textId="77777777" w:rsidR="00D730C2" w:rsidRPr="00512813" w:rsidRDefault="00D730C2" w:rsidP="00D730C2">
            <w:pPr>
              <w:keepLines/>
              <w:numPr>
                <w:ilvl w:val="0"/>
                <w:numId w:val="31"/>
              </w:numPr>
            </w:pPr>
            <w:r w:rsidRPr="00512813">
              <w:t>Which mass would yield the lowest resonant frequency of a microcantilever with a 60 micron length, 3 micron thickness, and 10 micron width?</w:t>
            </w:r>
          </w:p>
          <w:p w14:paraId="0383AA1C" w14:textId="77777777" w:rsidR="00D730C2" w:rsidRPr="00512813" w:rsidRDefault="00D730C2" w:rsidP="00D730C2">
            <w:pPr>
              <w:keepLines/>
              <w:numPr>
                <w:ilvl w:val="1"/>
                <w:numId w:val="31"/>
              </w:numPr>
            </w:pPr>
            <w:r w:rsidRPr="00512813">
              <w:t>10 grams</w:t>
            </w:r>
          </w:p>
          <w:p w14:paraId="6D21B3A2" w14:textId="77777777" w:rsidR="00D730C2" w:rsidRPr="00512813" w:rsidRDefault="00D730C2" w:rsidP="00D730C2">
            <w:pPr>
              <w:keepLines/>
              <w:numPr>
                <w:ilvl w:val="1"/>
                <w:numId w:val="31"/>
              </w:numPr>
            </w:pPr>
            <w:r w:rsidRPr="00512813">
              <w:t>20 grams</w:t>
            </w:r>
          </w:p>
          <w:p w14:paraId="40F54849" w14:textId="77777777" w:rsidR="00D730C2" w:rsidRPr="00512813" w:rsidRDefault="00D730C2" w:rsidP="00D730C2">
            <w:pPr>
              <w:keepLines/>
              <w:numPr>
                <w:ilvl w:val="1"/>
                <w:numId w:val="31"/>
              </w:numPr>
            </w:pPr>
            <w:r w:rsidRPr="00512813">
              <w:t>30 grams</w:t>
            </w:r>
          </w:p>
          <w:p w14:paraId="1CE2EADE" w14:textId="77777777" w:rsidR="00D730C2" w:rsidRPr="00512813" w:rsidRDefault="00D730C2" w:rsidP="00D730C2">
            <w:pPr>
              <w:keepLines/>
              <w:numPr>
                <w:ilvl w:val="1"/>
                <w:numId w:val="31"/>
              </w:numPr>
            </w:pPr>
            <w:r w:rsidRPr="00512813">
              <w:t>40 grams</w:t>
            </w:r>
          </w:p>
          <w:p w14:paraId="48591207" w14:textId="77777777" w:rsidR="00D730C2" w:rsidRPr="00512813" w:rsidRDefault="00D730C2" w:rsidP="00D730C2">
            <w:pPr>
              <w:pStyle w:val="BodyText"/>
              <w:ind w:left="720"/>
              <w:rPr>
                <w:szCs w:val="24"/>
              </w:rPr>
            </w:pPr>
          </w:p>
        </w:tc>
      </w:tr>
      <w:tr w:rsidR="00512813" w:rsidRPr="00512813" w14:paraId="44BD84F0" w14:textId="77777777" w:rsidTr="00765862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7BF8831E" w14:textId="77777777" w:rsidR="00D730C2" w:rsidRPr="00512813" w:rsidRDefault="00D730C2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07CB0EE9" w14:textId="77777777" w:rsidR="00D730C2" w:rsidRPr="00512813" w:rsidRDefault="00D730C2" w:rsidP="00D730C2">
            <w:pPr>
              <w:keepLines/>
              <w:numPr>
                <w:ilvl w:val="0"/>
                <w:numId w:val="31"/>
              </w:numPr>
            </w:pPr>
            <w:r w:rsidRPr="00512813">
              <w:t>The static mode of microcantilever operation measures the cantilever’s _______.</w:t>
            </w:r>
          </w:p>
          <w:p w14:paraId="1407C19C" w14:textId="77777777" w:rsidR="00D730C2" w:rsidRPr="00512813" w:rsidRDefault="00D730C2" w:rsidP="00D730C2">
            <w:pPr>
              <w:keepLines/>
              <w:numPr>
                <w:ilvl w:val="1"/>
                <w:numId w:val="31"/>
              </w:numPr>
            </w:pPr>
            <w:r w:rsidRPr="00512813">
              <w:t>Resonant frequency</w:t>
            </w:r>
          </w:p>
          <w:p w14:paraId="089B43A9" w14:textId="77777777" w:rsidR="00D730C2" w:rsidRPr="00512813" w:rsidRDefault="00D730C2" w:rsidP="00D730C2">
            <w:pPr>
              <w:keepLines/>
              <w:numPr>
                <w:ilvl w:val="1"/>
                <w:numId w:val="31"/>
              </w:numPr>
            </w:pPr>
            <w:r w:rsidRPr="00512813">
              <w:t>Mass</w:t>
            </w:r>
          </w:p>
          <w:p w14:paraId="477F5088" w14:textId="77777777" w:rsidR="00D730C2" w:rsidRPr="00512813" w:rsidRDefault="00D730C2" w:rsidP="00D730C2">
            <w:pPr>
              <w:keepLines/>
              <w:numPr>
                <w:ilvl w:val="1"/>
                <w:numId w:val="31"/>
              </w:numPr>
            </w:pPr>
            <w:r w:rsidRPr="00512813">
              <w:t>Displacement</w:t>
            </w:r>
          </w:p>
          <w:p w14:paraId="7A415CB3" w14:textId="77777777" w:rsidR="00D730C2" w:rsidRPr="00512813" w:rsidRDefault="00D730C2" w:rsidP="00D730C2">
            <w:pPr>
              <w:keepLines/>
              <w:numPr>
                <w:ilvl w:val="1"/>
                <w:numId w:val="31"/>
              </w:numPr>
            </w:pPr>
            <w:r w:rsidRPr="00512813">
              <w:t>Reflectivity</w:t>
            </w:r>
          </w:p>
          <w:p w14:paraId="388E436D" w14:textId="77777777" w:rsidR="00D730C2" w:rsidRPr="00512813" w:rsidRDefault="00D730C2" w:rsidP="00D730C2">
            <w:pPr>
              <w:keepLines/>
              <w:ind w:left="720"/>
            </w:pPr>
          </w:p>
        </w:tc>
      </w:tr>
      <w:tr w:rsidR="00512813" w:rsidRPr="00512813" w14:paraId="7A10A91D" w14:textId="77777777" w:rsidTr="00765862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35A1CAF2" w14:textId="77777777" w:rsidR="00D730C2" w:rsidRPr="00512813" w:rsidRDefault="00D730C2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1AF38500" w14:textId="77777777" w:rsidR="00D730C2" w:rsidRPr="00512813" w:rsidRDefault="00D730C2" w:rsidP="00D730C2">
            <w:pPr>
              <w:keepLines/>
              <w:numPr>
                <w:ilvl w:val="0"/>
                <w:numId w:val="31"/>
              </w:numPr>
            </w:pPr>
            <w:r w:rsidRPr="00512813">
              <w:t>Microcantilevers used in CSAs undergo a surface stress which causes a stress-induced curvature of the cantilever.  This surface stress is caused by ________________</w:t>
            </w:r>
            <w:proofErr w:type="gramStart"/>
            <w:r w:rsidRPr="00512813">
              <w:t>_ .</w:t>
            </w:r>
            <w:proofErr w:type="gramEnd"/>
          </w:p>
          <w:p w14:paraId="0B4217BC" w14:textId="77777777" w:rsidR="00D730C2" w:rsidRPr="00512813" w:rsidRDefault="00D730C2" w:rsidP="00D730C2">
            <w:pPr>
              <w:keepLines/>
              <w:numPr>
                <w:ilvl w:val="1"/>
                <w:numId w:val="31"/>
              </w:numPr>
            </w:pPr>
            <w:r w:rsidRPr="00512813">
              <w:t>Chemisorption of analytes on or within the surface.</w:t>
            </w:r>
          </w:p>
          <w:p w14:paraId="01954CC2" w14:textId="77777777" w:rsidR="00D730C2" w:rsidRPr="00512813" w:rsidRDefault="00D730C2" w:rsidP="00D730C2">
            <w:pPr>
              <w:keepLines/>
              <w:numPr>
                <w:ilvl w:val="1"/>
                <w:numId w:val="31"/>
              </w:numPr>
            </w:pPr>
            <w:r w:rsidRPr="00512813">
              <w:t xml:space="preserve">An increase in mass on the </w:t>
            </w:r>
            <w:proofErr w:type="spellStart"/>
            <w:r w:rsidRPr="00512813">
              <w:t>cantilevers’s</w:t>
            </w:r>
            <w:proofErr w:type="spellEnd"/>
            <w:r w:rsidRPr="00512813">
              <w:t xml:space="preserve"> surfaces.</w:t>
            </w:r>
          </w:p>
          <w:p w14:paraId="57AE7090" w14:textId="77777777" w:rsidR="00D730C2" w:rsidRPr="00512813" w:rsidRDefault="00D730C2" w:rsidP="00D730C2">
            <w:pPr>
              <w:keepLines/>
              <w:numPr>
                <w:ilvl w:val="1"/>
                <w:numId w:val="31"/>
              </w:numPr>
            </w:pPr>
            <w:r w:rsidRPr="00512813">
              <w:t xml:space="preserve">An increase in weight on the cantilevers’ </w:t>
            </w:r>
            <w:proofErr w:type="spellStart"/>
            <w:r w:rsidRPr="00512813">
              <w:t>surfacesx</w:t>
            </w:r>
            <w:proofErr w:type="spellEnd"/>
          </w:p>
          <w:p w14:paraId="5A212618" w14:textId="77777777" w:rsidR="00D730C2" w:rsidRPr="00512813" w:rsidRDefault="00D730C2" w:rsidP="00D730C2">
            <w:pPr>
              <w:keepLines/>
              <w:numPr>
                <w:ilvl w:val="1"/>
                <w:numId w:val="31"/>
              </w:numPr>
            </w:pPr>
            <w:r w:rsidRPr="00512813">
              <w:t>The force of analytes hitting the cantilevers’ surfaces.</w:t>
            </w:r>
          </w:p>
          <w:p w14:paraId="44BF4D98" w14:textId="77777777" w:rsidR="00D730C2" w:rsidRPr="00512813" w:rsidRDefault="00D730C2" w:rsidP="00D730C2">
            <w:pPr>
              <w:keepLines/>
              <w:ind w:left="720"/>
            </w:pPr>
          </w:p>
        </w:tc>
      </w:tr>
    </w:tbl>
    <w:p w14:paraId="6C34C920" w14:textId="77777777" w:rsidR="00D730C2" w:rsidRPr="00512813" w:rsidRDefault="00D730C2"/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512813" w:rsidRPr="00512813" w14:paraId="7FB360AF" w14:textId="77777777" w:rsidTr="00765862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4014B9C0" w14:textId="77777777" w:rsidR="00D730C2" w:rsidRPr="00512813" w:rsidRDefault="00D730C2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7626CE97" w14:textId="77777777" w:rsidR="00D730C2" w:rsidRPr="00512813" w:rsidRDefault="00D730C2" w:rsidP="002C2597">
            <w:pPr>
              <w:pStyle w:val="BodyText"/>
              <w:numPr>
                <w:ilvl w:val="0"/>
                <w:numId w:val="31"/>
              </w:numPr>
              <w:rPr>
                <w:szCs w:val="24"/>
              </w:rPr>
            </w:pPr>
            <w:r w:rsidRPr="00512813">
              <w:rPr>
                <w:szCs w:val="24"/>
              </w:rPr>
              <w:t>Which of the following BEST explains the mechanical stress that causes microcantilever transducers to bend up or down?</w:t>
            </w:r>
          </w:p>
          <w:p w14:paraId="49D080E0" w14:textId="77777777" w:rsidR="00D730C2" w:rsidRPr="00512813" w:rsidRDefault="00D730C2" w:rsidP="002C2597">
            <w:pPr>
              <w:pStyle w:val="BodyText"/>
              <w:numPr>
                <w:ilvl w:val="1"/>
                <w:numId w:val="37"/>
              </w:numPr>
              <w:rPr>
                <w:szCs w:val="20"/>
              </w:rPr>
            </w:pPr>
            <w:r w:rsidRPr="00512813">
              <w:rPr>
                <w:szCs w:val="20"/>
              </w:rPr>
              <w:t>Added mass due to the analytes collecting on the surface, causing the microcantilever to be weighted down</w:t>
            </w:r>
          </w:p>
          <w:p w14:paraId="5EECDB54" w14:textId="77777777" w:rsidR="00D730C2" w:rsidRPr="00512813" w:rsidRDefault="00D730C2" w:rsidP="002C2597">
            <w:pPr>
              <w:pStyle w:val="BodyText"/>
              <w:numPr>
                <w:ilvl w:val="1"/>
                <w:numId w:val="37"/>
              </w:numPr>
              <w:rPr>
                <w:szCs w:val="20"/>
              </w:rPr>
            </w:pPr>
            <w:r w:rsidRPr="00512813">
              <w:rPr>
                <w:szCs w:val="20"/>
              </w:rPr>
              <w:t>Chemical reactions between the analytes and the surface molecules causing the surface layer material to contract or expand</w:t>
            </w:r>
          </w:p>
          <w:p w14:paraId="3FA70A12" w14:textId="77777777" w:rsidR="00D730C2" w:rsidRPr="00512813" w:rsidRDefault="00D730C2" w:rsidP="002C2597">
            <w:pPr>
              <w:pStyle w:val="BodyText"/>
              <w:numPr>
                <w:ilvl w:val="1"/>
                <w:numId w:val="37"/>
              </w:numPr>
              <w:rPr>
                <w:szCs w:val="20"/>
              </w:rPr>
            </w:pPr>
            <w:r w:rsidRPr="00512813">
              <w:rPr>
                <w:szCs w:val="20"/>
              </w:rPr>
              <w:t>Different coefficients of thermal expansion in the top layers of the microcantilevers causing the layers to expand or contract differently.</w:t>
            </w:r>
          </w:p>
          <w:p w14:paraId="063A253E" w14:textId="77777777" w:rsidR="00D730C2" w:rsidRPr="00512813" w:rsidRDefault="00D730C2" w:rsidP="002C2597">
            <w:pPr>
              <w:pStyle w:val="BodyText"/>
              <w:rPr>
                <w:szCs w:val="24"/>
              </w:rPr>
            </w:pPr>
          </w:p>
        </w:tc>
      </w:tr>
    </w:tbl>
    <w:p w14:paraId="1F911D60" w14:textId="77777777" w:rsidR="001C23EE" w:rsidRPr="00512813" w:rsidRDefault="001C23EE">
      <w:r w:rsidRPr="00512813">
        <w:br w:type="page"/>
      </w: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512813" w:rsidRPr="00512813" w14:paraId="66BACA92" w14:textId="77777777" w:rsidTr="00765862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1D20B2D6" w14:textId="77777777" w:rsidR="005C3B34" w:rsidRPr="00512813" w:rsidRDefault="005C3B34" w:rsidP="00007AE6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0A796FBF" w14:textId="77777777" w:rsidR="005C3B34" w:rsidRPr="00512813" w:rsidRDefault="00B81B2B" w:rsidP="002C2597">
            <w:pPr>
              <w:pStyle w:val="BodyText"/>
              <w:numPr>
                <w:ilvl w:val="0"/>
                <w:numId w:val="31"/>
              </w:numPr>
              <w:rPr>
                <w:szCs w:val="24"/>
              </w:rPr>
            </w:pPr>
            <w:r w:rsidRPr="00512813">
              <w:rPr>
                <w:szCs w:val="24"/>
              </w:rPr>
              <w:t>Which of the following BEST describes the CSA</w:t>
            </w:r>
            <w:r w:rsidR="00C40D64" w:rsidRPr="00512813">
              <w:rPr>
                <w:szCs w:val="24"/>
              </w:rPr>
              <w:t xml:space="preserve"> </w:t>
            </w:r>
            <w:r w:rsidRPr="00512813">
              <w:rPr>
                <w:szCs w:val="24"/>
              </w:rPr>
              <w:t>in the image below</w:t>
            </w:r>
            <w:r w:rsidR="00C40D64" w:rsidRPr="00512813">
              <w:rPr>
                <w:szCs w:val="24"/>
              </w:rPr>
              <w:t>?  This type of CSA is commonly used in liquid environments.</w:t>
            </w:r>
          </w:p>
          <w:p w14:paraId="6FC0A81C" w14:textId="77777777" w:rsidR="00B81B2B" w:rsidRPr="00512813" w:rsidRDefault="00B81B2B" w:rsidP="002C2597">
            <w:pPr>
              <w:keepLines/>
              <w:numPr>
                <w:ilvl w:val="1"/>
                <w:numId w:val="37"/>
              </w:numPr>
            </w:pPr>
            <w:r w:rsidRPr="00512813">
              <w:t>Dynamic mode of operation</w:t>
            </w:r>
            <w:r w:rsidR="00C40D64" w:rsidRPr="00512813">
              <w:t xml:space="preserve">, measures </w:t>
            </w:r>
            <w:r w:rsidR="00BA6D9F" w:rsidRPr="00512813">
              <w:t>angular deflection</w:t>
            </w:r>
          </w:p>
          <w:p w14:paraId="4CFE1D14" w14:textId="77777777" w:rsidR="00B81B2B" w:rsidRPr="00512813" w:rsidRDefault="00B81B2B" w:rsidP="002C2597">
            <w:pPr>
              <w:keepLines/>
              <w:numPr>
                <w:ilvl w:val="1"/>
                <w:numId w:val="37"/>
              </w:numPr>
            </w:pPr>
            <w:r w:rsidRPr="00512813">
              <w:t xml:space="preserve">Static mode of operation, measures </w:t>
            </w:r>
            <w:r w:rsidR="00BA6D9F" w:rsidRPr="00512813">
              <w:t>angular deflection</w:t>
            </w:r>
          </w:p>
          <w:p w14:paraId="4BAE591D" w14:textId="77777777" w:rsidR="00B81B2B" w:rsidRPr="00512813" w:rsidRDefault="00B81B2B" w:rsidP="002C2597">
            <w:pPr>
              <w:keepLines/>
              <w:numPr>
                <w:ilvl w:val="1"/>
                <w:numId w:val="37"/>
              </w:numPr>
            </w:pPr>
            <w:r w:rsidRPr="00512813">
              <w:t>Dynamic mode of operation, measure light intensity</w:t>
            </w:r>
          </w:p>
          <w:p w14:paraId="7A9D86FF" w14:textId="77777777" w:rsidR="00C40D64" w:rsidRPr="00512813" w:rsidRDefault="00C40D64" w:rsidP="002C2597">
            <w:pPr>
              <w:keepLines/>
              <w:numPr>
                <w:ilvl w:val="1"/>
                <w:numId w:val="37"/>
              </w:numPr>
            </w:pPr>
            <w:r w:rsidRPr="00512813">
              <w:t>Static mode of operation, measures light intensity</w:t>
            </w:r>
          </w:p>
          <w:p w14:paraId="0850E032" w14:textId="77777777" w:rsidR="00C40D64" w:rsidRPr="00512813" w:rsidRDefault="00C40D64" w:rsidP="002C2597">
            <w:pPr>
              <w:keepLines/>
            </w:pPr>
          </w:p>
          <w:p w14:paraId="21B5A5DF" w14:textId="77777777" w:rsidR="00C40D64" w:rsidRPr="00512813" w:rsidRDefault="001D7C89" w:rsidP="002C2597">
            <w:pPr>
              <w:keepLines/>
              <w:ind w:left="720"/>
            </w:pPr>
            <w:r>
              <w:rPr>
                <w:noProof/>
              </w:rPr>
              <w:drawing>
                <wp:inline distT="0" distB="0" distL="0" distR="0" wp14:anchorId="434C8085" wp14:editId="68EB4D40">
                  <wp:extent cx="5558155" cy="2771775"/>
                  <wp:effectExtent l="0" t="0" r="4445" b="0"/>
                  <wp:docPr id="3" name="Picture 3" descr="CSA_Optical3D_NBG12_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SA_Optical3D_NBG12_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4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58155" cy="277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A92F55" w14:textId="77777777" w:rsidR="00C40D64" w:rsidRPr="00512813" w:rsidRDefault="00C40D64" w:rsidP="002C2597">
            <w:pPr>
              <w:keepLines/>
            </w:pPr>
          </w:p>
          <w:p w14:paraId="0589A91F" w14:textId="77777777" w:rsidR="00C40D64" w:rsidRPr="00512813" w:rsidRDefault="00C40D64" w:rsidP="002C2597">
            <w:pPr>
              <w:keepLines/>
            </w:pPr>
          </w:p>
          <w:p w14:paraId="0D29CA8E" w14:textId="77777777" w:rsidR="00C40D64" w:rsidRPr="00512813" w:rsidRDefault="00C40D64" w:rsidP="002C2597">
            <w:pPr>
              <w:keepLines/>
            </w:pPr>
          </w:p>
          <w:p w14:paraId="174C5738" w14:textId="77777777" w:rsidR="00C40D64" w:rsidRPr="00512813" w:rsidRDefault="00C40D64" w:rsidP="002C2597">
            <w:pPr>
              <w:keepLines/>
            </w:pPr>
          </w:p>
        </w:tc>
      </w:tr>
    </w:tbl>
    <w:p w14:paraId="26FA2AF7" w14:textId="77777777" w:rsidR="00007AE6" w:rsidRPr="00512813" w:rsidRDefault="00007AE6" w:rsidP="000A39AA"/>
    <w:p w14:paraId="664F1D18" w14:textId="77777777" w:rsidR="00007AE6" w:rsidRPr="00512813" w:rsidRDefault="00007AE6" w:rsidP="00A2685C">
      <w:bookmarkStart w:id="9" w:name="App_CantiL_KP10_dldl193"/>
      <w:bookmarkEnd w:id="8"/>
    </w:p>
    <w:p w14:paraId="041C19FC" w14:textId="77777777" w:rsidR="00007AE6" w:rsidRPr="00512813" w:rsidRDefault="00007AE6" w:rsidP="00A2685C"/>
    <w:p w14:paraId="451D7A1D" w14:textId="77777777" w:rsidR="00007AE6" w:rsidRPr="00512813" w:rsidRDefault="00007AE6" w:rsidP="00A2685C">
      <w:pPr>
        <w:rPr>
          <w:vanish/>
        </w:rPr>
      </w:pPr>
    </w:p>
    <w:bookmarkEnd w:id="9"/>
    <w:p w14:paraId="16E292C3" w14:textId="77777777" w:rsidR="00EE66C8" w:rsidRPr="00512813" w:rsidRDefault="00EE66C8" w:rsidP="00DF54BA"/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6"/>
        <w:gridCol w:w="9829"/>
      </w:tblGrid>
      <w:tr w:rsidR="00594AED" w:rsidRPr="00512813" w14:paraId="12C87EFC" w14:textId="77777777" w:rsidTr="00561639">
        <w:tc>
          <w:tcPr>
            <w:tcW w:w="996" w:type="dxa"/>
          </w:tcPr>
          <w:p w14:paraId="0D250FB8" w14:textId="77777777" w:rsidR="00594AED" w:rsidRPr="00512813" w:rsidRDefault="00594AED" w:rsidP="00561639">
            <w:pPr>
              <w:pStyle w:val="txtx1"/>
              <w:rPr>
                <w:color w:val="auto"/>
              </w:rPr>
            </w:pPr>
          </w:p>
        </w:tc>
        <w:tc>
          <w:tcPr>
            <w:tcW w:w="9829" w:type="dxa"/>
          </w:tcPr>
          <w:p w14:paraId="61D8C741" w14:textId="77777777" w:rsidR="00594AED" w:rsidRPr="00512813" w:rsidRDefault="00594AED" w:rsidP="00561639">
            <w:pPr>
              <w:keepNext/>
              <w:keepLines/>
              <w:rPr>
                <w:u w:val="single"/>
              </w:rPr>
            </w:pPr>
          </w:p>
          <w:p w14:paraId="5460F868" w14:textId="77777777" w:rsidR="001A1D73" w:rsidRPr="00512813" w:rsidRDefault="001A1D73" w:rsidP="00561639">
            <w:pPr>
              <w:keepNext/>
              <w:keepLines/>
            </w:pPr>
          </w:p>
          <w:p w14:paraId="272687EC" w14:textId="77777777" w:rsidR="001C23EE" w:rsidRPr="00512813" w:rsidRDefault="001C23EE" w:rsidP="00561639">
            <w:pPr>
              <w:keepNext/>
              <w:keepLines/>
            </w:pPr>
          </w:p>
          <w:p w14:paraId="0C392FEB" w14:textId="77777777" w:rsidR="001C23EE" w:rsidRPr="00512813" w:rsidRDefault="001C23EE" w:rsidP="00561639">
            <w:pPr>
              <w:keepNext/>
              <w:keepLines/>
            </w:pPr>
          </w:p>
          <w:p w14:paraId="08F01348" w14:textId="77777777" w:rsidR="001C23EE" w:rsidRPr="00512813" w:rsidRDefault="001C23EE" w:rsidP="00561639">
            <w:pPr>
              <w:keepNext/>
              <w:keepLines/>
            </w:pPr>
          </w:p>
          <w:p w14:paraId="7D205A83" w14:textId="77777777" w:rsidR="001C23EE" w:rsidRPr="00512813" w:rsidRDefault="001C23EE" w:rsidP="00561639">
            <w:pPr>
              <w:keepNext/>
              <w:keepLines/>
            </w:pPr>
          </w:p>
          <w:p w14:paraId="5D3D5DFB" w14:textId="77777777" w:rsidR="001C23EE" w:rsidRPr="00512813" w:rsidRDefault="001C23EE" w:rsidP="00561639">
            <w:pPr>
              <w:keepNext/>
              <w:keepLines/>
            </w:pPr>
          </w:p>
          <w:p w14:paraId="164B52E8" w14:textId="77777777" w:rsidR="001C23EE" w:rsidRPr="00512813" w:rsidRDefault="001C23EE" w:rsidP="00561639">
            <w:pPr>
              <w:keepNext/>
              <w:keepLines/>
            </w:pPr>
          </w:p>
          <w:p w14:paraId="62B85742" w14:textId="77777777" w:rsidR="001C23EE" w:rsidRPr="00512813" w:rsidRDefault="001C23EE" w:rsidP="00561639">
            <w:pPr>
              <w:keepNext/>
              <w:keepLines/>
            </w:pPr>
          </w:p>
          <w:p w14:paraId="54F87C08" w14:textId="77777777" w:rsidR="001C23EE" w:rsidRPr="00512813" w:rsidRDefault="001C23EE" w:rsidP="00561639">
            <w:pPr>
              <w:keepNext/>
              <w:keepLines/>
            </w:pPr>
          </w:p>
          <w:p w14:paraId="5BBB1ED0" w14:textId="77777777" w:rsidR="001C23EE" w:rsidRPr="00512813" w:rsidRDefault="001C23EE" w:rsidP="00561639">
            <w:pPr>
              <w:keepNext/>
              <w:keepLines/>
            </w:pPr>
          </w:p>
          <w:p w14:paraId="3499FE96" w14:textId="77777777" w:rsidR="001A1D73" w:rsidRPr="00512813" w:rsidRDefault="001A1D73" w:rsidP="00561639">
            <w:pPr>
              <w:keepNext/>
              <w:keepLines/>
              <w:rPr>
                <w:i/>
              </w:rPr>
            </w:pPr>
            <w:r w:rsidRPr="00512813">
              <w:rPr>
                <w:i/>
              </w:rPr>
              <w:t>Support for this work was provided by the National Science Foundation's Advanced Technological Education (ATE) Program.</w:t>
            </w:r>
          </w:p>
        </w:tc>
      </w:tr>
    </w:tbl>
    <w:p w14:paraId="30BC4FC2" w14:textId="77777777" w:rsidR="00172E99" w:rsidRPr="00512813" w:rsidRDefault="00172E99" w:rsidP="00DF54BA"/>
    <w:sectPr w:rsidR="00172E99" w:rsidRPr="00512813" w:rsidSect="00A84DE7">
      <w:headerReference w:type="default" r:id="rId15"/>
      <w:type w:val="continuous"/>
      <w:pgSz w:w="12240" w:h="15840"/>
      <w:pgMar w:top="1440" w:right="720" w:bottom="1440" w:left="720" w:header="432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84E7C0" w14:textId="77777777" w:rsidR="00096779" w:rsidRDefault="00096779">
      <w:r>
        <w:separator/>
      </w:r>
    </w:p>
  </w:endnote>
  <w:endnote w:type="continuationSeparator" w:id="0">
    <w:p w14:paraId="6AF1C959" w14:textId="77777777" w:rsidR="00096779" w:rsidRDefault="00096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24681F" w14:textId="77777777" w:rsidR="00070612" w:rsidRDefault="00070612">
    <w:pPr>
      <w:pStyle w:val="Footer"/>
    </w:pPr>
  </w:p>
  <w:p w14:paraId="6DBB642C" w14:textId="77777777" w:rsidR="00070612" w:rsidRDefault="001D7C89" w:rsidP="00EC6A39">
    <w:pPr>
      <w:pStyle w:val="Footer"/>
      <w:jc w:val="right"/>
    </w:pPr>
    <w:r>
      <w:rPr>
        <w:noProof/>
      </w:rPr>
      <w:drawing>
        <wp:inline distT="0" distB="0" distL="0" distR="0" wp14:anchorId="3CA1A44A" wp14:editId="202881F4">
          <wp:extent cx="942975" cy="285750"/>
          <wp:effectExtent l="0" t="0" r="0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7EEFCF" w14:textId="77777777" w:rsidR="00070612" w:rsidRPr="008651FA" w:rsidRDefault="00070612" w:rsidP="006F2C55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>
      <w:rPr>
        <w:i/>
        <w:sz w:val="22"/>
      </w:rPr>
      <w:tab/>
    </w:r>
    <w:r>
      <w:rPr>
        <w:i/>
        <w:sz w:val="22"/>
      </w:rPr>
      <w:tab/>
    </w:r>
    <w:r w:rsidRPr="004B6382">
      <w:rPr>
        <w:b/>
        <w:i/>
        <w:sz w:val="22"/>
      </w:rPr>
      <w:t xml:space="preserve">Page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PAGE </w:instrText>
    </w:r>
    <w:r w:rsidRPr="004B6382">
      <w:rPr>
        <w:b/>
        <w:i/>
        <w:sz w:val="22"/>
      </w:rPr>
      <w:fldChar w:fldCharType="separate"/>
    </w:r>
    <w:r w:rsidR="00FC3127">
      <w:rPr>
        <w:b/>
        <w:i/>
        <w:noProof/>
        <w:sz w:val="22"/>
      </w:rPr>
      <w:t>2</w:t>
    </w:r>
    <w:r w:rsidRPr="004B6382">
      <w:rPr>
        <w:b/>
        <w:i/>
        <w:sz w:val="22"/>
      </w:rPr>
      <w:fldChar w:fldCharType="end"/>
    </w:r>
    <w:r w:rsidRPr="004B6382">
      <w:rPr>
        <w:b/>
        <w:i/>
        <w:sz w:val="22"/>
      </w:rPr>
      <w:t xml:space="preserve"> of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NUMPAGES </w:instrText>
    </w:r>
    <w:r w:rsidRPr="004B6382">
      <w:rPr>
        <w:b/>
        <w:i/>
        <w:sz w:val="22"/>
      </w:rPr>
      <w:fldChar w:fldCharType="separate"/>
    </w:r>
    <w:r w:rsidR="00FC3127">
      <w:rPr>
        <w:b/>
        <w:i/>
        <w:noProof/>
        <w:sz w:val="22"/>
      </w:rPr>
      <w:t>4</w:t>
    </w:r>
    <w:r w:rsidRPr="004B6382">
      <w:rPr>
        <w:b/>
        <w:i/>
        <w:sz w:val="22"/>
      </w:rPr>
      <w:fldChar w:fldCharType="end"/>
    </w:r>
  </w:p>
  <w:p w14:paraId="0AC2C78C" w14:textId="77777777" w:rsidR="00070612" w:rsidRPr="006F2C55" w:rsidRDefault="00070612" w:rsidP="006F2C55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FC3127">
      <w:rPr>
        <w:i/>
        <w:noProof/>
        <w:sz w:val="22"/>
      </w:rPr>
      <w:t>App_CantiL_FAmc_PG_Feb2017.docx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r w:rsidR="00E908CB">
      <w:rPr>
        <w:b/>
        <w:i/>
        <w:sz w:val="22"/>
      </w:rPr>
      <w:t>Microcantilevers Final Assessment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9A514" w14:textId="77777777" w:rsidR="00070612" w:rsidRDefault="00070612">
    <w:pPr>
      <w:pStyle w:val="Footer"/>
    </w:pPr>
  </w:p>
  <w:p w14:paraId="745EDD82" w14:textId="77777777" w:rsidR="00070612" w:rsidRDefault="00070612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FF6F69" w14:textId="77777777" w:rsidR="00096779" w:rsidRDefault="00096779">
      <w:r>
        <w:separator/>
      </w:r>
    </w:p>
  </w:footnote>
  <w:footnote w:type="continuationSeparator" w:id="0">
    <w:p w14:paraId="6C62322B" w14:textId="77777777" w:rsidR="00096779" w:rsidRDefault="0009677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9377E7" w14:textId="77777777" w:rsidR="00070612" w:rsidRDefault="001D7C89" w:rsidP="00EC6A39">
    <w:pPr>
      <w:pStyle w:val="Header"/>
      <w:jc w:val="right"/>
    </w:pPr>
    <w:r>
      <w:rPr>
        <w:noProof/>
      </w:rPr>
      <w:drawing>
        <wp:inline distT="0" distB="0" distL="0" distR="0" wp14:anchorId="2D2CFD9A" wp14:editId="3209CA46">
          <wp:extent cx="942975" cy="285750"/>
          <wp:effectExtent l="0" t="0" r="0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6BC291" w14:textId="77777777" w:rsidR="00070612" w:rsidRDefault="0007061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902F17" w14:textId="77777777" w:rsidR="00070612" w:rsidRDefault="00070612" w:rsidP="00EC6A39">
    <w:pPr>
      <w:pStyle w:val="Header"/>
      <w:jc w:val="right"/>
    </w:pPr>
  </w:p>
  <w:p w14:paraId="6C6B43EB" w14:textId="77777777" w:rsidR="00070612" w:rsidRDefault="00070612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DF0C93" w14:textId="77777777" w:rsidR="00070612" w:rsidRDefault="0007061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304B"/>
    <w:multiLevelType w:val="hybridMultilevel"/>
    <w:tmpl w:val="B6F8EBF2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6D66FA"/>
    <w:multiLevelType w:val="hybridMultilevel"/>
    <w:tmpl w:val="6B5883CC"/>
    <w:lvl w:ilvl="0" w:tplc="C5DC3E8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572C010">
      <w:start w:val="1"/>
      <w:numFmt w:val="lowerLetter"/>
      <w:lvlText w:val="%2."/>
      <w:lvlJc w:val="left"/>
      <w:pPr>
        <w:ind w:left="126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E074F0"/>
    <w:multiLevelType w:val="hybridMultilevel"/>
    <w:tmpl w:val="DF7E89BE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C61630"/>
    <w:multiLevelType w:val="hybridMultilevel"/>
    <w:tmpl w:val="CE88EB1E"/>
    <w:lvl w:ilvl="0" w:tplc="99664A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572C010">
      <w:start w:val="1"/>
      <w:numFmt w:val="lowerLetter"/>
      <w:lvlText w:val="%2."/>
      <w:lvlJc w:val="left"/>
      <w:pPr>
        <w:ind w:left="126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1C106C"/>
    <w:multiLevelType w:val="hybridMultilevel"/>
    <w:tmpl w:val="5978BA5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C129E4"/>
    <w:multiLevelType w:val="hybridMultilevel"/>
    <w:tmpl w:val="8818752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6974D26"/>
    <w:multiLevelType w:val="hybridMultilevel"/>
    <w:tmpl w:val="BE08F38E"/>
    <w:lvl w:ilvl="0" w:tplc="4F24AE6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3600"/>
        </w:tabs>
        <w:ind w:left="-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2880"/>
        </w:tabs>
        <w:ind w:left="-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2160"/>
        </w:tabs>
        <w:ind w:left="-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-1440"/>
        </w:tabs>
        <w:ind w:left="-1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-720"/>
        </w:tabs>
        <w:ind w:left="-7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0"/>
        </w:tabs>
        <w:ind w:left="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"/>
        </w:tabs>
        <w:ind w:left="7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440"/>
        </w:tabs>
        <w:ind w:left="1440" w:hanging="180"/>
      </w:pPr>
    </w:lvl>
  </w:abstractNum>
  <w:abstractNum w:abstractNumId="9">
    <w:nsid w:val="1BA71F50"/>
    <w:multiLevelType w:val="hybridMultilevel"/>
    <w:tmpl w:val="167A8A50"/>
    <w:lvl w:ilvl="0" w:tplc="4F24AE6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07E3CAA"/>
    <w:multiLevelType w:val="hybridMultilevel"/>
    <w:tmpl w:val="3260E872"/>
    <w:lvl w:ilvl="0" w:tplc="4F24AE6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3600"/>
        </w:tabs>
        <w:ind w:left="-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2880"/>
        </w:tabs>
        <w:ind w:left="-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2160"/>
        </w:tabs>
        <w:ind w:left="-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-1440"/>
        </w:tabs>
        <w:ind w:left="-1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-720"/>
        </w:tabs>
        <w:ind w:left="-7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0"/>
        </w:tabs>
        <w:ind w:left="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"/>
        </w:tabs>
        <w:ind w:left="7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440"/>
        </w:tabs>
        <w:ind w:left="1440" w:hanging="180"/>
      </w:pPr>
    </w:lvl>
  </w:abstractNum>
  <w:abstractNum w:abstractNumId="11">
    <w:nsid w:val="21EE6EBD"/>
    <w:multiLevelType w:val="hybridMultilevel"/>
    <w:tmpl w:val="38CA1DC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6901905"/>
    <w:multiLevelType w:val="hybridMultilevel"/>
    <w:tmpl w:val="F0AE0426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>
    <w:nsid w:val="3093409F"/>
    <w:multiLevelType w:val="hybridMultilevel"/>
    <w:tmpl w:val="CABC40A6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3022FF"/>
    <w:multiLevelType w:val="hybridMultilevel"/>
    <w:tmpl w:val="7634328A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37C1198F"/>
    <w:multiLevelType w:val="hybridMultilevel"/>
    <w:tmpl w:val="50982D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457D83"/>
    <w:multiLevelType w:val="hybridMultilevel"/>
    <w:tmpl w:val="97ECD4BE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8D6C3E"/>
    <w:multiLevelType w:val="hybridMultilevel"/>
    <w:tmpl w:val="BC6C32B2"/>
    <w:lvl w:ilvl="0" w:tplc="C5DC3E8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22">
    <w:nsid w:val="59530AE6"/>
    <w:multiLevelType w:val="hybridMultilevel"/>
    <w:tmpl w:val="AFC23D28"/>
    <w:lvl w:ilvl="0" w:tplc="4F24AE6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3600"/>
        </w:tabs>
        <w:ind w:left="-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2880"/>
        </w:tabs>
        <w:ind w:left="-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2160"/>
        </w:tabs>
        <w:ind w:left="-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-1440"/>
        </w:tabs>
        <w:ind w:left="-1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-720"/>
        </w:tabs>
        <w:ind w:left="-7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0"/>
        </w:tabs>
        <w:ind w:left="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"/>
        </w:tabs>
        <w:ind w:left="7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440"/>
        </w:tabs>
        <w:ind w:left="1440" w:hanging="180"/>
      </w:pPr>
    </w:lvl>
  </w:abstractNum>
  <w:abstractNum w:abstractNumId="23">
    <w:nsid w:val="5D3C001C"/>
    <w:multiLevelType w:val="hybridMultilevel"/>
    <w:tmpl w:val="A650C8E6"/>
    <w:lvl w:ilvl="0" w:tplc="4F24AE6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3600"/>
        </w:tabs>
        <w:ind w:left="-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2880"/>
        </w:tabs>
        <w:ind w:left="-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2160"/>
        </w:tabs>
        <w:ind w:left="-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-1440"/>
        </w:tabs>
        <w:ind w:left="-1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-720"/>
        </w:tabs>
        <w:ind w:left="-7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0"/>
        </w:tabs>
        <w:ind w:left="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"/>
        </w:tabs>
        <w:ind w:left="7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440"/>
        </w:tabs>
        <w:ind w:left="1440" w:hanging="180"/>
      </w:pPr>
    </w:lvl>
  </w:abstractNum>
  <w:abstractNum w:abstractNumId="24">
    <w:nsid w:val="5DB9491E"/>
    <w:multiLevelType w:val="hybridMultilevel"/>
    <w:tmpl w:val="7FE4D2C8"/>
    <w:lvl w:ilvl="0" w:tplc="4F24AE6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3600"/>
        </w:tabs>
        <w:ind w:left="-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2880"/>
        </w:tabs>
        <w:ind w:left="-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2160"/>
        </w:tabs>
        <w:ind w:left="-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-1440"/>
        </w:tabs>
        <w:ind w:left="-1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-720"/>
        </w:tabs>
        <w:ind w:left="-7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0"/>
        </w:tabs>
        <w:ind w:left="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"/>
        </w:tabs>
        <w:ind w:left="7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440"/>
        </w:tabs>
        <w:ind w:left="1440" w:hanging="180"/>
      </w:pPr>
    </w:lvl>
  </w:abstractNum>
  <w:abstractNum w:abstractNumId="25">
    <w:nsid w:val="5DFC49D7"/>
    <w:multiLevelType w:val="hybridMultilevel"/>
    <w:tmpl w:val="11D6BF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0C287F"/>
    <w:multiLevelType w:val="hybridMultilevel"/>
    <w:tmpl w:val="89A8574A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626F0D5C"/>
    <w:multiLevelType w:val="hybridMultilevel"/>
    <w:tmpl w:val="7130DEF6"/>
    <w:lvl w:ilvl="0" w:tplc="4F24AE6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3600"/>
        </w:tabs>
        <w:ind w:left="-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2880"/>
        </w:tabs>
        <w:ind w:left="-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2160"/>
        </w:tabs>
        <w:ind w:left="-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-1440"/>
        </w:tabs>
        <w:ind w:left="-1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-720"/>
        </w:tabs>
        <w:ind w:left="-7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0"/>
        </w:tabs>
        <w:ind w:left="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"/>
        </w:tabs>
        <w:ind w:left="7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440"/>
        </w:tabs>
        <w:ind w:left="1440" w:hanging="180"/>
      </w:pPr>
    </w:lvl>
  </w:abstractNum>
  <w:abstractNum w:abstractNumId="29">
    <w:nsid w:val="62C57371"/>
    <w:multiLevelType w:val="hybridMultilevel"/>
    <w:tmpl w:val="0F3CE894"/>
    <w:lvl w:ilvl="0" w:tplc="C5DC3E8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212356"/>
    <w:multiLevelType w:val="multilevel"/>
    <w:tmpl w:val="167A8A5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2B29D7"/>
    <w:multiLevelType w:val="multilevel"/>
    <w:tmpl w:val="CDF2688C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A7C6A46"/>
    <w:multiLevelType w:val="hybridMultilevel"/>
    <w:tmpl w:val="83F6DE0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41F210B"/>
    <w:multiLevelType w:val="hybridMultilevel"/>
    <w:tmpl w:val="BC3E48F8"/>
    <w:lvl w:ilvl="0" w:tplc="4F24AE6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3600"/>
        </w:tabs>
        <w:ind w:left="-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2880"/>
        </w:tabs>
        <w:ind w:left="-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2160"/>
        </w:tabs>
        <w:ind w:left="-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-1440"/>
        </w:tabs>
        <w:ind w:left="-1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-720"/>
        </w:tabs>
        <w:ind w:left="-7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0"/>
        </w:tabs>
        <w:ind w:left="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"/>
        </w:tabs>
        <w:ind w:left="7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440"/>
        </w:tabs>
        <w:ind w:left="1440" w:hanging="180"/>
      </w:pPr>
    </w:lvl>
  </w:abstractNum>
  <w:abstractNum w:abstractNumId="35">
    <w:nsid w:val="77FA0339"/>
    <w:multiLevelType w:val="hybridMultilevel"/>
    <w:tmpl w:val="7B90B82E"/>
    <w:lvl w:ilvl="0" w:tplc="0409000F">
      <w:start w:val="1"/>
      <w:numFmt w:val="decimal"/>
      <w:lvlText w:val="%1."/>
      <w:lvlJc w:val="left"/>
      <w:pPr>
        <w:ind w:left="2250" w:hanging="360"/>
      </w:p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36">
    <w:nsid w:val="7B8B6004"/>
    <w:multiLevelType w:val="hybridMultilevel"/>
    <w:tmpl w:val="DDDCCC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3"/>
  </w:num>
  <w:num w:numId="3">
    <w:abstractNumId w:val="21"/>
  </w:num>
  <w:num w:numId="4">
    <w:abstractNumId w:val="16"/>
  </w:num>
  <w:num w:numId="5">
    <w:abstractNumId w:val="7"/>
  </w:num>
  <w:num w:numId="6">
    <w:abstractNumId w:val="33"/>
  </w:num>
  <w:num w:numId="7">
    <w:abstractNumId w:val="27"/>
  </w:num>
  <w:num w:numId="8">
    <w:abstractNumId w:val="2"/>
  </w:num>
  <w:num w:numId="9">
    <w:abstractNumId w:val="9"/>
  </w:num>
  <w:num w:numId="10">
    <w:abstractNumId w:val="12"/>
  </w:num>
  <w:num w:numId="11">
    <w:abstractNumId w:val="18"/>
  </w:num>
  <w:num w:numId="12">
    <w:abstractNumId w:val="3"/>
  </w:num>
  <w:num w:numId="13">
    <w:abstractNumId w:val="26"/>
  </w:num>
  <w:num w:numId="14">
    <w:abstractNumId w:val="0"/>
  </w:num>
  <w:num w:numId="15">
    <w:abstractNumId w:val="15"/>
  </w:num>
  <w:num w:numId="16">
    <w:abstractNumId w:val="14"/>
  </w:num>
  <w:num w:numId="17">
    <w:abstractNumId w:val="31"/>
  </w:num>
  <w:num w:numId="18">
    <w:abstractNumId w:val="30"/>
  </w:num>
  <w:num w:numId="19">
    <w:abstractNumId w:val="28"/>
  </w:num>
  <w:num w:numId="20">
    <w:abstractNumId w:val="8"/>
  </w:num>
  <w:num w:numId="21">
    <w:abstractNumId w:val="10"/>
  </w:num>
  <w:num w:numId="22">
    <w:abstractNumId w:val="34"/>
  </w:num>
  <w:num w:numId="23">
    <w:abstractNumId w:val="24"/>
  </w:num>
  <w:num w:numId="24">
    <w:abstractNumId w:val="23"/>
  </w:num>
  <w:num w:numId="25">
    <w:abstractNumId w:val="22"/>
  </w:num>
  <w:num w:numId="26">
    <w:abstractNumId w:val="32"/>
  </w:num>
  <w:num w:numId="27">
    <w:abstractNumId w:val="36"/>
  </w:num>
  <w:num w:numId="28">
    <w:abstractNumId w:val="5"/>
  </w:num>
  <w:num w:numId="29">
    <w:abstractNumId w:val="6"/>
  </w:num>
  <w:num w:numId="30">
    <w:abstractNumId w:val="11"/>
  </w:num>
  <w:num w:numId="31">
    <w:abstractNumId w:val="4"/>
  </w:num>
  <w:num w:numId="32">
    <w:abstractNumId w:val="35"/>
  </w:num>
  <w:num w:numId="33">
    <w:abstractNumId w:val="25"/>
  </w:num>
  <w:num w:numId="34">
    <w:abstractNumId w:val="17"/>
  </w:num>
  <w:num w:numId="35">
    <w:abstractNumId w:val="1"/>
  </w:num>
  <w:num w:numId="36">
    <w:abstractNumId w:val="20"/>
  </w:num>
  <w:num w:numId="37">
    <w:abstractNumId w:val="2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34B0"/>
    <w:rsid w:val="00007AE6"/>
    <w:rsid w:val="00033D43"/>
    <w:rsid w:val="00040D75"/>
    <w:rsid w:val="000519F8"/>
    <w:rsid w:val="00061FC3"/>
    <w:rsid w:val="00070612"/>
    <w:rsid w:val="00083C27"/>
    <w:rsid w:val="000929F1"/>
    <w:rsid w:val="00096779"/>
    <w:rsid w:val="00097CC8"/>
    <w:rsid w:val="000A39AA"/>
    <w:rsid w:val="000B57DD"/>
    <w:rsid w:val="000C04B3"/>
    <w:rsid w:val="000C4088"/>
    <w:rsid w:val="000F1F79"/>
    <w:rsid w:val="000F2FF0"/>
    <w:rsid w:val="000F4620"/>
    <w:rsid w:val="00111E39"/>
    <w:rsid w:val="001131A8"/>
    <w:rsid w:val="0012192B"/>
    <w:rsid w:val="00142D70"/>
    <w:rsid w:val="0014607B"/>
    <w:rsid w:val="00155944"/>
    <w:rsid w:val="00155C96"/>
    <w:rsid w:val="001665A3"/>
    <w:rsid w:val="00172A45"/>
    <w:rsid w:val="00172E99"/>
    <w:rsid w:val="00190D4B"/>
    <w:rsid w:val="001A1D73"/>
    <w:rsid w:val="001A7425"/>
    <w:rsid w:val="001C23EE"/>
    <w:rsid w:val="001D7C89"/>
    <w:rsid w:val="00244392"/>
    <w:rsid w:val="00260895"/>
    <w:rsid w:val="00263115"/>
    <w:rsid w:val="0029621F"/>
    <w:rsid w:val="002A0E9F"/>
    <w:rsid w:val="002A1736"/>
    <w:rsid w:val="002A582C"/>
    <w:rsid w:val="002B64EE"/>
    <w:rsid w:val="002C2597"/>
    <w:rsid w:val="002C6B8A"/>
    <w:rsid w:val="002D02D9"/>
    <w:rsid w:val="002F7867"/>
    <w:rsid w:val="00313A17"/>
    <w:rsid w:val="003531C6"/>
    <w:rsid w:val="00355290"/>
    <w:rsid w:val="00356D2A"/>
    <w:rsid w:val="003850C3"/>
    <w:rsid w:val="003A0197"/>
    <w:rsid w:val="003A23E4"/>
    <w:rsid w:val="003A52A8"/>
    <w:rsid w:val="003A5B8A"/>
    <w:rsid w:val="003E36D1"/>
    <w:rsid w:val="003E3BB8"/>
    <w:rsid w:val="00401B67"/>
    <w:rsid w:val="00421C2B"/>
    <w:rsid w:val="00426ABC"/>
    <w:rsid w:val="0043567D"/>
    <w:rsid w:val="00456E84"/>
    <w:rsid w:val="0046023B"/>
    <w:rsid w:val="00476BBB"/>
    <w:rsid w:val="00490FAE"/>
    <w:rsid w:val="004A55B0"/>
    <w:rsid w:val="004E43AF"/>
    <w:rsid w:val="004E489A"/>
    <w:rsid w:val="00512813"/>
    <w:rsid w:val="00522CC0"/>
    <w:rsid w:val="00525AEF"/>
    <w:rsid w:val="00526947"/>
    <w:rsid w:val="00530481"/>
    <w:rsid w:val="00532C64"/>
    <w:rsid w:val="005460FD"/>
    <w:rsid w:val="00561639"/>
    <w:rsid w:val="00590A12"/>
    <w:rsid w:val="00590E33"/>
    <w:rsid w:val="00594AED"/>
    <w:rsid w:val="005A0723"/>
    <w:rsid w:val="005C3B34"/>
    <w:rsid w:val="005C593C"/>
    <w:rsid w:val="005D0DFB"/>
    <w:rsid w:val="005D25E4"/>
    <w:rsid w:val="005E5E9B"/>
    <w:rsid w:val="005F0D7E"/>
    <w:rsid w:val="005F2B0F"/>
    <w:rsid w:val="00605428"/>
    <w:rsid w:val="0062015A"/>
    <w:rsid w:val="006217F2"/>
    <w:rsid w:val="00633480"/>
    <w:rsid w:val="00655C73"/>
    <w:rsid w:val="006736B5"/>
    <w:rsid w:val="00682E8C"/>
    <w:rsid w:val="00686C57"/>
    <w:rsid w:val="006922A2"/>
    <w:rsid w:val="006D05C4"/>
    <w:rsid w:val="006F2C55"/>
    <w:rsid w:val="006F49F2"/>
    <w:rsid w:val="00700BB6"/>
    <w:rsid w:val="007113A2"/>
    <w:rsid w:val="00714859"/>
    <w:rsid w:val="007261A6"/>
    <w:rsid w:val="00754242"/>
    <w:rsid w:val="00765862"/>
    <w:rsid w:val="007914DB"/>
    <w:rsid w:val="007C45EF"/>
    <w:rsid w:val="007C66C3"/>
    <w:rsid w:val="00810584"/>
    <w:rsid w:val="00832BA3"/>
    <w:rsid w:val="00857197"/>
    <w:rsid w:val="008651FA"/>
    <w:rsid w:val="00881286"/>
    <w:rsid w:val="008A148A"/>
    <w:rsid w:val="008C7A99"/>
    <w:rsid w:val="008F6A44"/>
    <w:rsid w:val="0093397E"/>
    <w:rsid w:val="00943632"/>
    <w:rsid w:val="009475C1"/>
    <w:rsid w:val="00947EB2"/>
    <w:rsid w:val="00966CAA"/>
    <w:rsid w:val="00973FF2"/>
    <w:rsid w:val="009A257F"/>
    <w:rsid w:val="009A29F3"/>
    <w:rsid w:val="009A69E2"/>
    <w:rsid w:val="009A79C4"/>
    <w:rsid w:val="009B18BC"/>
    <w:rsid w:val="009D504E"/>
    <w:rsid w:val="009D5103"/>
    <w:rsid w:val="009F1EA9"/>
    <w:rsid w:val="00A16D88"/>
    <w:rsid w:val="00A2685C"/>
    <w:rsid w:val="00A31583"/>
    <w:rsid w:val="00A52691"/>
    <w:rsid w:val="00A62530"/>
    <w:rsid w:val="00A84DE7"/>
    <w:rsid w:val="00A959A0"/>
    <w:rsid w:val="00AD14AE"/>
    <w:rsid w:val="00B05761"/>
    <w:rsid w:val="00B128A9"/>
    <w:rsid w:val="00B231C8"/>
    <w:rsid w:val="00B2381F"/>
    <w:rsid w:val="00B25A05"/>
    <w:rsid w:val="00B45955"/>
    <w:rsid w:val="00B81B2B"/>
    <w:rsid w:val="00BA6D9F"/>
    <w:rsid w:val="00BD0D14"/>
    <w:rsid w:val="00BD7D04"/>
    <w:rsid w:val="00BF4FEC"/>
    <w:rsid w:val="00BF5C1E"/>
    <w:rsid w:val="00C2509A"/>
    <w:rsid w:val="00C40D64"/>
    <w:rsid w:val="00C461F7"/>
    <w:rsid w:val="00C61365"/>
    <w:rsid w:val="00C74D53"/>
    <w:rsid w:val="00C779C0"/>
    <w:rsid w:val="00C81EB5"/>
    <w:rsid w:val="00C82427"/>
    <w:rsid w:val="00C90A22"/>
    <w:rsid w:val="00CA03F1"/>
    <w:rsid w:val="00CA38E0"/>
    <w:rsid w:val="00CB4929"/>
    <w:rsid w:val="00CB5329"/>
    <w:rsid w:val="00CC6B4B"/>
    <w:rsid w:val="00CE1B11"/>
    <w:rsid w:val="00CE4AC4"/>
    <w:rsid w:val="00D11481"/>
    <w:rsid w:val="00D15029"/>
    <w:rsid w:val="00D15BBA"/>
    <w:rsid w:val="00D730C2"/>
    <w:rsid w:val="00D7491B"/>
    <w:rsid w:val="00D83870"/>
    <w:rsid w:val="00D956E6"/>
    <w:rsid w:val="00DD25B4"/>
    <w:rsid w:val="00DF2BB3"/>
    <w:rsid w:val="00DF54BA"/>
    <w:rsid w:val="00E0682A"/>
    <w:rsid w:val="00E154DD"/>
    <w:rsid w:val="00E54B53"/>
    <w:rsid w:val="00E908CB"/>
    <w:rsid w:val="00EA31C9"/>
    <w:rsid w:val="00EA5E39"/>
    <w:rsid w:val="00EB69FE"/>
    <w:rsid w:val="00EC364A"/>
    <w:rsid w:val="00EC58CF"/>
    <w:rsid w:val="00EC6A39"/>
    <w:rsid w:val="00EE47F6"/>
    <w:rsid w:val="00EE66C8"/>
    <w:rsid w:val="00F00987"/>
    <w:rsid w:val="00F05D14"/>
    <w:rsid w:val="00F14F1B"/>
    <w:rsid w:val="00F32980"/>
    <w:rsid w:val="00F473EE"/>
    <w:rsid w:val="00F47AE5"/>
    <w:rsid w:val="00F65E74"/>
    <w:rsid w:val="00F67BDB"/>
    <w:rsid w:val="00F72140"/>
    <w:rsid w:val="00F7215A"/>
    <w:rsid w:val="00F77B61"/>
    <w:rsid w:val="00F91CB4"/>
    <w:rsid w:val="00FA1C28"/>
    <w:rsid w:val="00FC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0"/>
    <o:shapelayout v:ext="edit">
      <o:idmap v:ext="edit" data="1"/>
    </o:shapelayout>
  </w:shapeDefaults>
  <w:decimalSymbol w:val="."/>
  <w:listSeparator w:val=","/>
  <w14:docId w14:val="327B09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56D2A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356D2A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56D2A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56D2A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56D2A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56D2A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56D2A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356D2A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56D2A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356D2A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356D2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356D2A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356D2A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356D2A"/>
    <w:rPr>
      <w:color w:val="800080"/>
      <w:u w:val="single"/>
    </w:rPr>
  </w:style>
  <w:style w:type="character" w:styleId="Hyperlink">
    <w:name w:val="Hyperlink"/>
    <w:rsid w:val="00356D2A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356D2A"/>
  </w:style>
  <w:style w:type="paragraph" w:styleId="TOC2">
    <w:name w:val="toc 2"/>
    <w:basedOn w:val="Normal"/>
    <w:next w:val="Normal"/>
    <w:autoRedefine/>
    <w:semiHidden/>
    <w:rsid w:val="00356D2A"/>
    <w:pPr>
      <w:ind w:left="240"/>
    </w:pPr>
  </w:style>
  <w:style w:type="paragraph" w:styleId="TOC3">
    <w:name w:val="toc 3"/>
    <w:basedOn w:val="Normal"/>
    <w:next w:val="Normal"/>
    <w:autoRedefine/>
    <w:semiHidden/>
    <w:rsid w:val="00356D2A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356D2A"/>
    <w:pPr>
      <w:keepLines/>
    </w:pPr>
    <w:rPr>
      <w:color w:val="000000"/>
    </w:rPr>
  </w:style>
  <w:style w:type="paragraph" w:customStyle="1" w:styleId="dldl1">
    <w:name w:val="dldl1"/>
    <w:basedOn w:val="BodyText"/>
    <w:rsid w:val="00356D2A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356D2A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356D2A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356D2A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356D2A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356D2A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356D2A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356D2A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356D2A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356D2A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356D2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356D2A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356D2A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356D2A"/>
    <w:pPr>
      <w:jc w:val="center"/>
    </w:pPr>
    <w:rPr>
      <w:b/>
    </w:rPr>
  </w:style>
  <w:style w:type="numbering" w:styleId="111111">
    <w:name w:val="Outline List 2"/>
    <w:basedOn w:val="NoList"/>
    <w:rsid w:val="00356D2A"/>
    <w:pPr>
      <w:numPr>
        <w:numId w:val="2"/>
      </w:numPr>
    </w:pPr>
  </w:style>
  <w:style w:type="paragraph" w:customStyle="1" w:styleId="OINumber">
    <w:name w:val="OI_Number"/>
    <w:basedOn w:val="Normal"/>
    <w:rsid w:val="00356D2A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rsid w:val="00356D2A"/>
    <w:rPr>
      <w:szCs w:val="22"/>
    </w:rPr>
  </w:style>
  <w:style w:type="paragraph" w:styleId="BodyText2">
    <w:name w:val="Body Text 2"/>
    <w:basedOn w:val="Normal"/>
    <w:rsid w:val="00356D2A"/>
    <w:pPr>
      <w:spacing w:after="120" w:line="480" w:lineRule="auto"/>
    </w:pPr>
  </w:style>
  <w:style w:type="paragraph" w:customStyle="1" w:styleId="EffectiveDate0">
    <w:name w:val="Effective_Date"/>
    <w:basedOn w:val="Normal"/>
    <w:rsid w:val="00356D2A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356D2A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356D2A"/>
    <w:pPr>
      <w:numPr>
        <w:numId w:val="8"/>
      </w:numPr>
    </w:pPr>
  </w:style>
  <w:style w:type="paragraph" w:customStyle="1" w:styleId="ColumnHeader">
    <w:name w:val="ColumnHeader"/>
    <w:basedOn w:val="BodyText"/>
    <w:rsid w:val="00356D2A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356D2A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356D2A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BodyTextChar">
    <w:name w:val="Body Text Char"/>
    <w:link w:val="BodyText"/>
    <w:rsid w:val="00594AED"/>
    <w:rPr>
      <w:sz w:val="24"/>
      <w:szCs w:val="22"/>
    </w:rPr>
  </w:style>
  <w:style w:type="character" w:customStyle="1" w:styleId="FooterChar">
    <w:name w:val="Footer Char"/>
    <w:link w:val="Footer"/>
    <w:rsid w:val="006F2C55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9A69E2"/>
    <w:pPr>
      <w:widowControl/>
      <w:adjustRightInd/>
      <w:spacing w:before="100" w:beforeAutospacing="1" w:after="100" w:afterAutospacing="1"/>
      <w:textAlignment w:val="auto"/>
    </w:pPr>
  </w:style>
  <w:style w:type="paragraph" w:styleId="BalloonText">
    <w:name w:val="Balloon Text"/>
    <w:basedOn w:val="Normal"/>
    <w:link w:val="BalloonTextChar"/>
    <w:rsid w:val="00FC312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C3127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56D2A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356D2A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56D2A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56D2A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56D2A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56D2A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56D2A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356D2A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56D2A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356D2A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356D2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356D2A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356D2A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356D2A"/>
    <w:rPr>
      <w:color w:val="800080"/>
      <w:u w:val="single"/>
    </w:rPr>
  </w:style>
  <w:style w:type="character" w:styleId="Hyperlink">
    <w:name w:val="Hyperlink"/>
    <w:rsid w:val="00356D2A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356D2A"/>
  </w:style>
  <w:style w:type="paragraph" w:styleId="TOC2">
    <w:name w:val="toc 2"/>
    <w:basedOn w:val="Normal"/>
    <w:next w:val="Normal"/>
    <w:autoRedefine/>
    <w:semiHidden/>
    <w:rsid w:val="00356D2A"/>
    <w:pPr>
      <w:ind w:left="240"/>
    </w:pPr>
  </w:style>
  <w:style w:type="paragraph" w:styleId="TOC3">
    <w:name w:val="toc 3"/>
    <w:basedOn w:val="Normal"/>
    <w:next w:val="Normal"/>
    <w:autoRedefine/>
    <w:semiHidden/>
    <w:rsid w:val="00356D2A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356D2A"/>
    <w:pPr>
      <w:keepLines/>
    </w:pPr>
    <w:rPr>
      <w:color w:val="000000"/>
    </w:rPr>
  </w:style>
  <w:style w:type="paragraph" w:customStyle="1" w:styleId="dldl1">
    <w:name w:val="dldl1"/>
    <w:basedOn w:val="BodyText"/>
    <w:rsid w:val="00356D2A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356D2A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356D2A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356D2A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356D2A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356D2A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356D2A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356D2A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356D2A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356D2A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356D2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356D2A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356D2A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356D2A"/>
    <w:pPr>
      <w:jc w:val="center"/>
    </w:pPr>
    <w:rPr>
      <w:b/>
    </w:rPr>
  </w:style>
  <w:style w:type="numbering" w:styleId="111111">
    <w:name w:val="Outline List 2"/>
    <w:basedOn w:val="NoList"/>
    <w:rsid w:val="00356D2A"/>
    <w:pPr>
      <w:numPr>
        <w:numId w:val="2"/>
      </w:numPr>
    </w:pPr>
  </w:style>
  <w:style w:type="paragraph" w:customStyle="1" w:styleId="OINumber">
    <w:name w:val="OI_Number"/>
    <w:basedOn w:val="Normal"/>
    <w:rsid w:val="00356D2A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rsid w:val="00356D2A"/>
    <w:rPr>
      <w:szCs w:val="22"/>
    </w:rPr>
  </w:style>
  <w:style w:type="paragraph" w:styleId="BodyText2">
    <w:name w:val="Body Text 2"/>
    <w:basedOn w:val="Normal"/>
    <w:rsid w:val="00356D2A"/>
    <w:pPr>
      <w:spacing w:after="120" w:line="480" w:lineRule="auto"/>
    </w:pPr>
  </w:style>
  <w:style w:type="paragraph" w:customStyle="1" w:styleId="EffectiveDate0">
    <w:name w:val="Effective_Date"/>
    <w:basedOn w:val="Normal"/>
    <w:rsid w:val="00356D2A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356D2A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356D2A"/>
    <w:pPr>
      <w:numPr>
        <w:numId w:val="8"/>
      </w:numPr>
    </w:pPr>
  </w:style>
  <w:style w:type="paragraph" w:customStyle="1" w:styleId="ColumnHeader">
    <w:name w:val="ColumnHeader"/>
    <w:basedOn w:val="BodyText"/>
    <w:rsid w:val="00356D2A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356D2A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356D2A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BodyTextChar">
    <w:name w:val="Body Text Char"/>
    <w:link w:val="BodyText"/>
    <w:rsid w:val="00594AED"/>
    <w:rPr>
      <w:sz w:val="24"/>
      <w:szCs w:val="22"/>
    </w:rPr>
  </w:style>
  <w:style w:type="character" w:customStyle="1" w:styleId="FooterChar">
    <w:name w:val="Footer Char"/>
    <w:link w:val="Footer"/>
    <w:rsid w:val="006F2C55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9A69E2"/>
    <w:pPr>
      <w:widowControl/>
      <w:adjustRightInd/>
      <w:spacing w:before="100" w:beforeAutospacing="1" w:after="100" w:afterAutospacing="1"/>
      <w:textAlignment w:val="auto"/>
    </w:pPr>
  </w:style>
  <w:style w:type="paragraph" w:styleId="BalloonText">
    <w:name w:val="Balloon Text"/>
    <w:basedOn w:val="Normal"/>
    <w:link w:val="BalloonTextChar"/>
    <w:rsid w:val="00FC312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C3127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3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2.xml"/><Relationship Id="rId13" Type="http://schemas.openxmlformats.org/officeDocument/2006/relationships/footer" Target="footer3.xml"/><Relationship Id="rId14" Type="http://schemas.openxmlformats.org/officeDocument/2006/relationships/image" Target="media/image2.jpeg"/><Relationship Id="rId15" Type="http://schemas.openxmlformats.org/officeDocument/2006/relationships/header" Target="head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5876F-9952-8F4B-9A04-00C52F0BB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1</TotalTime>
  <Pages>4</Pages>
  <Words>552</Words>
  <Characters>3152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3697</CharactersWithSpaces>
  <SharedDoc>false</SharedDoc>
  <HLinks>
    <vt:vector size="30" baseType="variant">
      <vt:variant>
        <vt:i4>8192061</vt:i4>
      </vt:variant>
      <vt:variant>
        <vt:i4>12</vt:i4>
      </vt:variant>
      <vt:variant>
        <vt:i4>0</vt:i4>
      </vt:variant>
      <vt:variant>
        <vt:i4>5</vt:i4>
      </vt:variant>
      <vt:variant>
        <vt:lpwstr>http://scme-nm.org/</vt:lpwstr>
      </vt:variant>
      <vt:variant>
        <vt:lpwstr/>
      </vt:variant>
      <vt:variant>
        <vt:i4>8192100</vt:i4>
      </vt:variant>
      <vt:variant>
        <vt:i4>9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8192100</vt:i4>
      </vt:variant>
      <vt:variant>
        <vt:i4>6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7209038</vt:i4>
      </vt:variant>
      <vt:variant>
        <vt:i4>3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2014-06-13T17:38:00Z</cp:lastPrinted>
  <dcterms:created xsi:type="dcterms:W3CDTF">2017-02-03T17:08:00Z</dcterms:created>
  <dcterms:modified xsi:type="dcterms:W3CDTF">2017-02-03T17:09:00Z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MEMS Cantilevers Knowledge Probe</vt:lpwstr>
  </property>
  <property fmtid="{D5CDD505-2E9C-101B-9397-08002B2CF9AE}" pid="3" name="Module Title">
    <vt:lpwstr>Pre or Post Assessment</vt:lpwstr>
  </property>
  <property fmtid="{D5CDD505-2E9C-101B-9397-08002B2CF9AE}" pid="4" name="docID">
    <vt:lpwstr>App_CantiL_KP10</vt:lpwstr>
  </property>
  <property fmtid="{D5CDD505-2E9C-101B-9397-08002B2CF9AE}" pid="5" name="docPath">
    <vt:lpwstr>C:\xtProject\App_CantiL_KP10\App_CantiL_KP10.doc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