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BA7" w:rsidRPr="00E877A5" w:rsidRDefault="00347429">
      <w:pPr>
        <w:pStyle w:val="Title"/>
        <w:rPr>
          <w:b/>
          <w:color w:val="auto"/>
        </w:rPr>
      </w:pPr>
      <w:r w:rsidRPr="00E877A5">
        <w:rPr>
          <w:b/>
          <w:color w:val="auto"/>
        </w:rPr>
        <w:t xml:space="preserve">lab </w:t>
      </w:r>
      <w:r w:rsidR="009E73B0" w:rsidRPr="00E877A5">
        <w:rPr>
          <w:b/>
          <w:color w:val="auto"/>
        </w:rPr>
        <w:t>7</w:t>
      </w:r>
      <w:r w:rsidR="00B5317D" w:rsidRPr="00E877A5">
        <w:rPr>
          <w:b/>
          <w:color w:val="auto"/>
        </w:rPr>
        <w:t xml:space="preserve"> </w:t>
      </w:r>
      <w:r w:rsidR="009E73B0" w:rsidRPr="00E877A5">
        <w:rPr>
          <w:b/>
          <w:color w:val="auto"/>
        </w:rPr>
        <w:t xml:space="preserve">wiring </w:t>
      </w:r>
      <w:r w:rsidR="003914F5" w:rsidRPr="00E877A5">
        <w:rPr>
          <w:b/>
          <w:color w:val="auto"/>
        </w:rPr>
        <w:t xml:space="preserve">3 phase </w:t>
      </w:r>
      <w:r w:rsidR="00B5317D" w:rsidRPr="00E877A5">
        <w:rPr>
          <w:b/>
          <w:color w:val="auto"/>
        </w:rPr>
        <w:t>motor start</w:t>
      </w:r>
      <w:r w:rsidR="009E73B0" w:rsidRPr="00E877A5">
        <w:rPr>
          <w:b/>
          <w:color w:val="auto"/>
        </w:rPr>
        <w:t>ers.</w:t>
      </w:r>
    </w:p>
    <w:p w:rsidR="00936BA7" w:rsidRDefault="00562B49">
      <w:pPr>
        <w:pStyle w:val="Subtitle"/>
        <w:spacing w:before="60" w:after="360" w:line="240" w:lineRule="auto"/>
        <w:contextualSpacing/>
      </w:pPr>
      <w:r>
        <w:t>MIKE HASSELL</w:t>
      </w:r>
      <w:r w:rsidR="006662E6">
        <w:t> | </w:t>
      </w:r>
      <w:r w:rsidR="007122AA">
        <w:t>Emech 1250</w:t>
      </w:r>
      <w:r w:rsidR="006662E6">
        <w:t> | </w:t>
      </w:r>
    </w:p>
    <w:tbl>
      <w:tblPr>
        <w:tblW w:w="5000" w:type="pct"/>
        <w:tblCellMar>
          <w:left w:w="0" w:type="dxa"/>
          <w:right w:w="0" w:type="dxa"/>
        </w:tblCellMar>
        <w:tblLook w:val="04A0" w:firstRow="1" w:lastRow="0" w:firstColumn="1" w:lastColumn="0" w:noHBand="0" w:noVBand="1"/>
      </w:tblPr>
      <w:tblGrid>
        <w:gridCol w:w="1621"/>
        <w:gridCol w:w="8027"/>
      </w:tblGrid>
      <w:tr w:rsidR="004D4E78" w:rsidTr="008F6099">
        <w:tc>
          <w:tcPr>
            <w:tcW w:w="840" w:type="pct"/>
            <w:vAlign w:val="bottom"/>
          </w:tcPr>
          <w:p w:rsidR="004D4E78" w:rsidRDefault="004D4E78" w:rsidP="008F6099">
            <w:pPr>
              <w:pStyle w:val="Name"/>
              <w:rPr>
                <w:caps/>
              </w:rPr>
            </w:pPr>
            <w:r>
              <w:rPr>
                <w:caps/>
              </w:rPr>
              <w:t xml:space="preserve">STUDENT </w:t>
            </w:r>
            <w:r>
              <w:t>NAME</w:t>
            </w:r>
            <w:r w:rsidR="00CC515C">
              <w:t>S</w:t>
            </w:r>
            <w:r>
              <w:rPr>
                <w:caps/>
              </w:rPr>
              <w:t>:</w:t>
            </w:r>
          </w:p>
        </w:tc>
        <w:tc>
          <w:tcPr>
            <w:tcW w:w="4160" w:type="pct"/>
            <w:tcBorders>
              <w:bottom w:val="single" w:sz="4" w:space="0" w:color="A6A6A6" w:themeColor="background1" w:themeShade="A6"/>
            </w:tcBorders>
            <w:vAlign w:val="bottom"/>
          </w:tcPr>
          <w:p w:rsidR="004D4E78" w:rsidRDefault="004D4E78" w:rsidP="008F6099">
            <w:pPr>
              <w:pStyle w:val="Name"/>
            </w:pPr>
          </w:p>
        </w:tc>
      </w:tr>
    </w:tbl>
    <w:p w:rsidR="009E73B0" w:rsidRDefault="009E73B0" w:rsidP="009E73B0">
      <w:pPr>
        <w:rPr>
          <w:sz w:val="20"/>
        </w:rPr>
      </w:pPr>
      <w:r>
        <w:rPr>
          <w:sz w:val="20"/>
        </w:rPr>
        <w:t>Before doing any wiring on the trainer, you need to verify that the trainer is not energized, ie…not connected to a power source.  Perform the following 4 steps to confirm the trainer is not energized.</w:t>
      </w:r>
    </w:p>
    <w:p w:rsidR="009E73B0" w:rsidRDefault="009E73B0" w:rsidP="009E73B0">
      <w:pPr>
        <w:pStyle w:val="ListParagraph"/>
        <w:numPr>
          <w:ilvl w:val="0"/>
          <w:numId w:val="4"/>
        </w:numPr>
        <w:rPr>
          <w:sz w:val="20"/>
        </w:rPr>
      </w:pPr>
      <w:r w:rsidRPr="00316E85">
        <w:rPr>
          <w:b/>
          <w:sz w:val="20"/>
        </w:rPr>
        <w:t>PPE (personal protective equipment)</w:t>
      </w:r>
      <w:r>
        <w:rPr>
          <w:sz w:val="20"/>
        </w:rPr>
        <w:t>: Required for all live voltage work.</w:t>
      </w:r>
    </w:p>
    <w:p w:rsidR="009E73B0" w:rsidRDefault="009E73B0" w:rsidP="009E73B0">
      <w:pPr>
        <w:pStyle w:val="ListParagraph"/>
        <w:numPr>
          <w:ilvl w:val="1"/>
          <w:numId w:val="4"/>
        </w:numPr>
        <w:rPr>
          <w:sz w:val="20"/>
        </w:rPr>
      </w:pPr>
      <w:r>
        <w:rPr>
          <w:sz w:val="20"/>
        </w:rPr>
        <w:t>Blue arc flash rated lab coat.</w:t>
      </w:r>
    </w:p>
    <w:p w:rsidR="009E73B0" w:rsidRDefault="009E73B0" w:rsidP="009E73B0">
      <w:pPr>
        <w:pStyle w:val="ListParagraph"/>
        <w:numPr>
          <w:ilvl w:val="1"/>
          <w:numId w:val="4"/>
        </w:numPr>
        <w:rPr>
          <w:sz w:val="20"/>
        </w:rPr>
      </w:pPr>
      <w:r>
        <w:rPr>
          <w:sz w:val="20"/>
        </w:rPr>
        <w:t>Hard hat with arc flash shield.  Should have shield down while doing all live voltage checks and trouble shooting.</w:t>
      </w:r>
    </w:p>
    <w:p w:rsidR="009E73B0" w:rsidRDefault="009E73B0" w:rsidP="009E73B0">
      <w:pPr>
        <w:pStyle w:val="ListParagraph"/>
        <w:numPr>
          <w:ilvl w:val="1"/>
          <w:numId w:val="4"/>
        </w:numPr>
        <w:rPr>
          <w:sz w:val="20"/>
        </w:rPr>
      </w:pPr>
      <w:r>
        <w:rPr>
          <w:sz w:val="20"/>
        </w:rPr>
        <w:t>Rubber insulated gloves and leather glove protectors.  Remove any watches or rings from hands.  Gloves can be damaged by these items.</w:t>
      </w:r>
    </w:p>
    <w:p w:rsidR="009E73B0" w:rsidRDefault="009E73B0" w:rsidP="009E73B0">
      <w:pPr>
        <w:pStyle w:val="ListParagraph"/>
        <w:numPr>
          <w:ilvl w:val="1"/>
          <w:numId w:val="4"/>
        </w:numPr>
        <w:rPr>
          <w:sz w:val="20"/>
        </w:rPr>
      </w:pPr>
      <w:r>
        <w:rPr>
          <w:sz w:val="20"/>
        </w:rPr>
        <w:t>Standard ANSI safety glasses.</w:t>
      </w:r>
    </w:p>
    <w:p w:rsidR="009E73B0" w:rsidRDefault="009E73B0" w:rsidP="009E73B0">
      <w:pPr>
        <w:pStyle w:val="ListParagraph"/>
        <w:numPr>
          <w:ilvl w:val="0"/>
          <w:numId w:val="4"/>
        </w:numPr>
        <w:rPr>
          <w:sz w:val="20"/>
        </w:rPr>
      </w:pPr>
      <w:r>
        <w:rPr>
          <w:b/>
          <w:sz w:val="20"/>
        </w:rPr>
        <w:t xml:space="preserve">Trust but Verify:  </w:t>
      </w:r>
      <w:r>
        <w:rPr>
          <w:sz w:val="20"/>
        </w:rPr>
        <w:t xml:space="preserve">Get Digital Multi-Meter and set the meter to measure Voltage AC.  </w:t>
      </w:r>
    </w:p>
    <w:p w:rsidR="009E73B0" w:rsidRDefault="009E73B0" w:rsidP="009E73B0">
      <w:pPr>
        <w:pStyle w:val="ListParagraph"/>
        <w:numPr>
          <w:ilvl w:val="1"/>
          <w:numId w:val="4"/>
        </w:numPr>
        <w:rPr>
          <w:sz w:val="20"/>
        </w:rPr>
      </w:pPr>
      <w:r>
        <w:rPr>
          <w:sz w:val="20"/>
        </w:rPr>
        <w:t>While standing on the rubber insulation mat at the front of the classroom, test the meter operation to a known source.  In our case, the power strip plugged into the 120 VAC outlet.</w:t>
      </w:r>
    </w:p>
    <w:p w:rsidR="009E73B0" w:rsidRDefault="009E73B0" w:rsidP="009E73B0">
      <w:pPr>
        <w:pStyle w:val="ListParagraph"/>
        <w:numPr>
          <w:ilvl w:val="1"/>
          <w:numId w:val="4"/>
        </w:numPr>
        <w:rPr>
          <w:sz w:val="20"/>
        </w:rPr>
      </w:pPr>
      <w:r>
        <w:rPr>
          <w:b/>
          <w:sz w:val="20"/>
        </w:rPr>
        <w:t xml:space="preserve">Measured </w:t>
      </w:r>
      <w:proofErr w:type="spellStart"/>
      <w:r>
        <w:rPr>
          <w:b/>
          <w:sz w:val="20"/>
        </w:rPr>
        <w:t>Value_________________VAC</w:t>
      </w:r>
      <w:proofErr w:type="spellEnd"/>
      <w:r>
        <w:rPr>
          <w:sz w:val="20"/>
        </w:rPr>
        <w:t>.</w:t>
      </w:r>
    </w:p>
    <w:p w:rsidR="009E73B0" w:rsidRDefault="009E73B0" w:rsidP="009E73B0">
      <w:pPr>
        <w:pStyle w:val="ListParagraph"/>
        <w:numPr>
          <w:ilvl w:val="0"/>
          <w:numId w:val="4"/>
        </w:numPr>
        <w:ind w:left="1440"/>
        <w:rPr>
          <w:sz w:val="20"/>
        </w:rPr>
      </w:pPr>
      <w:r w:rsidRPr="000B652A">
        <w:rPr>
          <w:b/>
          <w:sz w:val="20"/>
        </w:rPr>
        <w:t xml:space="preserve">Seven Check System (SCS):  </w:t>
      </w:r>
      <w:r w:rsidRPr="000B652A">
        <w:rPr>
          <w:sz w:val="20"/>
        </w:rPr>
        <w:t>Perform the 7 voltage checks that were shown to you the first week of class.</w:t>
      </w:r>
    </w:p>
    <w:p w:rsidR="009E73B0" w:rsidRPr="000B652A" w:rsidRDefault="009E73B0" w:rsidP="009E73B0">
      <w:pPr>
        <w:pStyle w:val="ListParagraph"/>
        <w:numPr>
          <w:ilvl w:val="1"/>
          <w:numId w:val="4"/>
        </w:numPr>
        <w:rPr>
          <w:sz w:val="20"/>
        </w:rPr>
      </w:pPr>
      <w:r w:rsidRPr="000B652A">
        <w:rPr>
          <w:b/>
          <w:sz w:val="20"/>
        </w:rPr>
        <w:t>(#1-3) Measure voltage Phase to Phase</w:t>
      </w:r>
      <w:r>
        <w:rPr>
          <w:b/>
          <w:sz w:val="20"/>
        </w:rPr>
        <w:t>.</w:t>
      </w:r>
      <w:r w:rsidRPr="000B652A">
        <w:rPr>
          <w:sz w:val="20"/>
        </w:rPr>
        <w:t xml:space="preserve">  </w:t>
      </w:r>
      <w:r>
        <w:rPr>
          <w:b/>
          <w:i/>
          <w:sz w:val="20"/>
        </w:rPr>
        <w:t xml:space="preserve">If </w:t>
      </w:r>
      <w:r w:rsidRPr="000B652A">
        <w:rPr>
          <w:b/>
          <w:i/>
          <w:sz w:val="20"/>
        </w:rPr>
        <w:t>any voltages higher than mV are present, Stop and notify the class instructor!  Do not attempt to wire or touch anything on the trainer.</w:t>
      </w:r>
    </w:p>
    <w:p w:rsidR="009E73B0" w:rsidRPr="000B652A" w:rsidRDefault="009E73B0" w:rsidP="009E73B0">
      <w:pPr>
        <w:pStyle w:val="ListParagraph"/>
        <w:numPr>
          <w:ilvl w:val="1"/>
          <w:numId w:val="4"/>
        </w:numPr>
        <w:rPr>
          <w:sz w:val="20"/>
        </w:rPr>
      </w:pPr>
      <w:r w:rsidRPr="000B652A">
        <w:rPr>
          <w:b/>
          <w:sz w:val="20"/>
        </w:rPr>
        <w:t xml:space="preserve">A to </w:t>
      </w:r>
      <w:proofErr w:type="spellStart"/>
      <w:r w:rsidRPr="000B652A">
        <w:rPr>
          <w:b/>
          <w:sz w:val="20"/>
        </w:rPr>
        <w:t>B____________Volts</w:t>
      </w:r>
      <w:proofErr w:type="spellEnd"/>
      <w:r w:rsidRPr="000B652A">
        <w:rPr>
          <w:b/>
          <w:sz w:val="20"/>
        </w:rPr>
        <w:t xml:space="preserve">  A to </w:t>
      </w:r>
      <w:proofErr w:type="spellStart"/>
      <w:r w:rsidRPr="000B652A">
        <w:rPr>
          <w:b/>
          <w:sz w:val="20"/>
        </w:rPr>
        <w:t>C____________Volts</w:t>
      </w:r>
      <w:proofErr w:type="spellEnd"/>
      <w:r w:rsidRPr="000B652A">
        <w:rPr>
          <w:b/>
          <w:sz w:val="20"/>
        </w:rPr>
        <w:t xml:space="preserve">  B to </w:t>
      </w:r>
      <w:proofErr w:type="spellStart"/>
      <w:r w:rsidRPr="000B652A">
        <w:rPr>
          <w:b/>
          <w:sz w:val="20"/>
        </w:rPr>
        <w:t>C____________Volts</w:t>
      </w:r>
      <w:proofErr w:type="spellEnd"/>
    </w:p>
    <w:p w:rsidR="009E73B0" w:rsidRPr="000B652A" w:rsidRDefault="009E73B0" w:rsidP="009E73B0">
      <w:pPr>
        <w:pStyle w:val="ListParagraph"/>
        <w:numPr>
          <w:ilvl w:val="1"/>
          <w:numId w:val="4"/>
        </w:numPr>
        <w:rPr>
          <w:sz w:val="20"/>
        </w:rPr>
      </w:pPr>
      <w:r>
        <w:rPr>
          <w:b/>
          <w:sz w:val="20"/>
        </w:rPr>
        <w:t xml:space="preserve">(#4-6) </w:t>
      </w:r>
      <w:r w:rsidRPr="000B652A">
        <w:rPr>
          <w:b/>
          <w:sz w:val="20"/>
        </w:rPr>
        <w:t>Measure voltage Phase to Ground</w:t>
      </w:r>
      <w:r>
        <w:rPr>
          <w:b/>
          <w:sz w:val="20"/>
        </w:rPr>
        <w:t>.</w:t>
      </w:r>
      <w:r w:rsidRPr="000B652A">
        <w:rPr>
          <w:sz w:val="20"/>
        </w:rPr>
        <w:t xml:space="preserve">  </w:t>
      </w:r>
      <w:r>
        <w:rPr>
          <w:b/>
          <w:i/>
          <w:sz w:val="20"/>
        </w:rPr>
        <w:t xml:space="preserve">If </w:t>
      </w:r>
      <w:r w:rsidRPr="000B652A">
        <w:rPr>
          <w:b/>
          <w:i/>
          <w:sz w:val="20"/>
        </w:rPr>
        <w:t>any voltages higher than mV are present, Stop and notify the class instructor!  Do not attempt to wire or touch anything on the trainer.</w:t>
      </w:r>
    </w:p>
    <w:p w:rsidR="009E73B0" w:rsidRDefault="009E73B0" w:rsidP="009E73B0">
      <w:pPr>
        <w:pStyle w:val="ListParagraph"/>
        <w:numPr>
          <w:ilvl w:val="1"/>
          <w:numId w:val="4"/>
        </w:numPr>
        <w:rPr>
          <w:b/>
          <w:sz w:val="20"/>
        </w:rPr>
      </w:pPr>
      <w:r w:rsidRPr="000B652A">
        <w:rPr>
          <w:b/>
          <w:sz w:val="20"/>
        </w:rPr>
        <w:t xml:space="preserve">A to </w:t>
      </w:r>
      <w:proofErr w:type="spellStart"/>
      <w:r w:rsidRPr="000B652A">
        <w:rPr>
          <w:b/>
          <w:sz w:val="20"/>
        </w:rPr>
        <w:t>Gnd</w:t>
      </w:r>
      <w:proofErr w:type="spellEnd"/>
      <w:r w:rsidRPr="000B652A">
        <w:rPr>
          <w:b/>
          <w:sz w:val="20"/>
        </w:rPr>
        <w:t xml:space="preserve">__________Volts  B to  </w:t>
      </w:r>
      <w:proofErr w:type="spellStart"/>
      <w:r w:rsidRPr="000B652A">
        <w:rPr>
          <w:b/>
          <w:sz w:val="20"/>
        </w:rPr>
        <w:t>Gnd</w:t>
      </w:r>
      <w:proofErr w:type="spellEnd"/>
      <w:r w:rsidRPr="000B652A">
        <w:rPr>
          <w:b/>
          <w:sz w:val="20"/>
        </w:rPr>
        <w:t xml:space="preserve">___________Volts  C to </w:t>
      </w:r>
      <w:proofErr w:type="spellStart"/>
      <w:r w:rsidRPr="000B652A">
        <w:rPr>
          <w:b/>
          <w:sz w:val="20"/>
        </w:rPr>
        <w:t>Gnd</w:t>
      </w:r>
      <w:proofErr w:type="spellEnd"/>
      <w:r w:rsidRPr="000B652A">
        <w:rPr>
          <w:b/>
          <w:sz w:val="20"/>
        </w:rPr>
        <w:t>___________Volts</w:t>
      </w:r>
    </w:p>
    <w:p w:rsidR="009E73B0" w:rsidRPr="000B652A" w:rsidRDefault="009E73B0" w:rsidP="009E73B0">
      <w:pPr>
        <w:pStyle w:val="ListParagraph"/>
        <w:numPr>
          <w:ilvl w:val="1"/>
          <w:numId w:val="4"/>
        </w:numPr>
        <w:rPr>
          <w:b/>
          <w:sz w:val="20"/>
        </w:rPr>
      </w:pPr>
      <w:r>
        <w:rPr>
          <w:b/>
          <w:noProof/>
          <w:sz w:val="20"/>
          <w:lang w:eastAsia="en-US"/>
        </w:rPr>
        <w:drawing>
          <wp:anchor distT="0" distB="0" distL="114300" distR="114300" simplePos="0" relativeHeight="251658240" behindDoc="0" locked="0" layoutInCell="1" allowOverlap="1">
            <wp:simplePos x="0" y="0"/>
            <wp:positionH relativeFrom="column">
              <wp:posOffset>-4445</wp:posOffset>
            </wp:positionH>
            <wp:positionV relativeFrom="paragraph">
              <wp:posOffset>470535</wp:posOffset>
            </wp:positionV>
            <wp:extent cx="6499225" cy="2107652"/>
            <wp:effectExtent l="0" t="0" r="0" b="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99225" cy="2107652"/>
                    </a:xfrm>
                    <a:prstGeom prst="rect">
                      <a:avLst/>
                    </a:prstGeom>
                    <a:noFill/>
                  </pic:spPr>
                </pic:pic>
              </a:graphicData>
            </a:graphic>
          </wp:anchor>
        </w:drawing>
      </w:r>
      <w:r>
        <w:rPr>
          <w:b/>
          <w:sz w:val="20"/>
        </w:rPr>
        <w:t xml:space="preserve">(#7) </w:t>
      </w:r>
      <w:r w:rsidRPr="000B652A">
        <w:rPr>
          <w:b/>
          <w:sz w:val="20"/>
        </w:rPr>
        <w:t xml:space="preserve">Verify Meter Operation:  </w:t>
      </w:r>
      <w:r w:rsidRPr="000B652A">
        <w:rPr>
          <w:sz w:val="20"/>
        </w:rPr>
        <w:t xml:space="preserve">Confirm meter to same known source as done in step 2. </w:t>
      </w:r>
      <w:r>
        <w:rPr>
          <w:b/>
          <w:sz w:val="20"/>
        </w:rPr>
        <w:t>Measured Value</w:t>
      </w:r>
      <w:r w:rsidRPr="000B652A">
        <w:rPr>
          <w:sz w:val="20"/>
        </w:rPr>
        <w:t xml:space="preserve"> ____________</w:t>
      </w:r>
      <w:r w:rsidRPr="000B652A">
        <w:rPr>
          <w:b/>
          <w:sz w:val="20"/>
        </w:rPr>
        <w:t>V</w:t>
      </w:r>
      <w:r>
        <w:rPr>
          <w:b/>
          <w:sz w:val="20"/>
        </w:rPr>
        <w:t>AC</w:t>
      </w:r>
    </w:p>
    <w:p w:rsidR="009E73B0" w:rsidRDefault="009E73B0" w:rsidP="009E73B0">
      <w:pPr>
        <w:rPr>
          <w:b/>
          <w:sz w:val="20"/>
        </w:rPr>
      </w:pPr>
    </w:p>
    <w:p w:rsidR="009E73B0" w:rsidRDefault="009E73B0" w:rsidP="009E73B0">
      <w:pPr>
        <w:rPr>
          <w:b/>
          <w:sz w:val="20"/>
        </w:rPr>
      </w:pPr>
    </w:p>
    <w:p w:rsidR="009E73B0" w:rsidRDefault="009E73B0" w:rsidP="009E73B0">
      <w:pPr>
        <w:rPr>
          <w:b/>
          <w:sz w:val="20"/>
        </w:rPr>
      </w:pPr>
    </w:p>
    <w:p w:rsidR="009E73B0" w:rsidRDefault="009E73B0" w:rsidP="009E73B0">
      <w:pPr>
        <w:rPr>
          <w:b/>
          <w:sz w:val="20"/>
        </w:rPr>
      </w:pPr>
    </w:p>
    <w:p w:rsidR="009E73B0" w:rsidRDefault="009E73B0" w:rsidP="009E73B0">
      <w:pPr>
        <w:rPr>
          <w:b/>
          <w:sz w:val="20"/>
        </w:rPr>
      </w:pPr>
    </w:p>
    <w:p w:rsidR="009E73B0" w:rsidRDefault="009E73B0" w:rsidP="009E73B0">
      <w:pPr>
        <w:rPr>
          <w:b/>
          <w:sz w:val="20"/>
        </w:rPr>
      </w:pPr>
    </w:p>
    <w:p w:rsidR="000A35DF" w:rsidRDefault="000A35DF" w:rsidP="009E73B0">
      <w:pPr>
        <w:rPr>
          <w:b/>
          <w:sz w:val="32"/>
        </w:rPr>
      </w:pPr>
    </w:p>
    <w:p w:rsidR="009E73B0" w:rsidRPr="001A1CCD" w:rsidRDefault="009E73B0" w:rsidP="009E73B0">
      <w:pPr>
        <w:rPr>
          <w:b/>
          <w:sz w:val="32"/>
        </w:rPr>
      </w:pPr>
      <w:r w:rsidRPr="001A1CCD">
        <w:rPr>
          <w:b/>
          <w:sz w:val="32"/>
        </w:rPr>
        <w:lastRenderedPageBreak/>
        <w:t>Practice wiring a 3 phase motor using a</w:t>
      </w:r>
      <w:r w:rsidR="00562B49">
        <w:rPr>
          <w:b/>
          <w:sz w:val="32"/>
        </w:rPr>
        <w:t>n</w:t>
      </w:r>
      <w:r w:rsidRPr="001A1CCD">
        <w:rPr>
          <w:b/>
          <w:sz w:val="32"/>
        </w:rPr>
        <w:t xml:space="preserve"> </w:t>
      </w:r>
      <w:r w:rsidR="00562B49" w:rsidRPr="00562B49">
        <w:rPr>
          <w:b/>
          <w:sz w:val="32"/>
        </w:rPr>
        <w:t>Allen Bradley B</w:t>
      </w:r>
      <w:r w:rsidR="00562B49">
        <w:rPr>
          <w:b/>
          <w:sz w:val="32"/>
        </w:rPr>
        <w:t xml:space="preserve">ulletin 509 NEMA starter and </w:t>
      </w:r>
      <w:r w:rsidRPr="001A1CCD">
        <w:rPr>
          <w:b/>
          <w:sz w:val="32"/>
        </w:rPr>
        <w:t xml:space="preserve">start/stop </w:t>
      </w:r>
      <w:r w:rsidR="00562B49">
        <w:rPr>
          <w:b/>
          <w:sz w:val="32"/>
        </w:rPr>
        <w:t>pushbuttons</w:t>
      </w:r>
      <w:r w:rsidRPr="001A1CCD">
        <w:rPr>
          <w:b/>
          <w:sz w:val="32"/>
        </w:rPr>
        <w:t xml:space="preserve"> with memory lock-in.</w:t>
      </w:r>
    </w:p>
    <w:p w:rsidR="007A75F6" w:rsidRPr="008765E0" w:rsidRDefault="00FD143A" w:rsidP="007A75F6">
      <w:pPr>
        <w:ind w:left="360"/>
        <w:rPr>
          <w:sz w:val="20"/>
        </w:rPr>
      </w:pPr>
      <w:r>
        <w:rPr>
          <w:noProof/>
          <w:sz w:val="20"/>
          <w:lang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49.95pt;margin-top:225.7pt;width:191.8pt;height:43.3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">
            <v:textbox>
              <w:txbxContent>
                <w:p w:rsidR="00DA134D" w:rsidRDefault="00DA134D" w:rsidP="00DA134D">
                  <w:r>
                    <w:t>Thermal Overload normally closed contacts.  This will be White wire back to neutral.</w:t>
                  </w:r>
                </w:p>
              </w:txbxContent>
            </v:textbox>
            <w10:wrap type="square"/>
          </v:shape>
        </w:pict>
      </w:r>
      <w:r>
        <w:rPr>
          <w:noProof/>
          <w:sz w:val="20"/>
          <w:lang w:eastAsia="en-US"/>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Notched Right Arrow 55" o:spid="_x0000_s1054" type="#_x0000_t94" style="position:absolute;left:0;text-align:left;margin-left:242.7pt;margin-top:230.95pt;width:77.35pt;height:20.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" adj="16508" fillcolor="#b9b9b9 [2414]" strokecolor="#090909 [1604]" strokeweight="1pt"/>
        </w:pict>
      </w:r>
      <w:r>
        <w:rPr>
          <w:noProof/>
          <w:sz w:val="20"/>
          <w:lang w:eastAsia="en-US"/>
        </w:rPr>
        <w:pict>
          <v:shape id="Notched Right Arrow 56" o:spid="_x0000_s1053" type="#_x0000_t94" style="position:absolute;left:0;text-align:left;margin-left:258.45pt;margin-top:152.2pt;width:77.35pt;height:20.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" adj="16508" fillcolor="#b9b9b9 [2414]" strokecolor="#090909 [1604]" strokeweight="1pt"/>
        </w:pict>
      </w:r>
      <w:r>
        <w:rPr>
          <w:noProof/>
          <w:sz w:val="20"/>
          <w:lang w:eastAsia="en-US"/>
        </w:rPr>
        <w:pict>
          <v:shape id="Notched Right Arrow 58" o:spid="_x0000_s1052" type="#_x0000_t94" style="position:absolute;left:0;text-align:left;margin-left:284.7pt;margin-top:90.7pt;width:77.35pt;height:20.0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" adj="16508" fillcolor="#b9b9b9 [2414]" strokecolor="#090909 [1604]" strokeweight="1pt"/>
        </w:pict>
      </w:r>
      <w:r>
        <w:rPr>
          <w:noProof/>
          <w:sz w:val="20"/>
          <w:lang w:eastAsia="en-US"/>
        </w:rPr>
        <w:pict>
          <v:shape id="_x0000_s1027" type="#_x0000_t202" style="position:absolute;left:0;text-align:left;margin-left:91.95pt;margin-top:90.7pt;width:191.8pt;height:20.9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">
            <v:textbox>
              <w:txbxContent>
                <w:p w:rsidR="00DA134D" w:rsidRDefault="00DA134D" w:rsidP="00DA134D">
                  <w:r>
                    <w:t>Incoming 3 phase power to L1, L2, L3.</w:t>
                  </w:r>
                </w:p>
              </w:txbxContent>
            </v:textbox>
            <w10:wrap type="square"/>
          </v:shape>
        </w:pict>
      </w:r>
      <w:r>
        <w:rPr>
          <w:noProof/>
          <w:sz w:val="20"/>
          <w:lang w:eastAsia="en-US"/>
        </w:rPr>
        <w:pict>
          <v:shape id="Notched Right Arrow 60" o:spid="_x0000_s1051" type="#_x0000_t94" style="position:absolute;left:0;text-align:left;margin-left:276.65pt;margin-top:309.6pt;width:76.8pt;height:20.2pt;rotation:-3311486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" adj="16433" fillcolor="#b9b9b9 [2414]" strokecolor="#090909 [1604]" strokeweight="1pt"/>
        </w:pict>
      </w:r>
      <w:r>
        <w:rPr>
          <w:noProof/>
          <w:sz w:val="20"/>
          <w:lang w:eastAsia="en-US"/>
        </w:rPr>
        <w:pict>
          <v:shape id="Notched Right Arrow 62" o:spid="_x0000_s1050" type="#_x0000_t94" style="position:absolute;left:0;text-align:left;margin-left:280.9pt;margin-top:257.15pt;width:77.35pt;height:20.05pt;rotation:-1006489fd;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" adj="16508" fillcolor="#b9b9b9 [2414]" strokecolor="#090909 [1604]" strokeweight="1pt"/>
        </w:pict>
      </w:r>
      <w:r>
        <w:rPr>
          <w:noProof/>
          <w:sz w:val="20"/>
          <w:lang w:eastAsia="en-US"/>
        </w:rPr>
        <w:pict>
          <v:shape id="_x0000_s1028" type="#_x0000_t202" style="position:absolute;left:0;text-align:left;margin-left:89.7pt;margin-top:277.45pt;width:191.8pt;height:31.4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">
            <v:textbox>
              <w:txbxContent>
                <w:p w:rsidR="00B541EE" w:rsidRDefault="00B541EE" w:rsidP="00B541EE">
                  <w:r>
                    <w:t>Thermal Overload heaters shown in the power circuit of the wire diagram.</w:t>
                  </w:r>
                </w:p>
              </w:txbxContent>
            </v:textbox>
            <w10:wrap type="square"/>
          </v:shape>
        </w:pict>
      </w:r>
      <w:r>
        <w:rPr>
          <w:noProof/>
          <w:sz w:val="20"/>
          <w:lang w:eastAsia="en-US"/>
        </w:rPr>
        <w:pict>
          <v:shape id="Notched Right Arrow 98" o:spid="_x0000_s1049" type="#_x0000_t94" style="position:absolute;left:0;text-align:left;margin-left:277.5pt;margin-top:325.25pt;width:151.7pt;height:20.2pt;rotation:-3811851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" adj="18984" fillcolor="#b9b9b9 [2414]" strokecolor="#090909 [1604]" strokeweight="1pt"/>
        </w:pict>
      </w:r>
      <w:r>
        <w:rPr>
          <w:noProof/>
          <w:sz w:val="20"/>
          <w:lang w:eastAsia="en-US"/>
        </w:rPr>
        <w:pict>
          <v:shape id="_x0000_s1029" type="#_x0000_t202" style="position:absolute;left:0;text-align:left;margin-left:114.45pt;margin-top:396.7pt;width:191.8pt;height:43.3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">
            <v:textbox>
              <w:txbxContent>
                <w:p w:rsidR="00B541EE" w:rsidRDefault="00B541EE" w:rsidP="00B541EE">
                  <w:r>
                    <w:t>Reset Pushbutton.  Used to reset thermal overloads.  Remember, it will not reset the until overloads have cooled down.</w:t>
                  </w:r>
                </w:p>
              </w:txbxContent>
            </v:textbox>
            <w10:wrap type="square"/>
          </v:shape>
        </w:pict>
      </w:r>
      <w:r>
        <w:rPr>
          <w:noProof/>
          <w:sz w:val="20"/>
          <w:lang w:eastAsia="en-US"/>
        </w:rPr>
        <w:pict>
          <v:shape id="Notched Right Arrow 99" o:spid="_x0000_s1048" type="#_x0000_t94" style="position:absolute;left:0;text-align:left;margin-left:302.3pt;margin-top:353.7pt;width:177.95pt;height:20.2pt;rotation:-4385045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" adj="19370" fillcolor="#b9b9b9 [2414]" strokecolor="#090909 [1604]" strokeweight="1pt"/>
        </w:pict>
      </w:r>
      <w:r>
        <w:rPr>
          <w:noProof/>
          <w:sz w:val="20"/>
          <w:lang w:eastAsia="en-US"/>
        </w:rPr>
        <w:pict>
          <v:shape id="_x0000_s1030" type="#_x0000_t202" style="position:absolute;left:0;text-align:left;margin-left:248.7pt;margin-top:450.7pt;width:191.8pt;height:31.4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">
            <v:textbox>
              <w:txbxContent>
                <w:p w:rsidR="00B541EE" w:rsidRDefault="00B541EE" w:rsidP="00B541EE">
                  <w:r>
                    <w:t>Trip indicator.  Shows there has been a thermal overload with the motor.</w:t>
                  </w:r>
                </w:p>
              </w:txbxContent>
            </v:textbox>
            <w10:wrap type="square"/>
          </v:shape>
        </w:pict>
      </w:r>
      <w:r>
        <w:rPr>
          <w:noProof/>
          <w:sz w:val="20"/>
          <w:lang w:eastAsia="en-US"/>
        </w:rPr>
        <w:pict>
          <v:shape id="_x0000_s1031" type="#_x0000_t202" style="position:absolute;left:0;text-align:left;margin-left:93.45pt;margin-top:338.2pt;width:191.8pt;height:31.4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">
            <v:textbox>
              <w:txbxContent>
                <w:p w:rsidR="00DA134D" w:rsidRDefault="00DA134D" w:rsidP="00DA134D">
                  <w:r>
                    <w:t>Output 3 phase power to motor from T1, T2, T3.</w:t>
                  </w:r>
                </w:p>
              </w:txbxContent>
            </v:textbox>
            <w10:wrap type="square"/>
          </v:shape>
        </w:pict>
      </w:r>
      <w:r>
        <w:rPr>
          <w:noProof/>
          <w:sz w:val="20"/>
          <w:lang w:eastAsia="en-US"/>
        </w:rPr>
        <w:pict>
          <v:shape id="_x0000_s1032" type="#_x0000_t202" style="position:absolute;left:0;text-align:left;margin-left:67.2pt;margin-top:146.95pt;width:191.8pt;height:41.8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">
            <v:textbox>
              <w:txbxContent>
                <w:p w:rsidR="00DA134D" w:rsidRDefault="00DA134D">
                  <w:r>
                    <w:t>Memory Lock-in.  Current flows into 2 and out of 3 to the coil terminal.  This will be Red wire from Memory Lock-in circuit.</w:t>
                  </w:r>
                </w:p>
              </w:txbxContent>
            </v:textbox>
            <w10:wrap type="square"/>
          </v:shape>
        </w:pict>
      </w:r>
      <w:r w:rsidR="00DA134D" w:rsidRPr="008765E0">
        <w:rPr>
          <w:noProof/>
          <w:lang w:eastAsia="en-US"/>
        </w:rPr>
        <w:drawing>
          <wp:anchor distT="0" distB="0" distL="114300" distR="114300" simplePos="0" relativeHeight="251659264" behindDoc="1" locked="0" layoutInCell="1" allowOverlap="1">
            <wp:simplePos x="0" y="0"/>
            <wp:positionH relativeFrom="column">
              <wp:posOffset>3977640</wp:posOffset>
            </wp:positionH>
            <wp:positionV relativeFrom="paragraph">
              <wp:posOffset>56515</wp:posOffset>
            </wp:positionV>
            <wp:extent cx="1981200" cy="3703955"/>
            <wp:effectExtent l="0" t="0" r="0" b="0"/>
            <wp:wrapTight wrapText="bothSides">
              <wp:wrapPolygon edited="0">
                <wp:start x="0" y="0"/>
                <wp:lineTo x="0" y="21441"/>
                <wp:lineTo x="21392" y="21441"/>
                <wp:lineTo x="21392" y="0"/>
                <wp:lineTo x="0" y="0"/>
              </wp:wrapPolygon>
            </wp:wrapTight>
            <wp:docPr id="2" name="Picture 2" descr="http://epub1.rockwellautomation.com/images/web-proof-large/GL/12682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pub1.rockwellautomation.com/images/web-proof-large/GL/126822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1200" cy="3703955"/>
                    </a:xfrm>
                    <a:prstGeom prst="rect">
                      <a:avLst/>
                    </a:prstGeom>
                    <a:noFill/>
                    <a:ln>
                      <a:noFill/>
                    </a:ln>
                  </pic:spPr>
                </pic:pic>
              </a:graphicData>
            </a:graphic>
          </wp:anchor>
        </w:drawing>
      </w:r>
      <w:r w:rsidR="007A75F6" w:rsidRPr="008765E0">
        <w:rPr>
          <w:sz w:val="20"/>
        </w:rPr>
        <w:t>The image is of the NEMA motor start we will use.</w:t>
      </w:r>
    </w:p>
    <w:p w:rsidR="007A75F6" w:rsidRPr="008765E0" w:rsidRDefault="007A75F6" w:rsidP="007A75F6">
      <w:pPr>
        <w:ind w:left="360"/>
        <w:rPr>
          <w:sz w:val="20"/>
        </w:rPr>
      </w:pPr>
      <w:r w:rsidRPr="008765E0">
        <w:rPr>
          <w:sz w:val="20"/>
        </w:rPr>
        <w:t>Notice the image shows pre-existing wires for Memory lock-in through th</w:t>
      </w:r>
      <w:r w:rsidR="00DA134D" w:rsidRPr="008765E0">
        <w:rPr>
          <w:sz w:val="20"/>
        </w:rPr>
        <w:t>e N.O. contact numbered 2 and 3 and N.C. thermal overload contacts.  These would be wired new out of the box.</w:t>
      </w: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537376" w:rsidRDefault="00537376" w:rsidP="007A75F6">
      <w:pPr>
        <w:ind w:left="360"/>
        <w:rPr>
          <w:b/>
          <w:sz w:val="20"/>
        </w:rPr>
      </w:pPr>
    </w:p>
    <w:p w:rsidR="008765E0" w:rsidRDefault="008765E0" w:rsidP="007A75F6">
      <w:pPr>
        <w:ind w:left="360"/>
        <w:rPr>
          <w:b/>
          <w:sz w:val="20"/>
        </w:rPr>
      </w:pPr>
    </w:p>
    <w:p w:rsidR="00562B49" w:rsidRDefault="00562B49" w:rsidP="007A75F6">
      <w:pPr>
        <w:ind w:left="360"/>
        <w:rPr>
          <w:b/>
          <w:sz w:val="20"/>
        </w:rPr>
      </w:pPr>
    </w:p>
    <w:p w:rsidR="00C74663" w:rsidRDefault="00C74663" w:rsidP="007A75F6">
      <w:pPr>
        <w:ind w:left="360"/>
        <w:rPr>
          <w:b/>
          <w:sz w:val="20"/>
        </w:rPr>
      </w:pPr>
    </w:p>
    <w:p w:rsidR="00537376" w:rsidRPr="008765E0" w:rsidRDefault="00537376" w:rsidP="007A75F6">
      <w:pPr>
        <w:ind w:left="360"/>
        <w:rPr>
          <w:sz w:val="20"/>
        </w:rPr>
      </w:pPr>
      <w:r w:rsidRPr="008765E0">
        <w:rPr>
          <w:sz w:val="20"/>
        </w:rPr>
        <w:lastRenderedPageBreak/>
        <w:t>Examine the 3 phase motor nameplate.  Notice the wiring diagram on the nameplate that shows the motor being used at our voltage, 208-230 VAC.</w:t>
      </w:r>
    </w:p>
    <w:p w:rsidR="00537376" w:rsidRPr="008765E0" w:rsidRDefault="00537376" w:rsidP="007A75F6">
      <w:pPr>
        <w:ind w:left="360"/>
        <w:rPr>
          <w:sz w:val="20"/>
        </w:rPr>
      </w:pPr>
      <w:r w:rsidRPr="008765E0">
        <w:rPr>
          <w:sz w:val="20"/>
        </w:rPr>
        <w:t>T4, T5, T6 all should be tied together</w:t>
      </w:r>
      <w:r w:rsidRPr="00562B49">
        <w:rPr>
          <w:b/>
          <w:sz w:val="20"/>
        </w:rPr>
        <w:t>.  We will not be removing the cover to do this</w:t>
      </w:r>
      <w:r w:rsidRPr="008765E0">
        <w:rPr>
          <w:sz w:val="20"/>
        </w:rPr>
        <w:t>.  Understand the inside of the conduit box is where these connections would be changed for High/Low voltage based on the available supply.</w:t>
      </w:r>
    </w:p>
    <w:p w:rsidR="00942D83" w:rsidRPr="008765E0" w:rsidRDefault="00562B49" w:rsidP="00942D83">
      <w:pPr>
        <w:ind w:left="360"/>
        <w:rPr>
          <w:sz w:val="20"/>
        </w:rPr>
      </w:pPr>
      <w:r>
        <w:rPr>
          <w:sz w:val="20"/>
        </w:rPr>
        <w:t>T</w:t>
      </w:r>
      <w:r w:rsidR="00942D83" w:rsidRPr="008765E0">
        <w:rPr>
          <w:sz w:val="20"/>
        </w:rPr>
        <w:t>he nameplate should indicate (for low voltage 208-230 VAC) the following…</w:t>
      </w:r>
    </w:p>
    <w:p w:rsidR="00942D83" w:rsidRPr="008765E0" w:rsidRDefault="00942D83" w:rsidP="00942D83">
      <w:pPr>
        <w:ind w:left="360"/>
        <w:rPr>
          <w:sz w:val="20"/>
        </w:rPr>
      </w:pPr>
      <w:r w:rsidRPr="008765E0">
        <w:rPr>
          <w:sz w:val="20"/>
        </w:rPr>
        <w:tab/>
        <w:t>L1 from the power source should be connected to T1 and T7.</w:t>
      </w:r>
    </w:p>
    <w:p w:rsidR="00942D83" w:rsidRPr="008765E0" w:rsidRDefault="00942D83" w:rsidP="00942D83">
      <w:pPr>
        <w:ind w:left="360"/>
        <w:rPr>
          <w:sz w:val="20"/>
        </w:rPr>
      </w:pPr>
      <w:r w:rsidRPr="008765E0">
        <w:rPr>
          <w:sz w:val="20"/>
        </w:rPr>
        <w:tab/>
        <w:t>L2 from the power source should be connected to T2 and T8.</w:t>
      </w:r>
    </w:p>
    <w:p w:rsidR="00942D83" w:rsidRPr="008765E0" w:rsidRDefault="00942D83" w:rsidP="00942D83">
      <w:pPr>
        <w:ind w:left="360"/>
        <w:rPr>
          <w:sz w:val="20"/>
        </w:rPr>
      </w:pPr>
      <w:r w:rsidRPr="008765E0">
        <w:rPr>
          <w:sz w:val="20"/>
        </w:rPr>
        <w:tab/>
        <w:t>L3 from the power source should be connected to T3 and T9.</w:t>
      </w:r>
    </w:p>
    <w:p w:rsidR="00942D83" w:rsidRPr="008765E0" w:rsidRDefault="00942D83" w:rsidP="00942D83">
      <w:pPr>
        <w:ind w:left="360"/>
        <w:rPr>
          <w:sz w:val="20"/>
        </w:rPr>
      </w:pPr>
      <w:r w:rsidRPr="008765E0">
        <w:rPr>
          <w:sz w:val="20"/>
        </w:rPr>
        <w:t>Again, all these connections have already been made.  We need to use the cord from the motor with the following connected to a terminal strip at the bottom of the trainer.</w:t>
      </w:r>
    </w:p>
    <w:p w:rsidR="008765E0" w:rsidRDefault="008765E0" w:rsidP="00942D83">
      <w:pPr>
        <w:ind w:left="360"/>
        <w:rPr>
          <w:b/>
          <w:sz w:val="24"/>
          <w:szCs w:val="24"/>
        </w:rPr>
      </w:pPr>
      <w:r>
        <w:rPr>
          <w:b/>
          <w:noProof/>
          <w:sz w:val="24"/>
          <w:szCs w:val="24"/>
          <w:lang w:eastAsia="en-US"/>
        </w:rPr>
        <w:drawing>
          <wp:anchor distT="0" distB="0" distL="114300" distR="114300" simplePos="0" relativeHeight="251709440" behindDoc="1" locked="0" layoutInCell="1" allowOverlap="1">
            <wp:simplePos x="0" y="0"/>
            <wp:positionH relativeFrom="column">
              <wp:posOffset>62865</wp:posOffset>
            </wp:positionH>
            <wp:positionV relativeFrom="paragraph">
              <wp:posOffset>364490</wp:posOffset>
            </wp:positionV>
            <wp:extent cx="6126480" cy="3914775"/>
            <wp:effectExtent l="19050" t="0" r="7620" b="0"/>
            <wp:wrapTight wrapText="bothSides">
              <wp:wrapPolygon edited="0">
                <wp:start x="-67" y="0"/>
                <wp:lineTo x="-67" y="21547"/>
                <wp:lineTo x="21627" y="21547"/>
                <wp:lineTo x="21627" y="0"/>
                <wp:lineTo x="-67" y="0"/>
              </wp:wrapPolygon>
            </wp:wrapTight>
            <wp:docPr id="1" name="Picture 1" descr="http://www.midtennrses.net/wp-content/uploads/2013/09/dual-voltage-moto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idtennrses.net/wp-content/uploads/2013/09/dual-voltage-motors1.jpg"/>
                    <pic:cNvPicPr>
                      <a:picLocks noChangeAspect="1" noChangeArrowheads="1"/>
                    </pic:cNvPicPr>
                  </pic:nvPicPr>
                  <pic:blipFill>
                    <a:blip r:embed="rId11" cstate="print"/>
                    <a:srcRect t="8091" b="6639"/>
                    <a:stretch>
                      <a:fillRect/>
                    </a:stretch>
                  </pic:blipFill>
                  <pic:spPr bwMode="auto">
                    <a:xfrm>
                      <a:off x="0" y="0"/>
                      <a:ext cx="6126480" cy="3914775"/>
                    </a:xfrm>
                    <a:prstGeom prst="rect">
                      <a:avLst/>
                    </a:prstGeom>
                    <a:noFill/>
                    <a:ln w="9525">
                      <a:noFill/>
                      <a:miter lim="800000"/>
                      <a:headEnd/>
                      <a:tailEnd/>
                    </a:ln>
                  </pic:spPr>
                </pic:pic>
              </a:graphicData>
            </a:graphic>
          </wp:anchor>
        </w:drawing>
      </w:r>
    </w:p>
    <w:p w:rsidR="008765E0" w:rsidRDefault="008765E0" w:rsidP="00942D83">
      <w:pPr>
        <w:ind w:left="360"/>
        <w:rPr>
          <w:b/>
          <w:sz w:val="24"/>
          <w:szCs w:val="24"/>
        </w:rPr>
      </w:pPr>
    </w:p>
    <w:p w:rsidR="008765E0" w:rsidRDefault="008765E0" w:rsidP="00942D83">
      <w:pPr>
        <w:ind w:left="360"/>
        <w:rPr>
          <w:b/>
          <w:sz w:val="24"/>
          <w:szCs w:val="24"/>
        </w:rPr>
      </w:pPr>
    </w:p>
    <w:p w:rsidR="008765E0" w:rsidRDefault="008765E0" w:rsidP="00942D83">
      <w:pPr>
        <w:ind w:left="360"/>
        <w:rPr>
          <w:b/>
          <w:sz w:val="24"/>
          <w:szCs w:val="24"/>
        </w:rPr>
      </w:pPr>
    </w:p>
    <w:p w:rsidR="00562B49" w:rsidRDefault="00562B49" w:rsidP="00942D83">
      <w:pPr>
        <w:ind w:left="360"/>
        <w:rPr>
          <w:b/>
          <w:sz w:val="24"/>
          <w:szCs w:val="24"/>
        </w:rPr>
      </w:pPr>
    </w:p>
    <w:p w:rsidR="006477BB" w:rsidRDefault="006477BB" w:rsidP="00942D83">
      <w:pPr>
        <w:ind w:left="360"/>
        <w:rPr>
          <w:b/>
          <w:sz w:val="24"/>
          <w:szCs w:val="24"/>
        </w:rPr>
      </w:pPr>
    </w:p>
    <w:p w:rsidR="003F2882" w:rsidRPr="001A1CCD" w:rsidRDefault="003F2882" w:rsidP="00942D83">
      <w:pPr>
        <w:ind w:left="360"/>
        <w:rPr>
          <w:sz w:val="20"/>
        </w:rPr>
      </w:pPr>
      <w:r w:rsidRPr="001A1CCD">
        <w:rPr>
          <w:sz w:val="20"/>
        </w:rPr>
        <w:lastRenderedPageBreak/>
        <w:t>L1, L2, L3 are at the top of the trainer on the far right.</w:t>
      </w:r>
    </w:p>
    <w:p w:rsidR="003F2882" w:rsidRPr="008765E0" w:rsidRDefault="003F2882" w:rsidP="00942D83">
      <w:pPr>
        <w:ind w:left="360"/>
        <w:rPr>
          <w:sz w:val="20"/>
        </w:rPr>
      </w:pPr>
      <w:r w:rsidRPr="008765E0">
        <w:rPr>
          <w:sz w:val="20"/>
        </w:rPr>
        <w:t xml:space="preserve">From the fuses, run 3 wires to the NEMA motor starter L1, L2, L3.  This will be the left side of </w:t>
      </w:r>
      <w:r w:rsidR="009F6569" w:rsidRPr="008765E0">
        <w:rPr>
          <w:sz w:val="20"/>
        </w:rPr>
        <w:t>the “M”</w:t>
      </w:r>
      <w:r w:rsidRPr="008765E0">
        <w:rPr>
          <w:sz w:val="20"/>
        </w:rPr>
        <w:t xml:space="preserve"> normally open contacts.</w:t>
      </w:r>
    </w:p>
    <w:p w:rsidR="003F2882" w:rsidRPr="00562B49" w:rsidRDefault="003F2882" w:rsidP="00942D83">
      <w:pPr>
        <w:ind w:left="360"/>
        <w:rPr>
          <w:b/>
          <w:sz w:val="20"/>
        </w:rPr>
      </w:pPr>
      <w:r w:rsidRPr="00562B49">
        <w:rPr>
          <w:b/>
          <w:sz w:val="20"/>
        </w:rPr>
        <w:t>Wires should be all black, but we can use red for this lab only!</w:t>
      </w:r>
    </w:p>
    <w:p w:rsidR="00942D83" w:rsidRPr="008765E0" w:rsidRDefault="00186FD0" w:rsidP="00942D83">
      <w:pPr>
        <w:ind w:left="360"/>
        <w:rPr>
          <w:sz w:val="20"/>
        </w:rPr>
      </w:pPr>
      <w:r w:rsidRPr="008765E0">
        <w:rPr>
          <w:sz w:val="20"/>
        </w:rPr>
        <w:t xml:space="preserve">NEMA </w:t>
      </w:r>
      <w:r w:rsidR="004514B3" w:rsidRPr="008765E0">
        <w:rPr>
          <w:sz w:val="20"/>
        </w:rPr>
        <w:t>motor start</w:t>
      </w:r>
      <w:r w:rsidRPr="008765E0">
        <w:rPr>
          <w:sz w:val="20"/>
        </w:rPr>
        <w:t>er</w:t>
      </w:r>
      <w:r w:rsidR="004514B3" w:rsidRPr="008765E0">
        <w:rPr>
          <w:sz w:val="20"/>
        </w:rPr>
        <w:t xml:space="preserve"> terminal strip</w:t>
      </w:r>
      <w:r w:rsidR="009F6569" w:rsidRPr="008765E0">
        <w:rPr>
          <w:sz w:val="20"/>
        </w:rPr>
        <w:t xml:space="preserve"> connections to the 3 phase motor cord</w:t>
      </w:r>
      <w:r w:rsidR="004514B3" w:rsidRPr="008765E0">
        <w:rPr>
          <w:sz w:val="20"/>
        </w:rPr>
        <w:t>…</w:t>
      </w:r>
    </w:p>
    <w:p w:rsidR="004514B3" w:rsidRPr="008765E0" w:rsidRDefault="00667C4D" w:rsidP="004514B3">
      <w:pPr>
        <w:ind w:left="360" w:firstLine="360"/>
        <w:rPr>
          <w:sz w:val="20"/>
        </w:rPr>
      </w:pPr>
      <w:r w:rsidRPr="008765E0">
        <w:rPr>
          <w:sz w:val="20"/>
        </w:rPr>
        <w:t>T1 on</w:t>
      </w:r>
      <w:r w:rsidR="004514B3" w:rsidRPr="008765E0">
        <w:rPr>
          <w:sz w:val="20"/>
        </w:rPr>
        <w:t xml:space="preserve"> the </w:t>
      </w:r>
      <w:r w:rsidR="00186FD0" w:rsidRPr="008765E0">
        <w:rPr>
          <w:sz w:val="20"/>
        </w:rPr>
        <w:t xml:space="preserve">terminal strip with the </w:t>
      </w:r>
      <w:r w:rsidR="004514B3" w:rsidRPr="008765E0">
        <w:rPr>
          <w:sz w:val="20"/>
        </w:rPr>
        <w:t>black wire of the 4 wire cord.</w:t>
      </w:r>
    </w:p>
    <w:p w:rsidR="004514B3" w:rsidRPr="008765E0" w:rsidRDefault="00667C4D" w:rsidP="004514B3">
      <w:pPr>
        <w:ind w:left="360" w:firstLine="360"/>
        <w:rPr>
          <w:sz w:val="20"/>
        </w:rPr>
      </w:pPr>
      <w:r w:rsidRPr="008765E0">
        <w:rPr>
          <w:sz w:val="20"/>
        </w:rPr>
        <w:t>T2 on</w:t>
      </w:r>
      <w:r w:rsidR="004514B3" w:rsidRPr="008765E0">
        <w:rPr>
          <w:sz w:val="20"/>
        </w:rPr>
        <w:t xml:space="preserve"> the</w:t>
      </w:r>
      <w:r w:rsidR="00186FD0" w:rsidRPr="008765E0">
        <w:rPr>
          <w:sz w:val="20"/>
        </w:rPr>
        <w:t xml:space="preserve"> terminal strip with the</w:t>
      </w:r>
      <w:r w:rsidR="004514B3" w:rsidRPr="008765E0">
        <w:rPr>
          <w:sz w:val="20"/>
        </w:rPr>
        <w:t xml:space="preserve"> white wire of the 4 wire cord.</w:t>
      </w:r>
    </w:p>
    <w:p w:rsidR="004514B3" w:rsidRPr="008765E0" w:rsidRDefault="00667C4D" w:rsidP="004514B3">
      <w:pPr>
        <w:ind w:left="360" w:firstLine="360"/>
        <w:rPr>
          <w:sz w:val="20"/>
        </w:rPr>
      </w:pPr>
      <w:r w:rsidRPr="008765E0">
        <w:rPr>
          <w:sz w:val="20"/>
        </w:rPr>
        <w:t>T3 on</w:t>
      </w:r>
      <w:r w:rsidR="004514B3" w:rsidRPr="008765E0">
        <w:rPr>
          <w:sz w:val="20"/>
        </w:rPr>
        <w:t xml:space="preserve"> the</w:t>
      </w:r>
      <w:r w:rsidR="00186FD0" w:rsidRPr="008765E0">
        <w:rPr>
          <w:sz w:val="20"/>
        </w:rPr>
        <w:t xml:space="preserve"> terminal strip with the</w:t>
      </w:r>
      <w:r w:rsidR="004514B3" w:rsidRPr="008765E0">
        <w:rPr>
          <w:sz w:val="20"/>
        </w:rPr>
        <w:t xml:space="preserve"> red wire of the 4 wire cord.</w:t>
      </w:r>
    </w:p>
    <w:p w:rsidR="004514B3" w:rsidRPr="008765E0" w:rsidRDefault="004514B3" w:rsidP="003F2882">
      <w:pPr>
        <w:ind w:left="360" w:firstLine="360"/>
        <w:rPr>
          <w:sz w:val="20"/>
        </w:rPr>
      </w:pPr>
      <w:r w:rsidRPr="008765E0">
        <w:rPr>
          <w:sz w:val="20"/>
        </w:rPr>
        <w:t>Green wire of the cord to Ground.</w:t>
      </w:r>
    </w:p>
    <w:p w:rsidR="00C74663" w:rsidRPr="00C74663" w:rsidRDefault="004F4A3F" w:rsidP="004F4A3F">
      <w:pPr>
        <w:ind w:left="360"/>
        <w:rPr>
          <w:b/>
          <w:sz w:val="36"/>
          <w:szCs w:val="24"/>
        </w:rPr>
      </w:pPr>
      <w:r w:rsidRPr="00C74663">
        <w:rPr>
          <w:b/>
          <w:sz w:val="36"/>
          <w:szCs w:val="24"/>
        </w:rPr>
        <w:t xml:space="preserve">The control circuit is </w:t>
      </w:r>
      <w:r w:rsidR="00C74663">
        <w:rPr>
          <w:b/>
          <w:sz w:val="36"/>
          <w:szCs w:val="24"/>
        </w:rPr>
        <w:t xml:space="preserve">on </w:t>
      </w:r>
      <w:r w:rsidR="00C74663" w:rsidRPr="00C74663">
        <w:rPr>
          <w:b/>
          <w:sz w:val="36"/>
          <w:szCs w:val="24"/>
        </w:rPr>
        <w:t>the last page of this packet.</w:t>
      </w:r>
    </w:p>
    <w:p w:rsidR="004F4A3F" w:rsidRPr="008765E0" w:rsidRDefault="004F4A3F" w:rsidP="004F4A3F">
      <w:pPr>
        <w:ind w:left="360"/>
        <w:rPr>
          <w:sz w:val="20"/>
          <w:szCs w:val="24"/>
        </w:rPr>
      </w:pPr>
      <w:r w:rsidRPr="008765E0">
        <w:rPr>
          <w:sz w:val="20"/>
          <w:szCs w:val="24"/>
        </w:rPr>
        <w:t xml:space="preserve">Follow the image of the NEMA motor starter for the location of the N.O. </w:t>
      </w:r>
      <w:r w:rsidR="00562B49" w:rsidRPr="008765E0">
        <w:rPr>
          <w:sz w:val="20"/>
          <w:szCs w:val="24"/>
        </w:rPr>
        <w:t>auxiliary</w:t>
      </w:r>
      <w:r w:rsidRPr="008765E0">
        <w:rPr>
          <w:sz w:val="20"/>
          <w:szCs w:val="24"/>
        </w:rPr>
        <w:t xml:space="preserve"> contacts for memory lock-in and the location of the N.C. contacts for the thermal overloads.</w:t>
      </w:r>
    </w:p>
    <w:p w:rsidR="000E381E" w:rsidRDefault="000E381E" w:rsidP="004F4A3F">
      <w:pPr>
        <w:ind w:left="360"/>
        <w:rPr>
          <w:sz w:val="20"/>
          <w:szCs w:val="24"/>
        </w:rPr>
      </w:pPr>
      <w:r w:rsidRPr="008765E0">
        <w:rPr>
          <w:sz w:val="20"/>
          <w:szCs w:val="24"/>
        </w:rPr>
        <w:t>Note, the wires in the image that would have been pre-existing in new condition may or may not be installed.  If they are not, obviously you will need to add them to make the correct connections.</w:t>
      </w:r>
    </w:p>
    <w:p w:rsidR="004F4A3F" w:rsidRDefault="004F4A3F" w:rsidP="003F2882">
      <w:pPr>
        <w:ind w:left="360" w:firstLine="360"/>
        <w:rPr>
          <w:b/>
          <w:i/>
          <w:sz w:val="32"/>
          <w:szCs w:val="32"/>
        </w:rPr>
      </w:pPr>
      <w:r w:rsidRPr="004F4A3F">
        <w:rPr>
          <w:b/>
          <w:i/>
          <w:sz w:val="32"/>
          <w:szCs w:val="32"/>
        </w:rPr>
        <w:t>Do not energize until reviewed with your instructor.</w:t>
      </w:r>
    </w:p>
    <w:p w:rsidR="00F82FB6" w:rsidRDefault="00F82FB6" w:rsidP="00F82FB6">
      <w:pPr>
        <w:ind w:left="360"/>
        <w:rPr>
          <w:sz w:val="20"/>
        </w:rPr>
      </w:pPr>
      <w:r>
        <w:rPr>
          <w:sz w:val="20"/>
        </w:rPr>
        <w:t xml:space="preserve">Run the motor and notice the difference in sound compared to the single phase motor.  </w:t>
      </w:r>
      <w:r w:rsidR="00562B49">
        <w:rPr>
          <w:sz w:val="20"/>
        </w:rPr>
        <w:t xml:space="preserve">Most 3 phase </w:t>
      </w:r>
      <w:r>
        <w:rPr>
          <w:sz w:val="20"/>
        </w:rPr>
        <w:t>motor</w:t>
      </w:r>
      <w:r w:rsidR="00562B49">
        <w:rPr>
          <w:sz w:val="20"/>
        </w:rPr>
        <w:t>s run</w:t>
      </w:r>
      <w:r>
        <w:rPr>
          <w:sz w:val="20"/>
        </w:rPr>
        <w:t xml:space="preserve"> much smoother than the single phase motor</w:t>
      </w:r>
      <w:r w:rsidR="00562B49">
        <w:rPr>
          <w:sz w:val="20"/>
        </w:rPr>
        <w:t>s</w:t>
      </w:r>
      <w:r>
        <w:rPr>
          <w:sz w:val="20"/>
        </w:rPr>
        <w:t>.</w:t>
      </w:r>
    </w:p>
    <w:p w:rsidR="00207C92" w:rsidRDefault="00207C92" w:rsidP="00207C92">
      <w:pPr>
        <w:ind w:left="360"/>
        <w:rPr>
          <w:b/>
          <w:sz w:val="20"/>
        </w:rPr>
      </w:pPr>
      <w:r>
        <w:rPr>
          <w:b/>
          <w:sz w:val="20"/>
        </w:rPr>
        <w:t>Record the direction of the motor shaft rotation.  Caution, do not touch the motor shaft as there can be sharp edges that can be dangerous!</w:t>
      </w:r>
    </w:p>
    <w:p w:rsidR="00207C92" w:rsidRPr="00F82FB6" w:rsidRDefault="00207C92" w:rsidP="00207C92">
      <w:pPr>
        <w:ind w:left="360"/>
        <w:rPr>
          <w:b/>
          <w:sz w:val="20"/>
        </w:rPr>
      </w:pPr>
    </w:p>
    <w:p w:rsidR="00207C92" w:rsidRDefault="00207C92" w:rsidP="00F82FB6">
      <w:pPr>
        <w:ind w:left="360"/>
        <w:rPr>
          <w:b/>
          <w:sz w:val="20"/>
        </w:rPr>
      </w:pPr>
      <w:r>
        <w:rPr>
          <w:b/>
          <w:sz w:val="20"/>
        </w:rPr>
        <w:t xml:space="preserve">CW </w:t>
      </w:r>
      <w:r>
        <w:rPr>
          <w:b/>
          <w:sz w:val="20"/>
        </w:rPr>
        <w:tab/>
      </w:r>
      <w:r>
        <w:rPr>
          <w:b/>
          <w:sz w:val="20"/>
        </w:rPr>
        <w:tab/>
      </w:r>
      <w:r>
        <w:rPr>
          <w:b/>
          <w:sz w:val="20"/>
        </w:rPr>
        <w:tab/>
      </w:r>
      <w:r>
        <w:rPr>
          <w:b/>
          <w:sz w:val="20"/>
        </w:rPr>
        <w:tab/>
        <w:t xml:space="preserve">or </w:t>
      </w:r>
      <w:r>
        <w:rPr>
          <w:b/>
          <w:sz w:val="20"/>
        </w:rPr>
        <w:tab/>
      </w:r>
      <w:r>
        <w:rPr>
          <w:b/>
          <w:sz w:val="20"/>
        </w:rPr>
        <w:tab/>
      </w:r>
      <w:r>
        <w:rPr>
          <w:b/>
          <w:sz w:val="20"/>
        </w:rPr>
        <w:tab/>
        <w:t>CCW</w:t>
      </w:r>
    </w:p>
    <w:p w:rsidR="00207C92" w:rsidRDefault="00207C92" w:rsidP="00F82FB6">
      <w:pPr>
        <w:ind w:left="360"/>
        <w:rPr>
          <w:b/>
          <w:sz w:val="20"/>
        </w:rPr>
      </w:pPr>
    </w:p>
    <w:p w:rsidR="00F82FB6" w:rsidRPr="00F82FB6" w:rsidRDefault="00F82FB6" w:rsidP="00F82FB6">
      <w:pPr>
        <w:ind w:left="360"/>
        <w:rPr>
          <w:sz w:val="20"/>
        </w:rPr>
      </w:pPr>
      <w:r w:rsidRPr="00F82FB6">
        <w:rPr>
          <w:sz w:val="20"/>
        </w:rPr>
        <w:t>Measure current the motor draws on each leg (T1, T2, T3).  Using the clamp part of the multimeter, clamp around the leg at the terminal strip where the motor cord is connected.  Current measurements are best if done as close to the motor as safely possible!</w:t>
      </w:r>
    </w:p>
    <w:p w:rsidR="00F82FB6" w:rsidRPr="00F82FB6" w:rsidRDefault="00F82FB6" w:rsidP="00F82FB6">
      <w:pPr>
        <w:ind w:left="360"/>
        <w:rPr>
          <w:sz w:val="20"/>
        </w:rPr>
      </w:pPr>
      <w:r w:rsidRPr="00F82FB6">
        <w:rPr>
          <w:sz w:val="20"/>
        </w:rPr>
        <w:tab/>
      </w:r>
      <w:r w:rsidRPr="00F82FB6">
        <w:rPr>
          <w:sz w:val="20"/>
        </w:rPr>
        <w:tab/>
        <w:t>T1 Amps=_________________</w:t>
      </w:r>
    </w:p>
    <w:p w:rsidR="00F82FB6" w:rsidRPr="00F82FB6" w:rsidRDefault="00F82FB6" w:rsidP="00F82FB6">
      <w:pPr>
        <w:ind w:left="360"/>
        <w:rPr>
          <w:sz w:val="20"/>
        </w:rPr>
      </w:pPr>
      <w:r w:rsidRPr="00F82FB6">
        <w:rPr>
          <w:sz w:val="20"/>
        </w:rPr>
        <w:tab/>
      </w:r>
      <w:r w:rsidRPr="00F82FB6">
        <w:rPr>
          <w:sz w:val="20"/>
        </w:rPr>
        <w:tab/>
        <w:t>T2 Amps=_________________</w:t>
      </w:r>
    </w:p>
    <w:p w:rsidR="00F82FB6" w:rsidRDefault="00F82FB6" w:rsidP="00F82FB6">
      <w:pPr>
        <w:ind w:left="360"/>
        <w:rPr>
          <w:sz w:val="20"/>
        </w:rPr>
      </w:pPr>
      <w:r w:rsidRPr="00F82FB6">
        <w:rPr>
          <w:sz w:val="20"/>
        </w:rPr>
        <w:tab/>
      </w:r>
      <w:r w:rsidRPr="00F82FB6">
        <w:rPr>
          <w:sz w:val="20"/>
        </w:rPr>
        <w:tab/>
        <w:t>T3 Amps=_________________</w:t>
      </w:r>
    </w:p>
    <w:p w:rsidR="00562B49" w:rsidRDefault="00562B49" w:rsidP="00F82FB6">
      <w:pPr>
        <w:ind w:left="360"/>
        <w:rPr>
          <w:b/>
          <w:sz w:val="20"/>
        </w:rPr>
      </w:pPr>
    </w:p>
    <w:p w:rsidR="00562B49" w:rsidRDefault="00562B49" w:rsidP="00F82FB6">
      <w:pPr>
        <w:ind w:left="360"/>
        <w:rPr>
          <w:b/>
          <w:sz w:val="20"/>
        </w:rPr>
      </w:pPr>
    </w:p>
    <w:p w:rsidR="00F82FB6" w:rsidRDefault="00F82FB6" w:rsidP="00F82FB6">
      <w:pPr>
        <w:ind w:left="360"/>
        <w:rPr>
          <w:b/>
          <w:sz w:val="20"/>
        </w:rPr>
      </w:pPr>
      <w:r>
        <w:rPr>
          <w:b/>
          <w:sz w:val="20"/>
        </w:rPr>
        <w:lastRenderedPageBreak/>
        <w:t>Reverse the direction of the motor…</w:t>
      </w:r>
    </w:p>
    <w:p w:rsidR="00F82FB6" w:rsidRDefault="00F82FB6" w:rsidP="00F82FB6">
      <w:pPr>
        <w:ind w:left="360"/>
        <w:rPr>
          <w:sz w:val="20"/>
        </w:rPr>
      </w:pPr>
      <w:r>
        <w:rPr>
          <w:sz w:val="20"/>
        </w:rPr>
        <w:t>Recall that a 3 phase motor</w:t>
      </w:r>
      <w:r w:rsidR="00562B49" w:rsidRPr="00562B49">
        <w:rPr>
          <w:sz w:val="20"/>
        </w:rPr>
        <w:t xml:space="preserve"> </w:t>
      </w:r>
      <w:r w:rsidR="00562B49">
        <w:rPr>
          <w:sz w:val="20"/>
        </w:rPr>
        <w:t>can be reversed</w:t>
      </w:r>
      <w:r>
        <w:rPr>
          <w:sz w:val="20"/>
        </w:rPr>
        <w:t xml:space="preserve"> by switching any of the 3 legs (T1, T2, </w:t>
      </w:r>
      <w:proofErr w:type="gramStart"/>
      <w:r>
        <w:rPr>
          <w:sz w:val="20"/>
        </w:rPr>
        <w:t>T3</w:t>
      </w:r>
      <w:proofErr w:type="gramEnd"/>
      <w:r w:rsidR="0058419C">
        <w:rPr>
          <w:sz w:val="20"/>
        </w:rPr>
        <w:t>)</w:t>
      </w:r>
      <w:r w:rsidR="00562B49">
        <w:rPr>
          <w:sz w:val="20"/>
        </w:rPr>
        <w:t>.</w:t>
      </w:r>
      <w:r>
        <w:rPr>
          <w:sz w:val="20"/>
        </w:rPr>
        <w:t xml:space="preserve"> Switch the leads at the terminal strip and run the motor in the reverse </w:t>
      </w:r>
      <w:r w:rsidR="0058419C">
        <w:rPr>
          <w:sz w:val="20"/>
        </w:rPr>
        <w:t>direction</w:t>
      </w:r>
      <w:r>
        <w:rPr>
          <w:sz w:val="20"/>
        </w:rPr>
        <w:t>.</w:t>
      </w:r>
    </w:p>
    <w:p w:rsidR="00F82FB6" w:rsidRPr="00F82FB6" w:rsidRDefault="00F82FB6" w:rsidP="00F82FB6">
      <w:pPr>
        <w:ind w:left="360"/>
        <w:rPr>
          <w:b/>
          <w:sz w:val="20"/>
        </w:rPr>
      </w:pPr>
      <w:r>
        <w:rPr>
          <w:b/>
          <w:sz w:val="20"/>
        </w:rPr>
        <w:t>Record the direction of the motor shaft rotation.  Caution, do not touch the motor shaft as there can be sharp edges that can be dangerous!</w:t>
      </w:r>
    </w:p>
    <w:p w:rsidR="00F82FB6" w:rsidRDefault="00F82FB6" w:rsidP="00F82FB6">
      <w:pPr>
        <w:ind w:left="360"/>
        <w:rPr>
          <w:b/>
          <w:sz w:val="20"/>
        </w:rPr>
      </w:pPr>
    </w:p>
    <w:p w:rsidR="00AC3B53" w:rsidRDefault="00207C92" w:rsidP="00207C92">
      <w:pPr>
        <w:ind w:left="360"/>
        <w:rPr>
          <w:b/>
          <w:sz w:val="20"/>
        </w:rPr>
      </w:pPr>
      <w:r>
        <w:rPr>
          <w:b/>
          <w:sz w:val="20"/>
        </w:rPr>
        <w:t xml:space="preserve">CW </w:t>
      </w:r>
      <w:r>
        <w:rPr>
          <w:b/>
          <w:sz w:val="20"/>
        </w:rPr>
        <w:tab/>
      </w:r>
      <w:r>
        <w:rPr>
          <w:b/>
          <w:sz w:val="20"/>
        </w:rPr>
        <w:tab/>
      </w:r>
      <w:r>
        <w:rPr>
          <w:b/>
          <w:sz w:val="20"/>
        </w:rPr>
        <w:tab/>
      </w:r>
      <w:r>
        <w:rPr>
          <w:b/>
          <w:sz w:val="20"/>
        </w:rPr>
        <w:tab/>
        <w:t xml:space="preserve">or </w:t>
      </w:r>
      <w:r>
        <w:rPr>
          <w:b/>
          <w:sz w:val="20"/>
        </w:rPr>
        <w:tab/>
      </w:r>
      <w:r>
        <w:rPr>
          <w:b/>
          <w:sz w:val="20"/>
        </w:rPr>
        <w:tab/>
      </w:r>
      <w:r>
        <w:rPr>
          <w:b/>
          <w:sz w:val="20"/>
        </w:rPr>
        <w:tab/>
        <w:t>CCW</w:t>
      </w:r>
    </w:p>
    <w:p w:rsidR="006477BB" w:rsidRDefault="006477BB" w:rsidP="00207C92">
      <w:pPr>
        <w:ind w:left="360"/>
        <w:rPr>
          <w:b/>
          <w:sz w:val="20"/>
        </w:rPr>
      </w:pPr>
    </w:p>
    <w:p w:rsidR="006477BB" w:rsidRPr="00F82FB6" w:rsidRDefault="006477BB" w:rsidP="006477BB">
      <w:pPr>
        <w:ind w:left="360"/>
        <w:rPr>
          <w:sz w:val="20"/>
        </w:rPr>
      </w:pPr>
      <w:r w:rsidRPr="00F82FB6">
        <w:rPr>
          <w:sz w:val="20"/>
        </w:rPr>
        <w:t>Measure current the motor draws on each leg (T1, T2, T3).  Using the clamp part of the multimeter, clamp around the leg at the terminal strip where the motor cord is connected.  Current measurements are best if done as close to the motor as safely possible!</w:t>
      </w:r>
    </w:p>
    <w:p w:rsidR="006477BB" w:rsidRPr="00F82FB6" w:rsidRDefault="006477BB" w:rsidP="006477BB">
      <w:pPr>
        <w:ind w:left="360"/>
        <w:rPr>
          <w:sz w:val="20"/>
        </w:rPr>
      </w:pPr>
      <w:r w:rsidRPr="00F82FB6">
        <w:rPr>
          <w:sz w:val="20"/>
        </w:rPr>
        <w:tab/>
      </w:r>
      <w:r w:rsidRPr="00F82FB6">
        <w:rPr>
          <w:sz w:val="20"/>
        </w:rPr>
        <w:tab/>
        <w:t>T1 Amps=_________________</w:t>
      </w:r>
    </w:p>
    <w:p w:rsidR="006477BB" w:rsidRPr="00F82FB6" w:rsidRDefault="006477BB" w:rsidP="006477BB">
      <w:pPr>
        <w:ind w:left="360"/>
        <w:rPr>
          <w:sz w:val="20"/>
        </w:rPr>
      </w:pPr>
      <w:r w:rsidRPr="00F82FB6">
        <w:rPr>
          <w:sz w:val="20"/>
        </w:rPr>
        <w:tab/>
      </w:r>
      <w:r w:rsidRPr="00F82FB6">
        <w:rPr>
          <w:sz w:val="20"/>
        </w:rPr>
        <w:tab/>
        <w:t>T2 Amps=_________________</w:t>
      </w:r>
    </w:p>
    <w:p w:rsidR="006477BB" w:rsidRDefault="006477BB" w:rsidP="006477BB">
      <w:pPr>
        <w:ind w:left="360"/>
        <w:rPr>
          <w:sz w:val="20"/>
        </w:rPr>
      </w:pPr>
      <w:r w:rsidRPr="00F82FB6">
        <w:rPr>
          <w:sz w:val="20"/>
        </w:rPr>
        <w:tab/>
      </w:r>
      <w:r w:rsidRPr="00F82FB6">
        <w:rPr>
          <w:sz w:val="20"/>
        </w:rPr>
        <w:tab/>
        <w:t>T3 Amps=_________________</w:t>
      </w:r>
    </w:p>
    <w:p w:rsidR="006D7912" w:rsidRDefault="006477BB" w:rsidP="00207C92">
      <w:pPr>
        <w:ind w:left="360"/>
        <w:rPr>
          <w:b/>
          <w:sz w:val="20"/>
        </w:rPr>
      </w:pPr>
      <w:r>
        <w:rPr>
          <w:b/>
          <w:sz w:val="20"/>
        </w:rPr>
        <w:t>Note that the motor draws the same current regardless of direction.</w:t>
      </w:r>
    </w:p>
    <w:p w:rsidR="006477BB" w:rsidRDefault="006477BB" w:rsidP="00207C92">
      <w:pPr>
        <w:ind w:left="360"/>
        <w:rPr>
          <w:b/>
          <w:sz w:val="20"/>
        </w:rPr>
      </w:pPr>
    </w:p>
    <w:p w:rsidR="00CB4B46" w:rsidRPr="001A1CCD" w:rsidRDefault="001A1CCD" w:rsidP="00CB4B46">
      <w:pPr>
        <w:rPr>
          <w:b/>
          <w:sz w:val="32"/>
        </w:rPr>
      </w:pPr>
      <w:r>
        <w:rPr>
          <w:b/>
          <w:sz w:val="32"/>
        </w:rPr>
        <w:t>Practice wiring the Allen Bradley IEC motor starter</w:t>
      </w:r>
      <w:r w:rsidR="00CB4B46" w:rsidRPr="00CB4B46">
        <w:rPr>
          <w:b/>
          <w:sz w:val="32"/>
        </w:rPr>
        <w:t xml:space="preserve"> </w:t>
      </w:r>
      <w:r w:rsidR="00CB4B46">
        <w:rPr>
          <w:b/>
          <w:sz w:val="32"/>
        </w:rPr>
        <w:t xml:space="preserve">and </w:t>
      </w:r>
      <w:r w:rsidR="00CB4B46" w:rsidRPr="001A1CCD">
        <w:rPr>
          <w:b/>
          <w:sz w:val="32"/>
        </w:rPr>
        <w:t xml:space="preserve">start/stop </w:t>
      </w:r>
      <w:r w:rsidR="00CB4B46">
        <w:rPr>
          <w:b/>
          <w:sz w:val="32"/>
        </w:rPr>
        <w:t>pushbuttons</w:t>
      </w:r>
      <w:r w:rsidR="00CB4B46" w:rsidRPr="001A1CCD">
        <w:rPr>
          <w:b/>
          <w:sz w:val="32"/>
        </w:rPr>
        <w:t xml:space="preserve"> with memory lock-in.</w:t>
      </w:r>
    </w:p>
    <w:p w:rsidR="001A1CCD" w:rsidRDefault="001A1CCD" w:rsidP="00207C92">
      <w:pPr>
        <w:ind w:left="360"/>
        <w:rPr>
          <w:sz w:val="20"/>
        </w:rPr>
      </w:pPr>
      <w:r>
        <w:rPr>
          <w:sz w:val="20"/>
        </w:rPr>
        <w:t>Leave the cord for the motor connected to the terminal strip at the bottom of the trainer.</w:t>
      </w:r>
    </w:p>
    <w:p w:rsidR="001A1CCD" w:rsidRDefault="001A1CCD" w:rsidP="00207C92">
      <w:pPr>
        <w:ind w:left="360"/>
        <w:rPr>
          <w:sz w:val="20"/>
        </w:rPr>
      </w:pPr>
      <w:r>
        <w:rPr>
          <w:sz w:val="20"/>
        </w:rPr>
        <w:t>Disconnect the wires from the NEMA motor starter and switch them over to the IEC motor starter.</w:t>
      </w:r>
      <w:r w:rsidR="00CC515C">
        <w:rPr>
          <w:sz w:val="20"/>
        </w:rPr>
        <w:t xml:space="preserve">  This should include the </w:t>
      </w:r>
      <w:r w:rsidR="0058419C">
        <w:rPr>
          <w:sz w:val="20"/>
        </w:rPr>
        <w:t>3 phase power wires as well as the control wiring from the pushbuttons.</w:t>
      </w:r>
      <w:r w:rsidR="00CC515C">
        <w:rPr>
          <w:sz w:val="20"/>
        </w:rPr>
        <w:t xml:space="preserve"> </w:t>
      </w:r>
    </w:p>
    <w:p w:rsidR="00AC3B53" w:rsidRDefault="001A1CCD" w:rsidP="0058419C">
      <w:pPr>
        <w:rPr>
          <w:b/>
          <w:i/>
          <w:sz w:val="32"/>
          <w:szCs w:val="32"/>
        </w:rPr>
      </w:pPr>
      <w:r>
        <w:rPr>
          <w:b/>
          <w:i/>
          <w:noProof/>
          <w:sz w:val="32"/>
          <w:szCs w:val="32"/>
          <w:lang w:eastAsia="en-US"/>
        </w:rPr>
        <w:drawing>
          <wp:anchor distT="0" distB="0" distL="114300" distR="114300" simplePos="0" relativeHeight="251706368" behindDoc="1" locked="0" layoutInCell="1" allowOverlap="1">
            <wp:simplePos x="0" y="0"/>
            <wp:positionH relativeFrom="column">
              <wp:posOffset>3758565</wp:posOffset>
            </wp:positionH>
            <wp:positionV relativeFrom="paragraph">
              <wp:posOffset>152400</wp:posOffset>
            </wp:positionV>
            <wp:extent cx="2095500" cy="1981200"/>
            <wp:effectExtent l="19050" t="0" r="0" b="0"/>
            <wp:wrapTight wrapText="bothSides">
              <wp:wrapPolygon edited="0">
                <wp:start x="-196" y="0"/>
                <wp:lineTo x="-196" y="21392"/>
                <wp:lineTo x="21600" y="21392"/>
                <wp:lineTo x="21600" y="0"/>
                <wp:lineTo x="-196" y="0"/>
              </wp:wrapPolygon>
            </wp:wrapTight>
            <wp:docPr id="4" name="irc_mi" descr="https://www.reynoldsonline.com/ASSETS/IMAGES/ITEMS/DETAIL_PAGE/ALBR100C09D10.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reynoldsonline.com/ASSETS/IMAGES/ITEMS/DETAIL_PAGE/ALBR100C09D10.jpg">
                      <a:hlinkClick r:id="rId12"/>
                    </pic:cNvPr>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5555"/>
                    <a:stretch/>
                  </pic:blipFill>
                  <pic:spPr bwMode="auto">
                    <a:xfrm>
                      <a:off x="0" y="0"/>
                      <a:ext cx="2095500" cy="1981200"/>
                    </a:xfrm>
                    <a:prstGeom prst="rect">
                      <a:avLst/>
                    </a:prstGeom>
                    <a:noFill/>
                    <a:ln>
                      <a:noFill/>
                    </a:ln>
                    <a:extLst>
                      <a:ext uri="{53640926-AAD7-44D8-BBD7-CCE9431645EC}">
                        <a14:shadowObscured xmlns:a14="http://schemas.microsoft.com/office/drawing/2010/main"/>
                      </a:ext>
                    </a:extLst>
                  </pic:spPr>
                </pic:pic>
              </a:graphicData>
            </a:graphic>
          </wp:anchor>
        </w:drawing>
      </w:r>
    </w:p>
    <w:p w:rsidR="00AC3B53" w:rsidRDefault="00AC3B53" w:rsidP="003F2882">
      <w:pPr>
        <w:ind w:left="360" w:firstLine="360"/>
        <w:rPr>
          <w:b/>
          <w:i/>
          <w:sz w:val="32"/>
          <w:szCs w:val="32"/>
        </w:rPr>
      </w:pPr>
      <w:bookmarkStart w:id="0" w:name="_GoBack"/>
      <w:bookmarkEnd w:id="0"/>
    </w:p>
    <w:p w:rsidR="003914F5" w:rsidRDefault="003914F5" w:rsidP="003F2882">
      <w:pPr>
        <w:ind w:left="360" w:firstLine="360"/>
        <w:rPr>
          <w:b/>
          <w:i/>
          <w:sz w:val="32"/>
          <w:szCs w:val="32"/>
        </w:rPr>
      </w:pPr>
    </w:p>
    <w:p w:rsidR="003914F5" w:rsidRDefault="001A1CCD" w:rsidP="003F2882">
      <w:pPr>
        <w:ind w:left="360" w:firstLine="360"/>
        <w:rPr>
          <w:b/>
          <w:i/>
          <w:sz w:val="32"/>
          <w:szCs w:val="32"/>
        </w:rPr>
      </w:pPr>
      <w:r>
        <w:rPr>
          <w:b/>
          <w:i/>
          <w:noProof/>
          <w:sz w:val="32"/>
          <w:szCs w:val="32"/>
          <w:lang w:eastAsia="en-US"/>
        </w:rPr>
        <w:drawing>
          <wp:anchor distT="0" distB="0" distL="114300" distR="114300" simplePos="0" relativeHeight="251705344" behindDoc="1" locked="0" layoutInCell="1" allowOverlap="1">
            <wp:simplePos x="0" y="0"/>
            <wp:positionH relativeFrom="column">
              <wp:posOffset>3968115</wp:posOffset>
            </wp:positionH>
            <wp:positionV relativeFrom="paragraph">
              <wp:posOffset>502920</wp:posOffset>
            </wp:positionV>
            <wp:extent cx="1790700" cy="1924050"/>
            <wp:effectExtent l="19050" t="0" r="0" b="0"/>
            <wp:wrapTight wrapText="bothSides">
              <wp:wrapPolygon edited="0">
                <wp:start x="-230" y="0"/>
                <wp:lineTo x="-230" y="21386"/>
                <wp:lineTo x="21600" y="21386"/>
                <wp:lineTo x="21600" y="0"/>
                <wp:lineTo x="-230" y="0"/>
              </wp:wrapPolygon>
            </wp:wrapTight>
            <wp:docPr id="3" name="Picture 3" descr="http://epub1.rockwellautomation.com/images/web-proof-large/GL/13943.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pub1.rockwellautomation.com/images/web-proof-large/GL/13943.jp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90700" cy="1924050"/>
                    </a:xfrm>
                    <a:prstGeom prst="rect">
                      <a:avLst/>
                    </a:prstGeom>
                    <a:noFill/>
                    <a:ln>
                      <a:noFill/>
                    </a:ln>
                  </pic:spPr>
                </pic:pic>
              </a:graphicData>
            </a:graphic>
          </wp:anchor>
        </w:drawing>
      </w:r>
    </w:p>
    <w:p w:rsidR="003914F5" w:rsidRDefault="003914F5" w:rsidP="003F2882">
      <w:pPr>
        <w:ind w:left="360" w:firstLine="360"/>
        <w:rPr>
          <w:b/>
          <w:i/>
          <w:sz w:val="32"/>
          <w:szCs w:val="32"/>
        </w:rPr>
      </w:pPr>
    </w:p>
    <w:p w:rsidR="003914F5" w:rsidRDefault="003914F5" w:rsidP="003F2882">
      <w:pPr>
        <w:ind w:left="360" w:firstLine="360"/>
        <w:rPr>
          <w:b/>
          <w:i/>
          <w:sz w:val="32"/>
          <w:szCs w:val="32"/>
        </w:rPr>
      </w:pPr>
    </w:p>
    <w:p w:rsidR="00CC515C" w:rsidRDefault="00CC515C" w:rsidP="00CC515C">
      <w:pPr>
        <w:ind w:left="360" w:firstLine="360"/>
        <w:rPr>
          <w:b/>
          <w:i/>
          <w:sz w:val="32"/>
          <w:szCs w:val="32"/>
        </w:rPr>
      </w:pPr>
      <w:r w:rsidRPr="004F4A3F">
        <w:rPr>
          <w:b/>
          <w:i/>
          <w:sz w:val="32"/>
          <w:szCs w:val="32"/>
        </w:rPr>
        <w:lastRenderedPageBreak/>
        <w:t>Do not energize until reviewed with your instructor.</w:t>
      </w:r>
    </w:p>
    <w:p w:rsidR="003914F5" w:rsidRDefault="00CC515C" w:rsidP="003F2882">
      <w:pPr>
        <w:ind w:left="360" w:firstLine="360"/>
        <w:rPr>
          <w:sz w:val="20"/>
          <w:szCs w:val="32"/>
        </w:rPr>
      </w:pPr>
      <w:r>
        <w:rPr>
          <w:sz w:val="20"/>
          <w:szCs w:val="32"/>
        </w:rPr>
        <w:t>Run the motor With the IEC contactor</w:t>
      </w:r>
    </w:p>
    <w:p w:rsidR="00CC515C" w:rsidRDefault="00CC515C" w:rsidP="00CC515C">
      <w:pPr>
        <w:ind w:left="360"/>
        <w:rPr>
          <w:b/>
          <w:sz w:val="20"/>
        </w:rPr>
      </w:pPr>
      <w:r>
        <w:rPr>
          <w:b/>
          <w:sz w:val="20"/>
        </w:rPr>
        <w:t>Record the direction of the motor shaft rotation.  Caution, do not touch the motor shaft as there can be sharp edges that can be dangerous!</w:t>
      </w:r>
    </w:p>
    <w:p w:rsidR="00CC515C" w:rsidRPr="00F82FB6" w:rsidRDefault="00CC515C" w:rsidP="00CC515C">
      <w:pPr>
        <w:ind w:left="360"/>
        <w:rPr>
          <w:b/>
          <w:sz w:val="20"/>
        </w:rPr>
      </w:pPr>
    </w:p>
    <w:p w:rsidR="00CC515C" w:rsidRDefault="00CC515C" w:rsidP="00CC515C">
      <w:pPr>
        <w:ind w:left="360"/>
        <w:rPr>
          <w:b/>
          <w:sz w:val="20"/>
        </w:rPr>
      </w:pPr>
      <w:r>
        <w:rPr>
          <w:b/>
          <w:sz w:val="20"/>
        </w:rPr>
        <w:t xml:space="preserve">CW </w:t>
      </w:r>
      <w:r>
        <w:rPr>
          <w:b/>
          <w:sz w:val="20"/>
        </w:rPr>
        <w:tab/>
      </w:r>
      <w:r>
        <w:rPr>
          <w:b/>
          <w:sz w:val="20"/>
        </w:rPr>
        <w:tab/>
      </w:r>
      <w:r>
        <w:rPr>
          <w:b/>
          <w:sz w:val="20"/>
        </w:rPr>
        <w:tab/>
      </w:r>
      <w:r>
        <w:rPr>
          <w:b/>
          <w:sz w:val="20"/>
        </w:rPr>
        <w:tab/>
        <w:t xml:space="preserve">or </w:t>
      </w:r>
      <w:r>
        <w:rPr>
          <w:b/>
          <w:sz w:val="20"/>
        </w:rPr>
        <w:tab/>
      </w:r>
      <w:r>
        <w:rPr>
          <w:b/>
          <w:sz w:val="20"/>
        </w:rPr>
        <w:tab/>
      </w:r>
      <w:r>
        <w:rPr>
          <w:b/>
          <w:sz w:val="20"/>
        </w:rPr>
        <w:tab/>
        <w:t>CCW</w:t>
      </w:r>
    </w:p>
    <w:p w:rsidR="00CC515C" w:rsidRDefault="00CC515C" w:rsidP="00CC515C">
      <w:pPr>
        <w:ind w:left="360"/>
        <w:rPr>
          <w:b/>
          <w:sz w:val="20"/>
        </w:rPr>
      </w:pPr>
    </w:p>
    <w:p w:rsidR="00CC515C" w:rsidRPr="00F82FB6" w:rsidRDefault="00CC515C" w:rsidP="00CC515C">
      <w:pPr>
        <w:ind w:left="360"/>
        <w:rPr>
          <w:sz w:val="20"/>
        </w:rPr>
      </w:pPr>
      <w:r w:rsidRPr="00F82FB6">
        <w:rPr>
          <w:sz w:val="20"/>
        </w:rPr>
        <w:t>Measure current the motor draws on each leg (T1, T2, T3).  Using the clamp part of the multimeter, clamp around the leg at the terminal strip where the motor cord is connected.  Current measurements are best if done as close to the motor as safely possible!</w:t>
      </w:r>
    </w:p>
    <w:p w:rsidR="00CC515C" w:rsidRPr="00F82FB6" w:rsidRDefault="00CC515C" w:rsidP="00CC515C">
      <w:pPr>
        <w:ind w:left="360"/>
        <w:rPr>
          <w:sz w:val="20"/>
        </w:rPr>
      </w:pPr>
      <w:r w:rsidRPr="00F82FB6">
        <w:rPr>
          <w:sz w:val="20"/>
        </w:rPr>
        <w:tab/>
      </w:r>
      <w:r w:rsidRPr="00F82FB6">
        <w:rPr>
          <w:sz w:val="20"/>
        </w:rPr>
        <w:tab/>
        <w:t>T1 Amps=_________________</w:t>
      </w:r>
    </w:p>
    <w:p w:rsidR="00CC515C" w:rsidRPr="00F82FB6" w:rsidRDefault="00CC515C" w:rsidP="00CC515C">
      <w:pPr>
        <w:ind w:left="360"/>
        <w:rPr>
          <w:sz w:val="20"/>
        </w:rPr>
      </w:pPr>
      <w:r w:rsidRPr="00F82FB6">
        <w:rPr>
          <w:sz w:val="20"/>
        </w:rPr>
        <w:tab/>
      </w:r>
      <w:r w:rsidRPr="00F82FB6">
        <w:rPr>
          <w:sz w:val="20"/>
        </w:rPr>
        <w:tab/>
        <w:t>T2 Amps=_________________</w:t>
      </w:r>
    </w:p>
    <w:p w:rsidR="00CC515C" w:rsidRDefault="00CC515C" w:rsidP="00CC515C">
      <w:pPr>
        <w:ind w:left="360"/>
        <w:rPr>
          <w:sz w:val="20"/>
        </w:rPr>
      </w:pPr>
      <w:r w:rsidRPr="00F82FB6">
        <w:rPr>
          <w:sz w:val="20"/>
        </w:rPr>
        <w:tab/>
      </w:r>
      <w:r w:rsidRPr="00F82FB6">
        <w:rPr>
          <w:sz w:val="20"/>
        </w:rPr>
        <w:tab/>
        <w:t>T3 Amps=_________________</w:t>
      </w:r>
    </w:p>
    <w:p w:rsidR="006477BB" w:rsidRDefault="006477BB" w:rsidP="00CC515C">
      <w:pPr>
        <w:ind w:left="360"/>
        <w:rPr>
          <w:b/>
          <w:sz w:val="20"/>
        </w:rPr>
      </w:pPr>
    </w:p>
    <w:p w:rsidR="00CC515C" w:rsidRDefault="00CC515C" w:rsidP="00CC515C">
      <w:pPr>
        <w:ind w:left="360"/>
        <w:rPr>
          <w:b/>
          <w:sz w:val="20"/>
        </w:rPr>
      </w:pPr>
      <w:r>
        <w:rPr>
          <w:b/>
          <w:sz w:val="20"/>
        </w:rPr>
        <w:t>Reverse the direction of the motor…</w:t>
      </w:r>
    </w:p>
    <w:p w:rsidR="0058419C" w:rsidRDefault="0058419C" w:rsidP="0058419C">
      <w:pPr>
        <w:ind w:left="360"/>
        <w:rPr>
          <w:sz w:val="20"/>
        </w:rPr>
      </w:pPr>
      <w:r>
        <w:rPr>
          <w:sz w:val="20"/>
        </w:rPr>
        <w:t>Recall that a 3 phase motor</w:t>
      </w:r>
      <w:r w:rsidRPr="00562B49">
        <w:rPr>
          <w:sz w:val="20"/>
        </w:rPr>
        <w:t xml:space="preserve"> </w:t>
      </w:r>
      <w:r>
        <w:rPr>
          <w:sz w:val="20"/>
        </w:rPr>
        <w:t xml:space="preserve">can be reversed by switching any of the 3 legs (T1, T2, </w:t>
      </w:r>
      <w:proofErr w:type="gramStart"/>
      <w:r>
        <w:rPr>
          <w:sz w:val="20"/>
        </w:rPr>
        <w:t>T3</w:t>
      </w:r>
      <w:proofErr w:type="gramEnd"/>
      <w:r>
        <w:rPr>
          <w:sz w:val="20"/>
        </w:rPr>
        <w:t>). Switch the leads at the terminal strip and run the motor in the reverse direction.</w:t>
      </w:r>
    </w:p>
    <w:p w:rsidR="00CC515C" w:rsidRDefault="00CC515C" w:rsidP="00CC515C">
      <w:pPr>
        <w:ind w:left="360"/>
        <w:rPr>
          <w:sz w:val="20"/>
        </w:rPr>
      </w:pPr>
      <w:r>
        <w:rPr>
          <w:sz w:val="20"/>
        </w:rPr>
        <w:t>Switch the leads at the terminal strip and run the m</w:t>
      </w:r>
      <w:r w:rsidR="0058419C">
        <w:rPr>
          <w:sz w:val="20"/>
        </w:rPr>
        <w:t>otor in the reverse direction</w:t>
      </w:r>
      <w:r>
        <w:rPr>
          <w:sz w:val="20"/>
        </w:rPr>
        <w:t>.</w:t>
      </w:r>
    </w:p>
    <w:p w:rsidR="00CC515C" w:rsidRPr="00F82FB6" w:rsidRDefault="00CC515C" w:rsidP="00CC515C">
      <w:pPr>
        <w:ind w:left="360"/>
        <w:rPr>
          <w:b/>
          <w:sz w:val="20"/>
        </w:rPr>
      </w:pPr>
      <w:r>
        <w:rPr>
          <w:b/>
          <w:sz w:val="20"/>
        </w:rPr>
        <w:t>Record the direction of the motor shaft rotation.  Caution, do not touch the motor shaft as there can be sharp edges that can be dangerous!</w:t>
      </w:r>
    </w:p>
    <w:p w:rsidR="00CC515C" w:rsidRDefault="00CC515C" w:rsidP="00CC515C">
      <w:pPr>
        <w:ind w:left="360"/>
        <w:rPr>
          <w:b/>
          <w:sz w:val="20"/>
        </w:rPr>
      </w:pPr>
    </w:p>
    <w:p w:rsidR="00CC515C" w:rsidRDefault="00CC515C" w:rsidP="00CC515C">
      <w:pPr>
        <w:ind w:left="360"/>
        <w:rPr>
          <w:b/>
          <w:sz w:val="20"/>
        </w:rPr>
      </w:pPr>
      <w:r>
        <w:rPr>
          <w:b/>
          <w:sz w:val="20"/>
        </w:rPr>
        <w:t xml:space="preserve">CW </w:t>
      </w:r>
      <w:r>
        <w:rPr>
          <w:b/>
          <w:sz w:val="20"/>
        </w:rPr>
        <w:tab/>
      </w:r>
      <w:r>
        <w:rPr>
          <w:b/>
          <w:sz w:val="20"/>
        </w:rPr>
        <w:tab/>
      </w:r>
      <w:r>
        <w:rPr>
          <w:b/>
          <w:sz w:val="20"/>
        </w:rPr>
        <w:tab/>
      </w:r>
      <w:r>
        <w:rPr>
          <w:b/>
          <w:sz w:val="20"/>
        </w:rPr>
        <w:tab/>
        <w:t xml:space="preserve">or </w:t>
      </w:r>
      <w:r>
        <w:rPr>
          <w:b/>
          <w:sz w:val="20"/>
        </w:rPr>
        <w:tab/>
      </w:r>
      <w:r>
        <w:rPr>
          <w:b/>
          <w:sz w:val="20"/>
        </w:rPr>
        <w:tab/>
      </w:r>
      <w:r>
        <w:rPr>
          <w:b/>
          <w:sz w:val="20"/>
        </w:rPr>
        <w:tab/>
        <w:t>CCW</w:t>
      </w:r>
    </w:p>
    <w:p w:rsidR="00CC515C" w:rsidRDefault="00CC515C" w:rsidP="00CC515C">
      <w:pPr>
        <w:ind w:left="360"/>
        <w:rPr>
          <w:b/>
          <w:sz w:val="20"/>
        </w:rPr>
      </w:pPr>
    </w:p>
    <w:p w:rsidR="00B5015B" w:rsidRPr="00F82FB6" w:rsidRDefault="00B5015B" w:rsidP="00B5015B">
      <w:pPr>
        <w:ind w:left="360"/>
        <w:rPr>
          <w:sz w:val="20"/>
        </w:rPr>
      </w:pPr>
      <w:r w:rsidRPr="00F82FB6">
        <w:rPr>
          <w:sz w:val="20"/>
        </w:rPr>
        <w:t xml:space="preserve">Measure current the motor draws on each leg (T1, T2, </w:t>
      </w:r>
      <w:proofErr w:type="gramStart"/>
      <w:r w:rsidRPr="00F82FB6">
        <w:rPr>
          <w:sz w:val="20"/>
        </w:rPr>
        <w:t>T3</w:t>
      </w:r>
      <w:proofErr w:type="gramEnd"/>
      <w:r w:rsidRPr="00F82FB6">
        <w:rPr>
          <w:sz w:val="20"/>
        </w:rPr>
        <w:t xml:space="preserve">).  Using the clamp part of the </w:t>
      </w:r>
      <w:proofErr w:type="spellStart"/>
      <w:r w:rsidRPr="00F82FB6">
        <w:rPr>
          <w:sz w:val="20"/>
        </w:rPr>
        <w:t>multimeter</w:t>
      </w:r>
      <w:proofErr w:type="spellEnd"/>
      <w:r w:rsidRPr="00F82FB6">
        <w:rPr>
          <w:sz w:val="20"/>
        </w:rPr>
        <w:t>, clamp around the leg at the terminal strip where the motor cord is connected.  Current measurements are best if done as close to the motor as safely possible!</w:t>
      </w:r>
    </w:p>
    <w:p w:rsidR="00B5015B" w:rsidRPr="00F82FB6" w:rsidRDefault="00B5015B" w:rsidP="00B5015B">
      <w:pPr>
        <w:ind w:left="360"/>
        <w:rPr>
          <w:sz w:val="20"/>
        </w:rPr>
      </w:pPr>
      <w:r w:rsidRPr="00F82FB6">
        <w:rPr>
          <w:sz w:val="20"/>
        </w:rPr>
        <w:tab/>
      </w:r>
      <w:r w:rsidRPr="00F82FB6">
        <w:rPr>
          <w:sz w:val="20"/>
        </w:rPr>
        <w:tab/>
        <w:t>T1 Amps=_________________</w:t>
      </w:r>
    </w:p>
    <w:p w:rsidR="00B5015B" w:rsidRPr="00F82FB6" w:rsidRDefault="00B5015B" w:rsidP="00B5015B">
      <w:pPr>
        <w:ind w:left="360"/>
        <w:rPr>
          <w:sz w:val="20"/>
        </w:rPr>
      </w:pPr>
      <w:r w:rsidRPr="00F82FB6">
        <w:rPr>
          <w:sz w:val="20"/>
        </w:rPr>
        <w:tab/>
      </w:r>
      <w:r w:rsidRPr="00F82FB6">
        <w:rPr>
          <w:sz w:val="20"/>
        </w:rPr>
        <w:tab/>
        <w:t>T2 Amps=_________________</w:t>
      </w:r>
    </w:p>
    <w:p w:rsidR="00B5015B" w:rsidRDefault="00B5015B" w:rsidP="00B5015B">
      <w:pPr>
        <w:ind w:left="360"/>
        <w:rPr>
          <w:sz w:val="20"/>
        </w:rPr>
      </w:pPr>
      <w:r w:rsidRPr="00F82FB6">
        <w:rPr>
          <w:sz w:val="20"/>
        </w:rPr>
        <w:tab/>
      </w:r>
      <w:r w:rsidRPr="00F82FB6">
        <w:rPr>
          <w:sz w:val="20"/>
        </w:rPr>
        <w:tab/>
        <w:t>T3 Amps=_________________</w:t>
      </w:r>
    </w:p>
    <w:p w:rsidR="00CC515C" w:rsidRDefault="00CC515C" w:rsidP="00CC515C">
      <w:pPr>
        <w:ind w:left="360"/>
        <w:rPr>
          <w:b/>
          <w:sz w:val="32"/>
        </w:rPr>
      </w:pPr>
    </w:p>
    <w:p w:rsidR="00CC515C" w:rsidRDefault="00CC515C" w:rsidP="00CC515C">
      <w:pPr>
        <w:ind w:left="360"/>
        <w:rPr>
          <w:b/>
          <w:sz w:val="32"/>
        </w:rPr>
      </w:pPr>
      <w:r>
        <w:rPr>
          <w:b/>
          <w:sz w:val="32"/>
        </w:rPr>
        <w:lastRenderedPageBreak/>
        <w:t>Practice wiring the Allen Bradley IEC manual motor starter.</w:t>
      </w:r>
    </w:p>
    <w:p w:rsidR="00CC515C" w:rsidRDefault="00CC515C" w:rsidP="00CC515C">
      <w:pPr>
        <w:ind w:left="360"/>
        <w:rPr>
          <w:sz w:val="20"/>
        </w:rPr>
      </w:pPr>
      <w:r>
        <w:rPr>
          <w:sz w:val="20"/>
        </w:rPr>
        <w:t>Leave the cord for the motor connected to the terminal strip at the bottom of the trainer.</w:t>
      </w:r>
    </w:p>
    <w:p w:rsidR="00E852C8" w:rsidRPr="00E852C8" w:rsidRDefault="0058419C" w:rsidP="00E852C8">
      <w:pPr>
        <w:ind w:left="360"/>
        <w:rPr>
          <w:b/>
          <w:sz w:val="20"/>
        </w:rPr>
      </w:pPr>
      <w:r>
        <w:rPr>
          <w:sz w:val="20"/>
        </w:rPr>
        <w:t>The manual starter does not use pushbuttons or memory lock</w:t>
      </w:r>
      <w:r w:rsidR="00E852C8">
        <w:rPr>
          <w:sz w:val="20"/>
        </w:rPr>
        <w:t>-in</w:t>
      </w:r>
      <w:r>
        <w:rPr>
          <w:sz w:val="20"/>
        </w:rPr>
        <w:t xml:space="preserve">. </w:t>
      </w:r>
      <w:r w:rsidR="00E852C8">
        <w:rPr>
          <w:sz w:val="20"/>
        </w:rPr>
        <w:t xml:space="preserve">Disconnect the wires from the IEC electromechanical motor starter and switch them over to the IEC manual motor starter. This should include the 3 phase power wires, but not the control wiring from the pushbuttons. </w:t>
      </w:r>
      <w:r w:rsidR="00E852C8" w:rsidRPr="00E852C8">
        <w:rPr>
          <w:b/>
          <w:sz w:val="20"/>
        </w:rPr>
        <w:t>Be sure to place the manual motor starter in the OFF position.</w:t>
      </w:r>
    </w:p>
    <w:p w:rsidR="00CC515C" w:rsidRDefault="00CC515C" w:rsidP="003F2882">
      <w:pPr>
        <w:ind w:left="360" w:firstLine="360"/>
        <w:rPr>
          <w:sz w:val="20"/>
          <w:szCs w:val="32"/>
        </w:rPr>
      </w:pPr>
      <w:r>
        <w:rPr>
          <w:noProof/>
          <w:sz w:val="20"/>
          <w:szCs w:val="32"/>
          <w:lang w:eastAsia="en-US"/>
        </w:rPr>
        <w:drawing>
          <wp:anchor distT="0" distB="0" distL="114300" distR="114300" simplePos="0" relativeHeight="251708416" behindDoc="1" locked="0" layoutInCell="1" allowOverlap="1">
            <wp:simplePos x="0" y="0"/>
            <wp:positionH relativeFrom="margin">
              <wp:posOffset>3682365</wp:posOffset>
            </wp:positionH>
            <wp:positionV relativeFrom="paragraph">
              <wp:posOffset>41910</wp:posOffset>
            </wp:positionV>
            <wp:extent cx="2609850" cy="2609850"/>
            <wp:effectExtent l="19050" t="0" r="0" b="0"/>
            <wp:wrapTight wrapText="bothSides">
              <wp:wrapPolygon edited="0">
                <wp:start x="-158" y="0"/>
                <wp:lineTo x="-158" y="21442"/>
                <wp:lineTo x="21600" y="21442"/>
                <wp:lineTo x="21600" y="0"/>
                <wp:lineTo x="-158" y="0"/>
              </wp:wrapPolygon>
            </wp:wrapTight>
            <wp:docPr id="5" name="Picture 5" descr="https://www.codale.com/images/product-detail/391599.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codale.com/images/product-detail/391599.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09850" cy="2609850"/>
                    </a:xfrm>
                    <a:prstGeom prst="rect">
                      <a:avLst/>
                    </a:prstGeom>
                    <a:noFill/>
                    <a:ln>
                      <a:noFill/>
                    </a:ln>
                  </pic:spPr>
                </pic:pic>
              </a:graphicData>
            </a:graphic>
          </wp:anchor>
        </w:drawing>
      </w:r>
    </w:p>
    <w:p w:rsidR="00CC515C" w:rsidRDefault="00CC515C" w:rsidP="003F2882">
      <w:pPr>
        <w:ind w:left="360" w:firstLine="360"/>
        <w:rPr>
          <w:sz w:val="20"/>
          <w:szCs w:val="32"/>
        </w:rPr>
      </w:pPr>
    </w:p>
    <w:p w:rsidR="00CC515C" w:rsidRPr="00CC515C" w:rsidRDefault="00CC515C" w:rsidP="003F2882">
      <w:pPr>
        <w:ind w:left="360" w:firstLine="360"/>
        <w:rPr>
          <w:sz w:val="20"/>
          <w:szCs w:val="32"/>
        </w:rPr>
      </w:pPr>
    </w:p>
    <w:p w:rsidR="003914F5" w:rsidRPr="00CC515C" w:rsidRDefault="003914F5" w:rsidP="003F2882">
      <w:pPr>
        <w:ind w:left="360" w:firstLine="360"/>
        <w:rPr>
          <w:sz w:val="20"/>
          <w:szCs w:val="32"/>
        </w:rPr>
      </w:pPr>
    </w:p>
    <w:p w:rsidR="003914F5" w:rsidRDefault="003914F5" w:rsidP="003F2882">
      <w:pPr>
        <w:ind w:left="360" w:firstLine="360"/>
        <w:rPr>
          <w:b/>
          <w:i/>
          <w:sz w:val="32"/>
          <w:szCs w:val="32"/>
        </w:rPr>
      </w:pPr>
    </w:p>
    <w:p w:rsidR="003914F5" w:rsidRPr="00CC515C" w:rsidRDefault="003914F5" w:rsidP="003F2882">
      <w:pPr>
        <w:ind w:left="360" w:firstLine="360"/>
        <w:rPr>
          <w:sz w:val="20"/>
          <w:szCs w:val="32"/>
        </w:rPr>
      </w:pPr>
    </w:p>
    <w:p w:rsidR="00AC3B53" w:rsidRDefault="00AC3B53" w:rsidP="003F2882">
      <w:pPr>
        <w:ind w:left="360" w:firstLine="360"/>
        <w:rPr>
          <w:b/>
          <w:i/>
          <w:sz w:val="32"/>
          <w:szCs w:val="32"/>
        </w:rPr>
      </w:pPr>
    </w:p>
    <w:p w:rsidR="00AC3B53" w:rsidRDefault="00AC3B53" w:rsidP="003F2882">
      <w:pPr>
        <w:ind w:left="360" w:firstLine="360"/>
        <w:rPr>
          <w:b/>
          <w:i/>
          <w:sz w:val="32"/>
          <w:szCs w:val="32"/>
        </w:rPr>
      </w:pPr>
    </w:p>
    <w:p w:rsidR="00CC515C" w:rsidRDefault="00CC515C" w:rsidP="00CC515C">
      <w:pPr>
        <w:ind w:left="360" w:firstLine="360"/>
        <w:rPr>
          <w:b/>
          <w:i/>
          <w:sz w:val="32"/>
          <w:szCs w:val="32"/>
        </w:rPr>
      </w:pPr>
      <w:r w:rsidRPr="004F4A3F">
        <w:rPr>
          <w:b/>
          <w:i/>
          <w:sz w:val="32"/>
          <w:szCs w:val="32"/>
        </w:rPr>
        <w:t>Do not energize until reviewed with your instructor.</w:t>
      </w:r>
    </w:p>
    <w:p w:rsidR="00CC515C" w:rsidRDefault="00CC515C" w:rsidP="00CC515C">
      <w:pPr>
        <w:ind w:left="360" w:firstLine="360"/>
        <w:rPr>
          <w:sz w:val="20"/>
          <w:szCs w:val="32"/>
        </w:rPr>
      </w:pPr>
      <w:r>
        <w:rPr>
          <w:sz w:val="20"/>
          <w:szCs w:val="32"/>
        </w:rPr>
        <w:t xml:space="preserve">Run the motor </w:t>
      </w:r>
      <w:r w:rsidR="006477BB">
        <w:rPr>
          <w:sz w:val="20"/>
          <w:szCs w:val="32"/>
        </w:rPr>
        <w:t>w</w:t>
      </w:r>
      <w:r>
        <w:rPr>
          <w:sz w:val="20"/>
          <w:szCs w:val="32"/>
        </w:rPr>
        <w:t>ith the IEC manual motor starter.</w:t>
      </w:r>
    </w:p>
    <w:p w:rsidR="00CC515C" w:rsidRDefault="00CC515C" w:rsidP="00CC515C">
      <w:pPr>
        <w:ind w:left="360"/>
        <w:rPr>
          <w:b/>
          <w:sz w:val="20"/>
        </w:rPr>
      </w:pPr>
      <w:r>
        <w:rPr>
          <w:b/>
          <w:sz w:val="20"/>
        </w:rPr>
        <w:t>Record the direction of the motor shaft rotation.  Caution, do not touch the motor shaft as there can be sharp edges that can be dangerous!</w:t>
      </w:r>
    </w:p>
    <w:p w:rsidR="00CC515C" w:rsidRPr="00F82FB6" w:rsidRDefault="00CC515C" w:rsidP="00CC515C">
      <w:pPr>
        <w:ind w:left="360"/>
        <w:rPr>
          <w:b/>
          <w:sz w:val="20"/>
        </w:rPr>
      </w:pPr>
    </w:p>
    <w:p w:rsidR="00CC515C" w:rsidRDefault="00CC515C" w:rsidP="00CC515C">
      <w:pPr>
        <w:ind w:left="360"/>
        <w:rPr>
          <w:b/>
          <w:sz w:val="20"/>
        </w:rPr>
      </w:pPr>
      <w:r>
        <w:rPr>
          <w:b/>
          <w:sz w:val="20"/>
        </w:rPr>
        <w:t xml:space="preserve">CW </w:t>
      </w:r>
      <w:r>
        <w:rPr>
          <w:b/>
          <w:sz w:val="20"/>
        </w:rPr>
        <w:tab/>
      </w:r>
      <w:r>
        <w:rPr>
          <w:b/>
          <w:sz w:val="20"/>
        </w:rPr>
        <w:tab/>
      </w:r>
      <w:r>
        <w:rPr>
          <w:b/>
          <w:sz w:val="20"/>
        </w:rPr>
        <w:tab/>
      </w:r>
      <w:r>
        <w:rPr>
          <w:b/>
          <w:sz w:val="20"/>
        </w:rPr>
        <w:tab/>
        <w:t xml:space="preserve">or </w:t>
      </w:r>
      <w:r>
        <w:rPr>
          <w:b/>
          <w:sz w:val="20"/>
        </w:rPr>
        <w:tab/>
      </w:r>
      <w:r>
        <w:rPr>
          <w:b/>
          <w:sz w:val="20"/>
        </w:rPr>
        <w:tab/>
      </w:r>
      <w:r>
        <w:rPr>
          <w:b/>
          <w:sz w:val="20"/>
        </w:rPr>
        <w:tab/>
        <w:t>CCW</w:t>
      </w:r>
    </w:p>
    <w:p w:rsidR="00CC515C" w:rsidRDefault="00CC515C" w:rsidP="00CC515C">
      <w:pPr>
        <w:ind w:left="360"/>
        <w:rPr>
          <w:b/>
          <w:sz w:val="20"/>
        </w:rPr>
      </w:pPr>
    </w:p>
    <w:p w:rsidR="00CC515C" w:rsidRPr="00F82FB6" w:rsidRDefault="00CC515C" w:rsidP="00CC515C">
      <w:pPr>
        <w:ind w:left="360"/>
        <w:rPr>
          <w:sz w:val="20"/>
        </w:rPr>
      </w:pPr>
      <w:r w:rsidRPr="00F82FB6">
        <w:rPr>
          <w:sz w:val="20"/>
        </w:rPr>
        <w:t>Measure current the motor draws on each leg (T1, T2, T3).  Using the clamp part of the multimeter, clamp around the leg at the terminal strip where the motor cord is connected.  Current measurements are best if done as close to the motor as safely possible!</w:t>
      </w:r>
    </w:p>
    <w:p w:rsidR="00CC515C" w:rsidRPr="00F82FB6" w:rsidRDefault="00CC515C" w:rsidP="00CC515C">
      <w:pPr>
        <w:ind w:left="360"/>
        <w:rPr>
          <w:sz w:val="20"/>
        </w:rPr>
      </w:pPr>
      <w:r w:rsidRPr="00F82FB6">
        <w:rPr>
          <w:sz w:val="20"/>
        </w:rPr>
        <w:tab/>
      </w:r>
      <w:r w:rsidRPr="00F82FB6">
        <w:rPr>
          <w:sz w:val="20"/>
        </w:rPr>
        <w:tab/>
        <w:t>T1 Amps=_________________</w:t>
      </w:r>
    </w:p>
    <w:p w:rsidR="00CC515C" w:rsidRPr="00F82FB6" w:rsidRDefault="00CC515C" w:rsidP="00CC515C">
      <w:pPr>
        <w:ind w:left="360"/>
        <w:rPr>
          <w:sz w:val="20"/>
        </w:rPr>
      </w:pPr>
      <w:r w:rsidRPr="00F82FB6">
        <w:rPr>
          <w:sz w:val="20"/>
        </w:rPr>
        <w:tab/>
      </w:r>
      <w:r w:rsidRPr="00F82FB6">
        <w:rPr>
          <w:sz w:val="20"/>
        </w:rPr>
        <w:tab/>
        <w:t>T2 Amps=_________________</w:t>
      </w:r>
    </w:p>
    <w:p w:rsidR="00CC515C" w:rsidRDefault="00CC515C" w:rsidP="00CC515C">
      <w:pPr>
        <w:ind w:left="360"/>
        <w:rPr>
          <w:sz w:val="20"/>
        </w:rPr>
      </w:pPr>
      <w:r w:rsidRPr="00F82FB6">
        <w:rPr>
          <w:sz w:val="20"/>
        </w:rPr>
        <w:tab/>
      </w:r>
      <w:r w:rsidRPr="00F82FB6">
        <w:rPr>
          <w:sz w:val="20"/>
        </w:rPr>
        <w:tab/>
        <w:t>T3 Amps=_________________</w:t>
      </w:r>
    </w:p>
    <w:p w:rsidR="006477BB" w:rsidRDefault="006477BB" w:rsidP="00CC515C">
      <w:pPr>
        <w:ind w:left="360"/>
        <w:rPr>
          <w:b/>
          <w:sz w:val="20"/>
        </w:rPr>
      </w:pPr>
    </w:p>
    <w:p w:rsidR="006477BB" w:rsidRDefault="006477BB" w:rsidP="00CC515C">
      <w:pPr>
        <w:ind w:left="360"/>
        <w:rPr>
          <w:b/>
          <w:sz w:val="20"/>
        </w:rPr>
      </w:pPr>
    </w:p>
    <w:p w:rsidR="00CC515C" w:rsidRDefault="00CC515C" w:rsidP="00CC515C">
      <w:pPr>
        <w:ind w:left="360"/>
        <w:rPr>
          <w:b/>
          <w:sz w:val="20"/>
        </w:rPr>
      </w:pPr>
      <w:r>
        <w:rPr>
          <w:b/>
          <w:sz w:val="20"/>
        </w:rPr>
        <w:lastRenderedPageBreak/>
        <w:t>Reverse the direction of the motor…</w:t>
      </w:r>
    </w:p>
    <w:p w:rsidR="006477BB" w:rsidRDefault="006477BB" w:rsidP="006477BB">
      <w:pPr>
        <w:ind w:left="360"/>
        <w:rPr>
          <w:sz w:val="20"/>
        </w:rPr>
      </w:pPr>
      <w:r>
        <w:rPr>
          <w:sz w:val="20"/>
        </w:rPr>
        <w:t>Recall that a 3 phase motor</w:t>
      </w:r>
      <w:r w:rsidRPr="00562B49">
        <w:rPr>
          <w:sz w:val="20"/>
        </w:rPr>
        <w:t xml:space="preserve"> </w:t>
      </w:r>
      <w:r>
        <w:rPr>
          <w:sz w:val="20"/>
        </w:rPr>
        <w:t xml:space="preserve">can be reversed by switching any of the 3 legs (T1, T2, </w:t>
      </w:r>
      <w:proofErr w:type="gramStart"/>
      <w:r>
        <w:rPr>
          <w:sz w:val="20"/>
        </w:rPr>
        <w:t>T3</w:t>
      </w:r>
      <w:proofErr w:type="gramEnd"/>
      <w:r>
        <w:rPr>
          <w:sz w:val="20"/>
        </w:rPr>
        <w:t>). Switch the leads at the terminal strip and run the motor in the reverse direction.</w:t>
      </w:r>
    </w:p>
    <w:p w:rsidR="00CC515C" w:rsidRDefault="00CC515C" w:rsidP="00CC515C">
      <w:pPr>
        <w:ind w:left="360"/>
        <w:rPr>
          <w:sz w:val="20"/>
        </w:rPr>
      </w:pPr>
      <w:r>
        <w:rPr>
          <w:sz w:val="20"/>
        </w:rPr>
        <w:t>Switch the leads at the terminal strip and run the motor in the reverse directions.</w:t>
      </w:r>
    </w:p>
    <w:p w:rsidR="00CC515C" w:rsidRPr="00F82FB6" w:rsidRDefault="00CC515C" w:rsidP="00CC515C">
      <w:pPr>
        <w:ind w:left="360"/>
        <w:rPr>
          <w:b/>
          <w:sz w:val="20"/>
        </w:rPr>
      </w:pPr>
      <w:r>
        <w:rPr>
          <w:b/>
          <w:sz w:val="20"/>
        </w:rPr>
        <w:t>Record the direction of the motor shaft rotation.  Caution, do not touch the motor shaft as there can be sharp edges that can be dangerous!</w:t>
      </w:r>
    </w:p>
    <w:p w:rsidR="00CC515C" w:rsidRDefault="00CC515C" w:rsidP="00CC515C">
      <w:pPr>
        <w:ind w:left="360"/>
        <w:rPr>
          <w:b/>
          <w:sz w:val="20"/>
        </w:rPr>
      </w:pPr>
    </w:p>
    <w:p w:rsidR="00CC515C" w:rsidRDefault="00CC515C" w:rsidP="00CC515C">
      <w:pPr>
        <w:ind w:left="360"/>
        <w:rPr>
          <w:b/>
          <w:sz w:val="20"/>
        </w:rPr>
      </w:pPr>
      <w:r>
        <w:rPr>
          <w:b/>
          <w:sz w:val="20"/>
        </w:rPr>
        <w:t xml:space="preserve">CW </w:t>
      </w:r>
      <w:r>
        <w:rPr>
          <w:b/>
          <w:sz w:val="20"/>
        </w:rPr>
        <w:tab/>
      </w:r>
      <w:r>
        <w:rPr>
          <w:b/>
          <w:sz w:val="20"/>
        </w:rPr>
        <w:tab/>
      </w:r>
      <w:r>
        <w:rPr>
          <w:b/>
          <w:sz w:val="20"/>
        </w:rPr>
        <w:tab/>
      </w:r>
      <w:r>
        <w:rPr>
          <w:b/>
          <w:sz w:val="20"/>
        </w:rPr>
        <w:tab/>
        <w:t xml:space="preserve">or </w:t>
      </w:r>
      <w:r>
        <w:rPr>
          <w:b/>
          <w:sz w:val="20"/>
        </w:rPr>
        <w:tab/>
      </w:r>
      <w:r>
        <w:rPr>
          <w:b/>
          <w:sz w:val="20"/>
        </w:rPr>
        <w:tab/>
      </w:r>
      <w:r>
        <w:rPr>
          <w:b/>
          <w:sz w:val="20"/>
        </w:rPr>
        <w:tab/>
        <w:t>CCW</w:t>
      </w:r>
    </w:p>
    <w:p w:rsidR="00CC515C" w:rsidRDefault="00CC515C" w:rsidP="00CC515C">
      <w:pPr>
        <w:ind w:left="360"/>
        <w:rPr>
          <w:b/>
          <w:sz w:val="20"/>
        </w:rPr>
      </w:pPr>
    </w:p>
    <w:p w:rsidR="00AC3B53" w:rsidRDefault="00CC515C" w:rsidP="003F2882">
      <w:pPr>
        <w:ind w:left="360" w:firstLine="360"/>
        <w:rPr>
          <w:b/>
          <w:i/>
          <w:sz w:val="32"/>
          <w:szCs w:val="32"/>
        </w:rPr>
      </w:pPr>
      <w:r>
        <w:rPr>
          <w:b/>
          <w:sz w:val="32"/>
        </w:rPr>
        <w:t xml:space="preserve">De-energize and proceed to tear down.  </w:t>
      </w:r>
      <w:r>
        <w:rPr>
          <w:b/>
          <w:sz w:val="32"/>
        </w:rPr>
        <w:tab/>
        <w:t>Lab Complete.</w:t>
      </w:r>
    </w:p>
    <w:p w:rsidR="00AC3B53" w:rsidRPr="004F4A3F" w:rsidRDefault="00AC3B53" w:rsidP="003F2882">
      <w:pPr>
        <w:ind w:left="360" w:firstLine="360"/>
        <w:rPr>
          <w:b/>
          <w:i/>
          <w:sz w:val="32"/>
          <w:szCs w:val="32"/>
        </w:rPr>
      </w:pPr>
    </w:p>
    <w:sectPr w:rsidR="00AC3B53" w:rsidRPr="004F4A3F" w:rsidSect="0096074F">
      <w:footerReference w:type="default" r:id="rId18"/>
      <w:pgSz w:w="12240" w:h="15840"/>
      <w:pgMar w:top="1008" w:right="1296" w:bottom="864" w:left="1296"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43A" w:rsidRDefault="00FD143A">
      <w:pPr>
        <w:spacing w:after="0" w:line="240" w:lineRule="auto"/>
      </w:pPr>
      <w:r>
        <w:separator/>
      </w:r>
    </w:p>
  </w:endnote>
  <w:endnote w:type="continuationSeparator" w:id="0">
    <w:p w:rsidR="00FD143A" w:rsidRDefault="00FD1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BA7" w:rsidRDefault="00913DF7" w:rsidP="00651AD4">
    <w:pPr>
      <w:pStyle w:val="Footer"/>
      <w:jc w:val="left"/>
    </w:pPr>
    <w:r>
      <w:fldChar w:fldCharType="begin"/>
    </w:r>
    <w:r w:rsidR="006662E6">
      <w:instrText xml:space="preserve"> PAGE   \* MERGEFORMAT </w:instrText>
    </w:r>
    <w:r>
      <w:fldChar w:fldCharType="separate"/>
    </w:r>
    <w:r w:rsidR="00263942">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43A" w:rsidRDefault="00FD143A">
      <w:pPr>
        <w:spacing w:after="0" w:line="240" w:lineRule="auto"/>
      </w:pPr>
      <w:r>
        <w:separator/>
      </w:r>
    </w:p>
  </w:footnote>
  <w:footnote w:type="continuationSeparator" w:id="0">
    <w:p w:rsidR="00FD143A" w:rsidRDefault="00FD14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90C32"/>
    <w:multiLevelType w:val="hybridMultilevel"/>
    <w:tmpl w:val="B7C8E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E96FEF"/>
    <w:multiLevelType w:val="hybridMultilevel"/>
    <w:tmpl w:val="FBA46DE4"/>
    <w:lvl w:ilvl="0" w:tplc="39D06AB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61D24"/>
    <w:multiLevelType w:val="hybridMultilevel"/>
    <w:tmpl w:val="2F68F4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8E22A3"/>
    <w:multiLevelType w:val="hybridMultilevel"/>
    <w:tmpl w:val="FFC81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20391"/>
    <w:multiLevelType w:val="hybridMultilevel"/>
    <w:tmpl w:val="D70809F4"/>
    <w:lvl w:ilvl="0" w:tplc="F236C9C2">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3E7B95"/>
    <w:multiLevelType w:val="hybridMultilevel"/>
    <w:tmpl w:val="53F4194E"/>
    <w:lvl w:ilvl="0" w:tplc="E1D64D64">
      <w:start w:val="1"/>
      <w:numFmt w:val="decimal"/>
      <w:lvlText w:val="%1."/>
      <w:lvlJc w:val="left"/>
      <w:pPr>
        <w:ind w:left="1620" w:hanging="360"/>
      </w:pPr>
      <w:rPr>
        <w:rFonts w:hint="default"/>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F17C20"/>
    <w:multiLevelType w:val="hybridMultilevel"/>
    <w:tmpl w:val="53EAD27C"/>
    <w:lvl w:ilvl="0" w:tplc="9498F70C">
      <w:start w:val="3"/>
      <w:numFmt w:val="lowerLetter"/>
      <w:lvlText w:val="%1."/>
      <w:lvlJc w:val="left"/>
      <w:pPr>
        <w:ind w:left="1500" w:hanging="360"/>
      </w:pPr>
      <w:rPr>
        <w:rFonts w:hint="default"/>
      </w:rPr>
    </w:lvl>
    <w:lvl w:ilvl="1" w:tplc="04090019">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7" w15:restartNumberingAfterBreak="0">
    <w:nsid w:val="2A3B5352"/>
    <w:multiLevelType w:val="hybridMultilevel"/>
    <w:tmpl w:val="105024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EF57AC"/>
    <w:multiLevelType w:val="hybridMultilevel"/>
    <w:tmpl w:val="47CCD1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7D49A2"/>
    <w:multiLevelType w:val="hybridMultilevel"/>
    <w:tmpl w:val="0524A1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3A74F9C"/>
    <w:multiLevelType w:val="hybridMultilevel"/>
    <w:tmpl w:val="C8EED9EA"/>
    <w:lvl w:ilvl="0" w:tplc="39D06ABE">
      <w:start w:val="1"/>
      <w:numFmt w:val="decimal"/>
      <w:lvlText w:val="%1."/>
      <w:lvlJc w:val="left"/>
      <w:pPr>
        <w:ind w:left="288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3B3D5D08"/>
    <w:multiLevelType w:val="hybridMultilevel"/>
    <w:tmpl w:val="197AC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165EC5"/>
    <w:multiLevelType w:val="hybridMultilevel"/>
    <w:tmpl w:val="9D58CE9A"/>
    <w:lvl w:ilvl="0" w:tplc="73502BE0">
      <w:start w:val="1"/>
      <w:numFmt w:val="decimal"/>
      <w:lvlText w:val="%1."/>
      <w:lvlJc w:val="left"/>
      <w:pPr>
        <w:ind w:left="1620" w:hanging="360"/>
      </w:pPr>
      <w:rPr>
        <w:rFonts w:hint="default"/>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15:restartNumberingAfterBreak="0">
    <w:nsid w:val="43FD7706"/>
    <w:multiLevelType w:val="hybridMultilevel"/>
    <w:tmpl w:val="16B6B80A"/>
    <w:lvl w:ilvl="0" w:tplc="04090015">
      <w:start w:val="1"/>
      <w:numFmt w:val="upperLetter"/>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E683EB6"/>
    <w:multiLevelType w:val="hybridMultilevel"/>
    <w:tmpl w:val="0A385B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39D7378"/>
    <w:multiLevelType w:val="hybridMultilevel"/>
    <w:tmpl w:val="4BD0E89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3E7AEE"/>
    <w:multiLevelType w:val="hybridMultilevel"/>
    <w:tmpl w:val="32D8D134"/>
    <w:lvl w:ilvl="0" w:tplc="4E022F6C">
      <w:start w:val="1"/>
      <w:numFmt w:val="upperLetter"/>
      <w:lvlText w:val="%1."/>
      <w:lvlJc w:val="left"/>
      <w:pPr>
        <w:ind w:left="720" w:hanging="360"/>
      </w:pPr>
      <w:rPr>
        <w:b/>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8E2339"/>
    <w:multiLevelType w:val="hybridMultilevel"/>
    <w:tmpl w:val="B84008E0"/>
    <w:lvl w:ilvl="0" w:tplc="7A14D3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6"/>
  </w:num>
  <w:num w:numId="4">
    <w:abstractNumId w:val="5"/>
  </w:num>
  <w:num w:numId="5">
    <w:abstractNumId w:val="10"/>
  </w:num>
  <w:num w:numId="6">
    <w:abstractNumId w:val="1"/>
  </w:num>
  <w:num w:numId="7">
    <w:abstractNumId w:val="0"/>
  </w:num>
  <w:num w:numId="8">
    <w:abstractNumId w:val="12"/>
  </w:num>
  <w:num w:numId="9">
    <w:abstractNumId w:val="16"/>
  </w:num>
  <w:num w:numId="10">
    <w:abstractNumId w:val="15"/>
  </w:num>
  <w:num w:numId="11">
    <w:abstractNumId w:val="4"/>
  </w:num>
  <w:num w:numId="12">
    <w:abstractNumId w:val="14"/>
  </w:num>
  <w:num w:numId="13">
    <w:abstractNumId w:val="8"/>
  </w:num>
  <w:num w:numId="14">
    <w:abstractNumId w:val="13"/>
  </w:num>
  <w:num w:numId="15">
    <w:abstractNumId w:val="9"/>
  </w:num>
  <w:num w:numId="16">
    <w:abstractNumId w:val="3"/>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22AA"/>
    <w:rsid w:val="0004247A"/>
    <w:rsid w:val="00045E51"/>
    <w:rsid w:val="000A35DF"/>
    <w:rsid w:val="000B3E1A"/>
    <w:rsid w:val="000D1556"/>
    <w:rsid w:val="000E381E"/>
    <w:rsid w:val="000F711C"/>
    <w:rsid w:val="00125C5E"/>
    <w:rsid w:val="00147DF0"/>
    <w:rsid w:val="00152400"/>
    <w:rsid w:val="00167C46"/>
    <w:rsid w:val="00183FE6"/>
    <w:rsid w:val="00186FD0"/>
    <w:rsid w:val="00193085"/>
    <w:rsid w:val="001A1CCD"/>
    <w:rsid w:val="001B3E72"/>
    <w:rsid w:val="001F5AC2"/>
    <w:rsid w:val="00206CF7"/>
    <w:rsid w:val="00207C92"/>
    <w:rsid w:val="00225CD7"/>
    <w:rsid w:val="00263942"/>
    <w:rsid w:val="00276A13"/>
    <w:rsid w:val="0029270C"/>
    <w:rsid w:val="002A64D4"/>
    <w:rsid w:val="002A6B0E"/>
    <w:rsid w:val="002C6151"/>
    <w:rsid w:val="002F3E29"/>
    <w:rsid w:val="00313E8D"/>
    <w:rsid w:val="00316E85"/>
    <w:rsid w:val="00331B1E"/>
    <w:rsid w:val="00347429"/>
    <w:rsid w:val="00362C38"/>
    <w:rsid w:val="003742E0"/>
    <w:rsid w:val="00381DDE"/>
    <w:rsid w:val="003914F5"/>
    <w:rsid w:val="003D2960"/>
    <w:rsid w:val="003D5A8C"/>
    <w:rsid w:val="003E2454"/>
    <w:rsid w:val="003F2882"/>
    <w:rsid w:val="003F5A00"/>
    <w:rsid w:val="0041670F"/>
    <w:rsid w:val="00447E0A"/>
    <w:rsid w:val="004514B3"/>
    <w:rsid w:val="004758C3"/>
    <w:rsid w:val="00490887"/>
    <w:rsid w:val="00495274"/>
    <w:rsid w:val="004D4E78"/>
    <w:rsid w:val="004E4F4F"/>
    <w:rsid w:val="004F4A3F"/>
    <w:rsid w:val="0050485B"/>
    <w:rsid w:val="00511373"/>
    <w:rsid w:val="00537376"/>
    <w:rsid w:val="00562B49"/>
    <w:rsid w:val="0058419C"/>
    <w:rsid w:val="005A1023"/>
    <w:rsid w:val="005F4400"/>
    <w:rsid w:val="00617E9A"/>
    <w:rsid w:val="00634C10"/>
    <w:rsid w:val="006477BB"/>
    <w:rsid w:val="00651AD4"/>
    <w:rsid w:val="006538B3"/>
    <w:rsid w:val="006630D0"/>
    <w:rsid w:val="006662E6"/>
    <w:rsid w:val="00667C4D"/>
    <w:rsid w:val="00667E30"/>
    <w:rsid w:val="006A5E91"/>
    <w:rsid w:val="006D1BFD"/>
    <w:rsid w:val="006D7912"/>
    <w:rsid w:val="007122AA"/>
    <w:rsid w:val="00715AC4"/>
    <w:rsid w:val="007A75F6"/>
    <w:rsid w:val="007B31A2"/>
    <w:rsid w:val="007C26C3"/>
    <w:rsid w:val="008343EC"/>
    <w:rsid w:val="00837E02"/>
    <w:rsid w:val="00851DB9"/>
    <w:rsid w:val="00853030"/>
    <w:rsid w:val="00856425"/>
    <w:rsid w:val="00872805"/>
    <w:rsid w:val="008765E0"/>
    <w:rsid w:val="00884913"/>
    <w:rsid w:val="00897609"/>
    <w:rsid w:val="008C1428"/>
    <w:rsid w:val="008E7ED1"/>
    <w:rsid w:val="008F05B2"/>
    <w:rsid w:val="00910177"/>
    <w:rsid w:val="00913DF7"/>
    <w:rsid w:val="00920CC6"/>
    <w:rsid w:val="009349D4"/>
    <w:rsid w:val="00936BA7"/>
    <w:rsid w:val="00942D83"/>
    <w:rsid w:val="0096074F"/>
    <w:rsid w:val="009A715F"/>
    <w:rsid w:val="009C60D6"/>
    <w:rsid w:val="009D6C84"/>
    <w:rsid w:val="009E73B0"/>
    <w:rsid w:val="009F6569"/>
    <w:rsid w:val="00A708AC"/>
    <w:rsid w:val="00A8024B"/>
    <w:rsid w:val="00A9675C"/>
    <w:rsid w:val="00AC3B53"/>
    <w:rsid w:val="00AF73F4"/>
    <w:rsid w:val="00B164BC"/>
    <w:rsid w:val="00B27D59"/>
    <w:rsid w:val="00B31EED"/>
    <w:rsid w:val="00B5015B"/>
    <w:rsid w:val="00B5317D"/>
    <w:rsid w:val="00B541EE"/>
    <w:rsid w:val="00BA6732"/>
    <w:rsid w:val="00BD546F"/>
    <w:rsid w:val="00BF0237"/>
    <w:rsid w:val="00BF66A5"/>
    <w:rsid w:val="00C0210F"/>
    <w:rsid w:val="00C0274C"/>
    <w:rsid w:val="00C32D80"/>
    <w:rsid w:val="00C55678"/>
    <w:rsid w:val="00C66F8E"/>
    <w:rsid w:val="00C74663"/>
    <w:rsid w:val="00CB4B46"/>
    <w:rsid w:val="00CC3A97"/>
    <w:rsid w:val="00CC515C"/>
    <w:rsid w:val="00CC5AB2"/>
    <w:rsid w:val="00CD0305"/>
    <w:rsid w:val="00D66ABC"/>
    <w:rsid w:val="00D846EE"/>
    <w:rsid w:val="00DA134D"/>
    <w:rsid w:val="00DB32A1"/>
    <w:rsid w:val="00DC5D59"/>
    <w:rsid w:val="00E21FC5"/>
    <w:rsid w:val="00E325BB"/>
    <w:rsid w:val="00E35C3D"/>
    <w:rsid w:val="00E37728"/>
    <w:rsid w:val="00E46301"/>
    <w:rsid w:val="00E852C8"/>
    <w:rsid w:val="00E877A5"/>
    <w:rsid w:val="00EA0A18"/>
    <w:rsid w:val="00EB1034"/>
    <w:rsid w:val="00F1058F"/>
    <w:rsid w:val="00F17D3B"/>
    <w:rsid w:val="00F20A07"/>
    <w:rsid w:val="00F752B9"/>
    <w:rsid w:val="00F82FB6"/>
    <w:rsid w:val="00FD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5:docId w15:val="{F2CD58D7-7A58-486C-94B3-6ED0854BD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262626" w:themeColor="text1" w:themeTint="D9"/>
        <w:sz w:val="17"/>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8AC"/>
  </w:style>
  <w:style w:type="paragraph" w:styleId="Heading1">
    <w:name w:val="heading 1"/>
    <w:basedOn w:val="Normal"/>
    <w:next w:val="Normal"/>
    <w:link w:val="Heading1Char"/>
    <w:uiPriority w:val="9"/>
    <w:semiHidden/>
    <w:unhideWhenUsed/>
    <w:qFormat/>
    <w:rsid w:val="00A708AC"/>
    <w:pPr>
      <w:keepNext/>
      <w:keepLines/>
      <w:spacing w:before="240" w:after="0"/>
      <w:outlineLvl w:val="0"/>
    </w:pPr>
    <w:rPr>
      <w:rFonts w:asciiTheme="majorHAnsi" w:eastAsiaTheme="majorEastAsia" w:hAnsiTheme="majorHAnsi" w:cstheme="majorBidi"/>
      <w:color w:val="141414" w:themeColor="accent1"/>
      <w:sz w:val="32"/>
    </w:rPr>
  </w:style>
  <w:style w:type="paragraph" w:styleId="Heading2">
    <w:name w:val="heading 2"/>
    <w:basedOn w:val="Normal"/>
    <w:next w:val="Normal"/>
    <w:link w:val="Heading2Char"/>
    <w:uiPriority w:val="9"/>
    <w:semiHidden/>
    <w:unhideWhenUsed/>
    <w:qFormat/>
    <w:rsid w:val="00A708AC"/>
    <w:pPr>
      <w:keepNext/>
      <w:keepLines/>
      <w:spacing w:before="160" w:after="0"/>
      <w:outlineLvl w:val="1"/>
    </w:pPr>
    <w:rPr>
      <w:rFonts w:asciiTheme="majorHAnsi" w:eastAsiaTheme="majorEastAsia" w:hAnsiTheme="majorHAnsi" w:cstheme="majorBidi"/>
      <w:color w:val="141414" w:themeColor="accent1"/>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1"/>
    <w:unhideWhenUsed/>
    <w:qFormat/>
    <w:rsid w:val="00A708AC"/>
    <w:pPr>
      <w:spacing w:after="560" w:line="240" w:lineRule="auto"/>
      <w:contextualSpacing/>
    </w:pPr>
    <w:rPr>
      <w:caps/>
      <w:color w:val="000000" w:themeColor="text1"/>
      <w:sz w:val="20"/>
    </w:rPr>
  </w:style>
  <w:style w:type="character" w:customStyle="1" w:styleId="DateChar">
    <w:name w:val="Date Char"/>
    <w:basedOn w:val="DefaultParagraphFont"/>
    <w:link w:val="Date"/>
    <w:uiPriority w:val="1"/>
    <w:rsid w:val="00A708AC"/>
    <w:rPr>
      <w:caps/>
      <w:color w:val="000000" w:themeColor="text1"/>
      <w:sz w:val="20"/>
    </w:rPr>
  </w:style>
  <w:style w:type="character" w:styleId="PlaceholderText">
    <w:name w:val="Placeholder Text"/>
    <w:basedOn w:val="DefaultParagraphFont"/>
    <w:uiPriority w:val="99"/>
    <w:semiHidden/>
    <w:rsid w:val="00A708AC"/>
    <w:rPr>
      <w:color w:val="808080"/>
    </w:rPr>
  </w:style>
  <w:style w:type="paragraph" w:styleId="Title">
    <w:name w:val="Title"/>
    <w:basedOn w:val="Normal"/>
    <w:next w:val="Normal"/>
    <w:link w:val="TitleChar"/>
    <w:uiPriority w:val="1"/>
    <w:qFormat/>
    <w:rsid w:val="00A708AC"/>
    <w:pPr>
      <w:pBdr>
        <w:bottom w:val="thickThinLargeGap" w:sz="12" w:space="5" w:color="4E4E4E" w:themeColor="accent1" w:themeTint="BF"/>
      </w:pBdr>
      <w:spacing w:after="0" w:line="240" w:lineRule="auto"/>
      <w:contextualSpacing/>
    </w:pPr>
    <w:rPr>
      <w:rFonts w:asciiTheme="majorHAnsi" w:eastAsiaTheme="majorEastAsia" w:hAnsiTheme="majorHAnsi" w:cstheme="majorBidi"/>
      <w:caps/>
      <w:color w:val="4E4E4E" w:themeColor="accent1" w:themeTint="BF"/>
      <w:kern w:val="28"/>
      <w:sz w:val="48"/>
    </w:rPr>
  </w:style>
  <w:style w:type="character" w:customStyle="1" w:styleId="TitleChar">
    <w:name w:val="Title Char"/>
    <w:basedOn w:val="DefaultParagraphFont"/>
    <w:link w:val="Title"/>
    <w:uiPriority w:val="1"/>
    <w:rsid w:val="00A708AC"/>
    <w:rPr>
      <w:rFonts w:asciiTheme="majorHAnsi" w:eastAsiaTheme="majorEastAsia" w:hAnsiTheme="majorHAnsi" w:cstheme="majorBidi"/>
      <w:caps/>
      <w:color w:val="4E4E4E" w:themeColor="accent1" w:themeTint="BF"/>
      <w:kern w:val="28"/>
      <w:sz w:val="48"/>
    </w:rPr>
  </w:style>
  <w:style w:type="paragraph" w:styleId="Subtitle">
    <w:name w:val="Subtitle"/>
    <w:basedOn w:val="Normal"/>
    <w:next w:val="Normal"/>
    <w:link w:val="SubtitleChar"/>
    <w:uiPriority w:val="1"/>
    <w:qFormat/>
    <w:rsid w:val="00A708AC"/>
    <w:pPr>
      <w:numPr>
        <w:ilvl w:val="1"/>
      </w:numPr>
      <w:spacing w:after="160"/>
    </w:pPr>
    <w:rPr>
      <w:caps/>
      <w:color w:val="000000" w:themeColor="text1"/>
      <w:sz w:val="20"/>
    </w:rPr>
  </w:style>
  <w:style w:type="character" w:customStyle="1" w:styleId="SubtitleChar">
    <w:name w:val="Subtitle Char"/>
    <w:basedOn w:val="DefaultParagraphFont"/>
    <w:link w:val="Subtitle"/>
    <w:uiPriority w:val="1"/>
    <w:rsid w:val="00A708AC"/>
    <w:rPr>
      <w:caps/>
      <w:color w:val="000000" w:themeColor="text1"/>
      <w:sz w:val="20"/>
    </w:rPr>
  </w:style>
  <w:style w:type="table" w:styleId="TableGrid">
    <w:name w:val="Table Grid"/>
    <w:basedOn w:val="TableNormal"/>
    <w:uiPriority w:val="39"/>
    <w:rsid w:val="00A70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36"/>
    <w:qFormat/>
    <w:rsid w:val="00A708AC"/>
    <w:pPr>
      <w:spacing w:after="0" w:line="240" w:lineRule="auto"/>
    </w:pPr>
  </w:style>
  <w:style w:type="paragraph" w:customStyle="1" w:styleId="Name">
    <w:name w:val="Name"/>
    <w:basedOn w:val="Normal"/>
    <w:uiPriority w:val="1"/>
    <w:qFormat/>
    <w:rsid w:val="00A708AC"/>
    <w:pPr>
      <w:spacing w:before="300" w:after="0" w:line="240" w:lineRule="auto"/>
    </w:pPr>
    <w:rPr>
      <w:color w:val="000000" w:themeColor="text1"/>
      <w:sz w:val="20"/>
    </w:rPr>
  </w:style>
  <w:style w:type="table" w:customStyle="1" w:styleId="TaskListTable">
    <w:name w:val="Task List Table"/>
    <w:basedOn w:val="TableNormal"/>
    <w:uiPriority w:val="99"/>
    <w:rsid w:val="00A708AC"/>
    <w:pPr>
      <w:spacing w:before="80" w:after="80"/>
      <w:jc w:val="center"/>
    </w:pPr>
    <w:tblPr>
      <w:tblStyleRow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73" w:type="dxa"/>
        <w:right w:w="173" w:type="dxa"/>
      </w:tblCellMar>
    </w:tblPr>
    <w:tblStylePr w:type="firstRow">
      <w:pPr>
        <w:wordWrap/>
        <w:spacing w:line="240" w:lineRule="auto"/>
      </w:pPr>
      <w:rPr>
        <w:rFonts w:asciiTheme="majorHAnsi" w:hAnsiTheme="majorHAnsi"/>
        <w:b/>
        <w:caps/>
        <w:smallCaps w:val="0"/>
        <w:color w:val="FFFFFF" w:themeColor="background1"/>
        <w:sz w:val="18"/>
      </w:rPr>
      <w:tblPr/>
      <w:tcPr>
        <w:tcBorders>
          <w:top w:val="nil"/>
          <w:left w:val="single" w:sz="4" w:space="0" w:color="969696" w:themeColor="accent3"/>
          <w:bottom w:val="nil"/>
          <w:right w:val="single" w:sz="4" w:space="0" w:color="969696" w:themeColor="accent3"/>
          <w:insideH w:val="nil"/>
          <w:insideV w:val="single" w:sz="8" w:space="0" w:color="FFFFFF" w:themeColor="background1"/>
          <w:tl2br w:val="nil"/>
          <w:tr2bl w:val="nil"/>
        </w:tcBorders>
        <w:shd w:val="clear" w:color="auto" w:fill="969696" w:themeFill="accent3"/>
      </w:tcPr>
    </w:tblStylePr>
    <w:tblStylePr w:type="band1Horz">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shd w:val="clear" w:color="auto" w:fill="F2F2F2" w:themeFill="background1" w:themeFillShade="F2"/>
      </w:tcPr>
    </w:tblStylePr>
    <w:tblStylePr w:type="band2Horz">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tcPr>
    </w:tblStylePr>
  </w:style>
  <w:style w:type="character" w:customStyle="1" w:styleId="Heading1Char">
    <w:name w:val="Heading 1 Char"/>
    <w:basedOn w:val="DefaultParagraphFont"/>
    <w:link w:val="Heading1"/>
    <w:uiPriority w:val="9"/>
    <w:semiHidden/>
    <w:rsid w:val="00A708AC"/>
    <w:rPr>
      <w:rFonts w:asciiTheme="majorHAnsi" w:eastAsiaTheme="majorEastAsia" w:hAnsiTheme="majorHAnsi" w:cstheme="majorBidi"/>
      <w:color w:val="141414" w:themeColor="accent1"/>
      <w:sz w:val="32"/>
    </w:rPr>
  </w:style>
  <w:style w:type="character" w:customStyle="1" w:styleId="Heading2Char">
    <w:name w:val="Heading 2 Char"/>
    <w:basedOn w:val="DefaultParagraphFont"/>
    <w:link w:val="Heading2"/>
    <w:uiPriority w:val="9"/>
    <w:semiHidden/>
    <w:rsid w:val="00A708AC"/>
    <w:rPr>
      <w:rFonts w:asciiTheme="majorHAnsi" w:eastAsiaTheme="majorEastAsia" w:hAnsiTheme="majorHAnsi" w:cstheme="majorBidi"/>
      <w:color w:val="141414" w:themeColor="accent1"/>
      <w:sz w:val="26"/>
    </w:rPr>
  </w:style>
  <w:style w:type="paragraph" w:styleId="Header">
    <w:name w:val="header"/>
    <w:basedOn w:val="Normal"/>
    <w:link w:val="HeaderChar"/>
    <w:uiPriority w:val="99"/>
    <w:unhideWhenUsed/>
    <w:rsid w:val="00A708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08AC"/>
  </w:style>
  <w:style w:type="paragraph" w:styleId="Footer">
    <w:name w:val="footer"/>
    <w:basedOn w:val="Normal"/>
    <w:link w:val="FooterChar"/>
    <w:uiPriority w:val="99"/>
    <w:unhideWhenUsed/>
    <w:rsid w:val="00A708AC"/>
    <w:pPr>
      <w:spacing w:before="280" w:after="0" w:line="240" w:lineRule="auto"/>
      <w:jc w:val="right"/>
    </w:pPr>
    <w:rPr>
      <w:sz w:val="20"/>
    </w:rPr>
  </w:style>
  <w:style w:type="character" w:customStyle="1" w:styleId="FooterChar">
    <w:name w:val="Footer Char"/>
    <w:basedOn w:val="DefaultParagraphFont"/>
    <w:link w:val="Footer"/>
    <w:uiPriority w:val="99"/>
    <w:rsid w:val="00A708AC"/>
    <w:rPr>
      <w:sz w:val="20"/>
    </w:rPr>
  </w:style>
  <w:style w:type="paragraph" w:styleId="BalloonText">
    <w:name w:val="Balloon Text"/>
    <w:basedOn w:val="Normal"/>
    <w:link w:val="BalloonTextChar"/>
    <w:uiPriority w:val="99"/>
    <w:semiHidden/>
    <w:unhideWhenUsed/>
    <w:rsid w:val="009C60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0D6"/>
    <w:rPr>
      <w:rFonts w:ascii="Segoe UI" w:hAnsi="Segoe UI" w:cs="Segoe UI"/>
      <w:sz w:val="18"/>
      <w:szCs w:val="18"/>
    </w:rPr>
  </w:style>
  <w:style w:type="paragraph" w:styleId="ListParagraph">
    <w:name w:val="List Paragraph"/>
    <w:basedOn w:val="Normal"/>
    <w:uiPriority w:val="34"/>
    <w:unhideWhenUsed/>
    <w:qFormat/>
    <w:rsid w:val="009C60D6"/>
    <w:pPr>
      <w:ind w:left="720"/>
      <w:contextualSpacing/>
    </w:pPr>
  </w:style>
  <w:style w:type="paragraph" w:styleId="NormalWeb">
    <w:name w:val="Normal (Web)"/>
    <w:basedOn w:val="Normal"/>
    <w:uiPriority w:val="99"/>
    <w:semiHidden/>
    <w:unhideWhenUsed/>
    <w:rsid w:val="00D846EE"/>
    <w:pPr>
      <w:spacing w:before="100" w:beforeAutospacing="1" w:after="100" w:afterAutospacing="1" w:line="240" w:lineRule="auto"/>
    </w:pPr>
    <w:rPr>
      <w:rFonts w:ascii="Times New Roman" w:eastAsiaTheme="minorEastAsia" w:hAnsi="Times New Roman" w:cs="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eynoldsonline.com/125981/Category/IEC-Contactors-&amp;-Starters" TargetMode="External"/><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hyperlink" Target="https://www.google.com/url?sa=i&amp;rct=j&amp;q=&amp;esrc=s&amp;source=images&amp;cd=&amp;cad=rja&amp;uact=8&amp;ved=0CAcQjRxqFQoTCOHOz8D98MgCFUJKJgodYuQCoQ&amp;url=https://www.codale.com/index.jsp?path=product&amp;part=391599&amp;psig=AFQjCNFMl5RR8lraXUa0ZNQ_-5l4yQQDXA&amp;ust=144652762096397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google.com/url?sa=i&amp;rct=j&amp;q=&amp;esrc=s&amp;source=images&amp;cd=&amp;cad=rja&amp;uact=8&amp;ved=0CAcQjRxqFQoTCMT_ron-8MgCFUNAJgodvZgM3g&amp;url=http://www.vwmin.org/welcome-to-rockwell-automation.html&amp;psig=AFQjCNF_oOHYP2HSL46YMd1g7zs8Io12Kg&amp;ust=14465277138335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ert\AppData\Roaming\Microsoft\Templates\Task%20Assignment%20Sheet.dotx" TargetMode="External"/></Relationships>
</file>

<file path=word/theme/theme1.xml><?xml version="1.0" encoding="utf-8"?>
<a:theme xmlns:a="http://schemas.openxmlformats.org/drawingml/2006/main" name="Office Theme">
  <a:themeElements>
    <a:clrScheme name="Grayscale 2">
      <a:dk1>
        <a:sysClr val="windowText" lastClr="000000"/>
      </a:dk1>
      <a:lt1>
        <a:sysClr val="window" lastClr="FFFFFF"/>
      </a:lt1>
      <a:dk2>
        <a:srgbClr val="000000"/>
      </a:dk2>
      <a:lt2>
        <a:srgbClr val="F8F8F8"/>
      </a:lt2>
      <a:accent1>
        <a:srgbClr val="141414"/>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entury Gothic">
      <a:maj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6A43B0-A391-4465-A267-FD07F814ED3F}">
  <ds:schemaRefs>
    <ds:schemaRef ds:uri="http://schemas.microsoft.com/sharepoint/v3/contenttype/forms"/>
  </ds:schemaRefs>
</ds:datastoreItem>
</file>

<file path=customXml/itemProps2.xml><?xml version="1.0" encoding="utf-8"?>
<ds:datastoreItem xmlns:ds="http://schemas.openxmlformats.org/officeDocument/2006/customXml" ds:itemID="{CDD53C52-5699-403A-A227-EF53C8345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Task Assignment Sheet</Template>
  <TotalTime>28</TotalTime>
  <Pages>1</Pages>
  <Words>1308</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Honda North America, Inc.</Company>
  <LinksUpToDate>false</LinksUpToDate>
  <CharactersWithSpaces>8747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williams</dc:creator>
  <cp:lastModifiedBy>Michael Hassell</cp:lastModifiedBy>
  <cp:revision>8</cp:revision>
  <cp:lastPrinted>2015-07-16T11:32:00Z</cp:lastPrinted>
  <dcterms:created xsi:type="dcterms:W3CDTF">2016-11-02T00:44:00Z</dcterms:created>
  <dcterms:modified xsi:type="dcterms:W3CDTF">2016-11-02T16:01:00Z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TC029195429991</vt:lpwstr>
  </property>
</Properties>
</file>